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C231E" w14:textId="69CF5491" w:rsidR="00735FC2" w:rsidRDefault="00B140BC" w:rsidP="00735FC2">
      <w:pPr>
        <w:pStyle w:val="Heading1"/>
        <w:rPr>
          <w:rFonts w:eastAsia="MS Mincho"/>
        </w:rPr>
      </w:pPr>
      <w:bookmarkStart w:id="0" w:name="_Toc511220124"/>
      <w:r w:rsidRPr="00EF52B6">
        <w:rPr>
          <w:rFonts w:eastAsia="MS Mincho"/>
        </w:rPr>
        <w:t>Knowledge Assessment</w:t>
      </w:r>
    </w:p>
    <w:p w14:paraId="769C6BDE" w14:textId="7C7C2A41" w:rsidR="00B27F13" w:rsidRPr="00735FC2" w:rsidRDefault="00735FC2" w:rsidP="00735FC2">
      <w:pPr>
        <w:rPr>
          <w:b/>
          <w:sz w:val="28"/>
          <w:szCs w:val="28"/>
          <w:lang w:eastAsia="en-AU"/>
        </w:rPr>
      </w:pPr>
      <w:r w:rsidRPr="00585CEF">
        <w:rPr>
          <w:b/>
          <w:sz w:val="28"/>
          <w:szCs w:val="28"/>
          <w:lang w:eastAsia="en-AU"/>
        </w:rPr>
        <w:t>Event 1 of 3</w:t>
      </w:r>
      <w:r w:rsidR="00B140BC" w:rsidRPr="00EF52B6">
        <w:rPr>
          <w:rFonts w:eastAsia="MS Mincho"/>
        </w:rPr>
        <w:t xml:space="preserve"> </w:t>
      </w:r>
    </w:p>
    <w:p w14:paraId="69E3152A" w14:textId="77777777" w:rsidR="00B27F13" w:rsidRPr="00EF52B6" w:rsidRDefault="00B140BC" w:rsidP="00B27F13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47AFCD4A" w14:textId="77777777" w:rsidR="00B27F13" w:rsidRPr="00A56627" w:rsidRDefault="00B140BC" w:rsidP="00B27F13">
      <w:pPr>
        <w:pStyle w:val="Heading2"/>
      </w:pPr>
      <w:r w:rsidRPr="00A56627">
        <w:t>Criteria</w:t>
      </w:r>
    </w:p>
    <w:p w14:paraId="3E637257" w14:textId="77777777" w:rsidR="00B27F13" w:rsidRDefault="00B140BC" w:rsidP="00B27F13">
      <w:pPr>
        <w:pStyle w:val="Heading3"/>
      </w:pPr>
      <w:r w:rsidRPr="007A6B4A">
        <w:t>Unit code, name and release number</w:t>
      </w:r>
    </w:p>
    <w:p w14:paraId="08264103" w14:textId="77777777" w:rsidR="00B27F13" w:rsidRPr="00D83795" w:rsidRDefault="00B140BC" w:rsidP="00B27F1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MEM18001C - Use hand tools (1)</w:t>
      </w:r>
      <w:bookmarkEnd w:id="1"/>
    </w:p>
    <w:p w14:paraId="3E98B58E" w14:textId="77777777" w:rsidR="00B27F13" w:rsidRPr="00D83795" w:rsidRDefault="00B27F13" w:rsidP="00B27F1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379DB89" w14:textId="77777777" w:rsidR="00B27F13" w:rsidRDefault="00B140BC" w:rsidP="00B27F13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4E7CD2A" w14:textId="4CD505F7" w:rsidR="00B27F13" w:rsidRPr="00D83795" w:rsidRDefault="00B140BC" w:rsidP="00B27F1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MEM30</w:t>
      </w:r>
      <w:r w:rsidR="00537E89">
        <w:rPr>
          <w:sz w:val="22"/>
          <w:szCs w:val="22"/>
          <w:lang w:eastAsia="en-AU"/>
        </w:rPr>
        <w:t>205</w:t>
      </w:r>
      <w:r w:rsidRPr="00D83795">
        <w:rPr>
          <w:sz w:val="22"/>
          <w:szCs w:val="22"/>
          <w:lang w:eastAsia="en-AU"/>
        </w:rPr>
        <w:t xml:space="preserve"> - Certificate III in Engineering - </w:t>
      </w:r>
      <w:r w:rsidR="00537E89">
        <w:rPr>
          <w:sz w:val="22"/>
          <w:szCs w:val="22"/>
          <w:lang w:eastAsia="en-AU"/>
        </w:rPr>
        <w:t>Mechanical</w:t>
      </w:r>
      <w:r w:rsidRPr="00D83795">
        <w:rPr>
          <w:sz w:val="22"/>
          <w:szCs w:val="22"/>
          <w:lang w:eastAsia="en-AU"/>
        </w:rPr>
        <w:t xml:space="preserve"> Trade (</w:t>
      </w:r>
      <w:r w:rsidR="00537E89">
        <w:rPr>
          <w:sz w:val="22"/>
          <w:szCs w:val="22"/>
          <w:lang w:eastAsia="en-AU"/>
        </w:rPr>
        <w:t>3</w:t>
      </w:r>
      <w:r w:rsidRPr="00D83795">
        <w:rPr>
          <w:sz w:val="22"/>
          <w:szCs w:val="22"/>
          <w:lang w:eastAsia="en-AU"/>
        </w:rPr>
        <w:t>)</w:t>
      </w:r>
      <w:bookmarkEnd w:id="2"/>
    </w:p>
    <w:p w14:paraId="7BB6BF83" w14:textId="77777777" w:rsidR="00B27F13" w:rsidRPr="00D83795" w:rsidRDefault="00B27F13" w:rsidP="00B27F1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CDDFD27" w14:textId="77777777" w:rsidR="00B27F13" w:rsidRDefault="00B27F13" w:rsidP="00B27F13">
      <w:pPr>
        <w:rPr>
          <w:lang w:val="en-US" w:bidi="en-US"/>
        </w:rPr>
        <w:sectPr w:rsidR="00B27F13" w:rsidSect="00B27F1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5B457EAF" w14:textId="77777777" w:rsidR="00B27F13" w:rsidRPr="00C14A60" w:rsidRDefault="00B140BC" w:rsidP="00B27F13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1419DE49" w14:textId="77777777" w:rsidR="00B27F13" w:rsidRPr="00867E80" w:rsidRDefault="00B140BC" w:rsidP="00B27F13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5A115D">
        <w:rPr>
          <w:i/>
          <w:noProof/>
          <w:color w:val="808080" w:themeColor="background1" w:themeShade="80"/>
        </w:rPr>
        <w:t>3 July 2018</w:t>
      </w:r>
      <w:r w:rsidRPr="00C14A60">
        <w:rPr>
          <w:i/>
          <w:color w:val="FF0000"/>
        </w:rPr>
        <w:fldChar w:fldCharType="end"/>
      </w:r>
    </w:p>
    <w:p w14:paraId="3F7160C6" w14:textId="5ECEE9C1" w:rsidR="00B27F13" w:rsidRPr="00867E80" w:rsidRDefault="00B140BC" w:rsidP="00B27F13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B654DC" w:rsidRPr="00B654DC">
        <w:rPr>
          <w:i/>
          <w:noProof/>
          <w:color w:val="808080" w:themeColor="background1" w:themeShade="80"/>
        </w:rPr>
        <w:t>16/10/2019</w:t>
      </w:r>
      <w:r w:rsidRPr="00C14A60">
        <w:rPr>
          <w:i/>
          <w:color w:val="FF0000"/>
        </w:rPr>
        <w:fldChar w:fldCharType="end"/>
      </w:r>
    </w:p>
    <w:p w14:paraId="7B9A65FD" w14:textId="77777777" w:rsidR="00B27F13" w:rsidRPr="00867E80" w:rsidRDefault="00B27F13" w:rsidP="00B27F13">
      <w:pPr>
        <w:pStyle w:val="SmallerText-Black"/>
      </w:pPr>
    </w:p>
    <w:bookmarkEnd w:id="0"/>
    <w:p w14:paraId="6D47A7D9" w14:textId="77777777" w:rsidR="00B27F13" w:rsidRDefault="00B140BC" w:rsidP="00B27F13">
      <w:r>
        <w:t>For queries, please contact:</w:t>
      </w:r>
    </w:p>
    <w:p w14:paraId="70FF234B" w14:textId="17BCEA9C" w:rsidR="00B27F13" w:rsidRPr="00C92586" w:rsidRDefault="008F10DD" w:rsidP="00B27F13">
      <w:pPr>
        <w:pStyle w:val="SmallerText-Black"/>
      </w:pPr>
      <w:r w:rsidRPr="00C92586">
        <w:t xml:space="preserve">IMRS </w:t>
      </w:r>
      <w:r w:rsidR="00B140BC" w:rsidRPr="00C92586">
        <w:t>SkillsPoint</w:t>
      </w:r>
    </w:p>
    <w:p w14:paraId="6B429A0F" w14:textId="67B26A4B" w:rsidR="008F10DD" w:rsidRPr="00C92586" w:rsidRDefault="008F10DD" w:rsidP="008F10DD">
      <w:pPr>
        <w:pStyle w:val="SmallerText-Black"/>
      </w:pPr>
      <w:r w:rsidRPr="00C92586">
        <w:t>Building B, Level 1</w:t>
      </w:r>
    </w:p>
    <w:p w14:paraId="751D13D4" w14:textId="56855052" w:rsidR="008F10DD" w:rsidRPr="00C92586" w:rsidRDefault="00C92586" w:rsidP="008F10DD">
      <w:pPr>
        <w:pStyle w:val="SmallerText-Black"/>
      </w:pPr>
      <w:r w:rsidRPr="00C92586">
        <w:t>Hamilton Campus</w:t>
      </w:r>
      <w:r w:rsidR="008F10DD" w:rsidRPr="00C92586">
        <w:t>, 91 Parry St Newcastle West, NSW 2302</w:t>
      </w:r>
    </w:p>
    <w:p w14:paraId="06F9F101" w14:textId="65222DC4" w:rsidR="00B27F13" w:rsidRPr="00C92586" w:rsidRDefault="00B27F13" w:rsidP="00B27F13">
      <w:pPr>
        <w:pStyle w:val="SmallerText-Black"/>
      </w:pPr>
    </w:p>
    <w:p w14:paraId="3D9F7779" w14:textId="77777777" w:rsidR="00B27F13" w:rsidRPr="000301F0" w:rsidRDefault="00B140BC" w:rsidP="00B27F13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29B73B12" w14:textId="77777777" w:rsidR="00B27F13" w:rsidRPr="00D23A6C" w:rsidRDefault="00B140BC" w:rsidP="00B27F13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7561DA68" w14:textId="00FA48FF" w:rsidR="00B27F13" w:rsidRPr="000301F0" w:rsidRDefault="00B140BC" w:rsidP="00B27F13">
      <w:pPr>
        <w:pStyle w:val="SmallerText-Black"/>
      </w:pPr>
      <w:r w:rsidRPr="000301F0">
        <w:t>The contents in this docum</w:t>
      </w:r>
      <w:r>
        <w:t>ent is copyright © TAFE NSW 2018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B654DC">
        <w:rPr>
          <w:noProof/>
        </w:rPr>
        <w:t>16 October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4604C2D0" w14:textId="77777777" w:rsidR="00B27F13" w:rsidRDefault="00B27F13" w:rsidP="00B27F13">
      <w:pPr>
        <w:sectPr w:rsidR="00B27F13" w:rsidSect="00B27F13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3FB2894B" w14:textId="77777777" w:rsidR="00B27F13" w:rsidRDefault="00B140BC" w:rsidP="00B27F13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3F49D305" w14:textId="5D14CB4B" w:rsidR="00B27F13" w:rsidRDefault="00B140BC" w:rsidP="00B27F1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EB03D7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030DEC" w14:paraId="259FCF7F" w14:textId="77777777" w:rsidTr="62E507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0E313951" w14:textId="77777777" w:rsidR="00B27F13" w:rsidRDefault="00B140BC" w:rsidP="00B27F13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11708B61" w14:textId="77777777" w:rsidR="00B27F13" w:rsidRDefault="00B140BC" w:rsidP="00B27F13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030DEC" w14:paraId="12189230" w14:textId="77777777" w:rsidTr="62E507D5">
        <w:tc>
          <w:tcPr>
            <w:tcW w:w="2405" w:type="dxa"/>
            <w:vAlign w:val="top"/>
          </w:tcPr>
          <w:p w14:paraId="7EE80B02" w14:textId="77777777" w:rsidR="00B27F13" w:rsidRPr="00B30F8E" w:rsidRDefault="00B140BC" w:rsidP="00B27F13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26FB3DB2" w14:textId="16620E39" w:rsidR="00B27F13" w:rsidRPr="00B30F8E" w:rsidRDefault="00B140BC" w:rsidP="00B27F13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</w:t>
            </w:r>
            <w:r w:rsidR="00A80E9A">
              <w:rPr>
                <w:sz w:val="22"/>
                <w:szCs w:val="22"/>
                <w:lang w:eastAsia="en-AU"/>
              </w:rPr>
              <w:t xml:space="preserve"> on their knowledge of the unit MEM18001C Use hand tools</w:t>
            </w:r>
            <w:r w:rsidR="001943FA" w:rsidRPr="000D24C9">
              <w:rPr>
                <w:sz w:val="22"/>
                <w:szCs w:val="22"/>
              </w:rPr>
              <w:t>.</w:t>
            </w:r>
          </w:p>
          <w:p w14:paraId="0F7A93C8" w14:textId="34D180CB" w:rsidR="00B27F13" w:rsidRPr="00B30F8E" w:rsidRDefault="62E507D5" w:rsidP="62E507D5">
            <w:pPr>
              <w:pStyle w:val="Body"/>
              <w:rPr>
                <w:sz w:val="22"/>
                <w:szCs w:val="22"/>
              </w:rPr>
            </w:pPr>
            <w:r w:rsidRPr="62E507D5">
              <w:rPr>
                <w:sz w:val="22"/>
                <w:szCs w:val="22"/>
              </w:rPr>
              <w:t>This assessment is in 4 parts:</w:t>
            </w:r>
          </w:p>
          <w:p w14:paraId="6C842962" w14:textId="77777777" w:rsidR="00B27F13" w:rsidRPr="00A2010B" w:rsidRDefault="62E507D5" w:rsidP="002D4DCE">
            <w:pPr>
              <w:pStyle w:val="Body"/>
              <w:numPr>
                <w:ilvl w:val="0"/>
                <w:numId w:val="6"/>
              </w:numPr>
              <w:rPr>
                <w:color w:val="000000" w:themeColor="text1"/>
                <w:sz w:val="22"/>
                <w:szCs w:val="22"/>
              </w:rPr>
            </w:pPr>
            <w:r w:rsidRPr="62E507D5">
              <w:rPr>
                <w:sz w:val="22"/>
                <w:szCs w:val="22"/>
              </w:rPr>
              <w:t>Multiple choice questions</w:t>
            </w:r>
          </w:p>
          <w:p w14:paraId="25348A9E" w14:textId="77777777" w:rsidR="00B27F13" w:rsidRPr="00A2010B" w:rsidRDefault="62E507D5" w:rsidP="002D4DCE">
            <w:pPr>
              <w:pStyle w:val="Body"/>
              <w:numPr>
                <w:ilvl w:val="0"/>
                <w:numId w:val="6"/>
              </w:numPr>
              <w:rPr>
                <w:color w:val="000000" w:themeColor="text1"/>
                <w:sz w:val="22"/>
                <w:szCs w:val="22"/>
              </w:rPr>
            </w:pPr>
            <w:r w:rsidRPr="62E507D5">
              <w:rPr>
                <w:sz w:val="22"/>
                <w:szCs w:val="22"/>
              </w:rPr>
              <w:t>True or False questions</w:t>
            </w:r>
          </w:p>
          <w:p w14:paraId="6BB6862B" w14:textId="77777777" w:rsidR="00B27F13" w:rsidRPr="00A2010B" w:rsidRDefault="62E507D5" w:rsidP="002D4DCE">
            <w:pPr>
              <w:pStyle w:val="Body"/>
              <w:numPr>
                <w:ilvl w:val="0"/>
                <w:numId w:val="6"/>
              </w:numPr>
              <w:rPr>
                <w:color w:val="000000" w:themeColor="text1"/>
                <w:sz w:val="22"/>
                <w:szCs w:val="22"/>
              </w:rPr>
            </w:pPr>
            <w:r w:rsidRPr="62E507D5">
              <w:rPr>
                <w:sz w:val="22"/>
                <w:szCs w:val="22"/>
              </w:rPr>
              <w:t>Short answer questions</w:t>
            </w:r>
          </w:p>
          <w:p w14:paraId="5446175B" w14:textId="77777777" w:rsidR="00B27F13" w:rsidRDefault="62E507D5" w:rsidP="002D4DCE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62E507D5">
              <w:rPr>
                <w:sz w:val="22"/>
                <w:szCs w:val="22"/>
              </w:rPr>
              <w:t>Assessment feedback</w:t>
            </w:r>
          </w:p>
          <w:p w14:paraId="76C052A3" w14:textId="77777777" w:rsidR="00B27F13" w:rsidRPr="00B30F8E" w:rsidRDefault="00B140BC" w:rsidP="00B27F13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4B2F1F97" w14:textId="77777777" w:rsidR="00B27F13" w:rsidRDefault="00B140BC" w:rsidP="00B27F13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698CD33F" w14:textId="59744351" w:rsidR="00FD0425" w:rsidRPr="00210A7E" w:rsidRDefault="00B140BC" w:rsidP="00B27F13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2E316587" w14:textId="4EE3850F" w:rsidR="00B27F13" w:rsidRDefault="00FD0425" w:rsidP="00B27F13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Provide the Assessment Feedback to the student. Ensure you have taken a copy of the assessment prior to it being returned to the student.</w:t>
            </w:r>
          </w:p>
          <w:p w14:paraId="6D4DBD21" w14:textId="01C91646" w:rsidR="00FD0425" w:rsidRDefault="00FD0425" w:rsidP="00B27F13">
            <w:pPr>
              <w:pStyle w:val="Body"/>
              <w:rPr>
                <w:sz w:val="22"/>
                <w:szCs w:val="22"/>
              </w:rPr>
            </w:pPr>
            <w:r w:rsidRPr="00717B26">
              <w:rPr>
                <w:sz w:val="22"/>
                <w:szCs w:val="22"/>
              </w:rPr>
              <w:t>The assessment feedback com</w:t>
            </w:r>
            <w:r w:rsidR="00D3576F">
              <w:rPr>
                <w:sz w:val="22"/>
                <w:szCs w:val="22"/>
              </w:rPr>
              <w:t>ments are to be structured</w:t>
            </w:r>
            <w:r w:rsidRPr="00717B26">
              <w:rPr>
                <w:sz w:val="22"/>
                <w:szCs w:val="22"/>
              </w:rPr>
              <w:t xml:space="preserve"> to give the student advice on the steps and actions the</w:t>
            </w:r>
            <w:r>
              <w:rPr>
                <w:sz w:val="22"/>
                <w:szCs w:val="22"/>
              </w:rPr>
              <w:t>y</w:t>
            </w:r>
            <w:r w:rsidRPr="00717B26">
              <w:rPr>
                <w:sz w:val="22"/>
                <w:szCs w:val="22"/>
              </w:rPr>
              <w:t xml:space="preserve"> need to take to reach a satisfactory result when re assessed</w:t>
            </w:r>
            <w:r>
              <w:rPr>
                <w:sz w:val="22"/>
                <w:szCs w:val="22"/>
              </w:rPr>
              <w:t>.</w:t>
            </w:r>
          </w:p>
          <w:p w14:paraId="1F548ECA" w14:textId="1E3BF6F6" w:rsidR="00FD0425" w:rsidRDefault="00FD0425" w:rsidP="00B27F13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The assessment feedback page must be signed by both the student and the assessor so the student displays that they have received, understood and accepted the feedback. </w:t>
            </w:r>
          </w:p>
          <w:p w14:paraId="738D62EA" w14:textId="2DC89BC9" w:rsidR="007A2378" w:rsidRDefault="00B140BC" w:rsidP="00B27F13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  <w:p w14:paraId="010E0E4E" w14:textId="287DA84B" w:rsidR="007A2378" w:rsidRPr="007A2378" w:rsidRDefault="007A2378" w:rsidP="007A2378">
            <w:pPr>
              <w:rPr>
                <w:lang w:eastAsia="en-AU"/>
              </w:rPr>
            </w:pPr>
          </w:p>
          <w:p w14:paraId="040D2DCA" w14:textId="1F043FBE" w:rsidR="00B27F13" w:rsidRPr="007A2378" w:rsidRDefault="00B27F13" w:rsidP="007A2378">
            <w:pPr>
              <w:rPr>
                <w:lang w:eastAsia="en-AU"/>
              </w:rPr>
            </w:pPr>
          </w:p>
        </w:tc>
      </w:tr>
      <w:tr w:rsidR="00030DEC" w14:paraId="1A42C04F" w14:textId="77777777" w:rsidTr="62E507D5">
        <w:tc>
          <w:tcPr>
            <w:tcW w:w="2405" w:type="dxa"/>
            <w:vAlign w:val="top"/>
          </w:tcPr>
          <w:p w14:paraId="53ACF38F" w14:textId="77777777" w:rsidR="00B27F13" w:rsidRPr="00B30F8E" w:rsidRDefault="00B140BC" w:rsidP="00B27F13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2D0890AA" w14:textId="77777777" w:rsidR="00B27F13" w:rsidRPr="00B30F8E" w:rsidRDefault="00B140BC" w:rsidP="00B27F13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3CA289D2" w14:textId="77777777" w:rsidR="00B27F13" w:rsidRPr="00B30F8E" w:rsidRDefault="00B140BC" w:rsidP="00B27F13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428E22BE" w14:textId="77777777" w:rsidR="00B27F13" w:rsidRPr="00B30F8E" w:rsidRDefault="00B140BC" w:rsidP="00B27F13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61D7AA9D" w14:textId="77777777" w:rsidR="00B27F13" w:rsidRPr="00B30F8E" w:rsidRDefault="00B140BC" w:rsidP="002D4DCE">
            <w:pPr>
              <w:numPr>
                <w:ilvl w:val="0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29B92FD7" w14:textId="77777777" w:rsidR="00B27F13" w:rsidRPr="00B30F8E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406D06AC" w14:textId="77777777" w:rsidR="00B27F13" w:rsidRPr="00B30F8E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31A5DDD6" w14:textId="77777777" w:rsidR="00B27F13" w:rsidRPr="00B30F8E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433C1D0E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74337268" w14:textId="77777777" w:rsidR="00B27F13" w:rsidRDefault="00B140BC" w:rsidP="002D4DCE">
            <w:pPr>
              <w:numPr>
                <w:ilvl w:val="0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74B8F531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76A34AEA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717DE56C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05D7482A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2EF82456" w14:textId="77777777" w:rsidR="00B27F13" w:rsidRDefault="00B140BC" w:rsidP="002D4DCE">
            <w:pPr>
              <w:numPr>
                <w:ilvl w:val="0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0096D01D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34BA85FC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72B2D6C8" w14:textId="77777777" w:rsidR="00B27F13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51E6B1E0" w14:textId="77777777" w:rsidR="00B27F13" w:rsidRPr="00B30F8E" w:rsidRDefault="00B140BC" w:rsidP="002D4DCE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030DEC" w14:paraId="7F25B073" w14:textId="77777777" w:rsidTr="62E507D5">
        <w:tc>
          <w:tcPr>
            <w:tcW w:w="2405" w:type="dxa"/>
            <w:vAlign w:val="top"/>
          </w:tcPr>
          <w:p w14:paraId="0DD859B0" w14:textId="77777777" w:rsidR="00B27F13" w:rsidRPr="002E7A2C" w:rsidRDefault="00B140BC" w:rsidP="00B27F13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3FF57740" w14:textId="78BF23AB" w:rsidR="00B27F13" w:rsidRDefault="62E507D5" w:rsidP="62E507D5">
            <w:pPr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62E507D5">
              <w:rPr>
                <w:color w:val="000000" w:themeColor="text1"/>
                <w:sz w:val="22"/>
                <w:szCs w:val="22"/>
              </w:rPr>
              <w:t>Pens, pencil, eraser</w:t>
            </w:r>
          </w:p>
          <w:p w14:paraId="46ECA293" w14:textId="5216134C" w:rsidR="00B27F13" w:rsidRPr="00B30F8E" w:rsidRDefault="00B27F13" w:rsidP="62E507D5">
            <w:pPr>
              <w:rPr>
                <w:i/>
                <w:iCs/>
                <w:color w:val="808080" w:themeColor="text1" w:themeTint="7F"/>
                <w:sz w:val="22"/>
                <w:szCs w:val="22"/>
              </w:rPr>
            </w:pPr>
          </w:p>
        </w:tc>
      </w:tr>
      <w:tr w:rsidR="00030DEC" w14:paraId="154BCCF7" w14:textId="77777777" w:rsidTr="62E507D5">
        <w:tc>
          <w:tcPr>
            <w:tcW w:w="2405" w:type="dxa"/>
            <w:vAlign w:val="top"/>
          </w:tcPr>
          <w:p w14:paraId="63EF1DD1" w14:textId="77777777" w:rsidR="00B27F13" w:rsidRPr="002E7A2C" w:rsidRDefault="00B140BC" w:rsidP="00B27F13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2D64F65B" w14:textId="5090CE37" w:rsidR="00B27F13" w:rsidRPr="003C3329" w:rsidRDefault="003C3329" w:rsidP="00B27F13">
            <w:pPr>
              <w:rPr>
                <w:sz w:val="22"/>
                <w:szCs w:val="22"/>
                <w:lang w:eastAsia="en-AU"/>
              </w:rPr>
            </w:pPr>
            <w:r w:rsidRPr="003C3329">
              <w:rPr>
                <w:sz w:val="22"/>
                <w:szCs w:val="22"/>
                <w:lang w:eastAsia="en-AU"/>
              </w:rPr>
              <w:t>Class room suitable for conducting written assessment test</w:t>
            </w:r>
          </w:p>
        </w:tc>
      </w:tr>
      <w:tr w:rsidR="00030DEC" w14:paraId="51CBEC61" w14:textId="77777777" w:rsidTr="62E507D5">
        <w:tc>
          <w:tcPr>
            <w:tcW w:w="2405" w:type="dxa"/>
            <w:vAlign w:val="top"/>
          </w:tcPr>
          <w:p w14:paraId="1802D349" w14:textId="77777777" w:rsidR="00B27F13" w:rsidRPr="0067653D" w:rsidRDefault="00B140BC" w:rsidP="00B27F13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3F7049CC" w14:textId="2530407D" w:rsidR="00B27F13" w:rsidRPr="003C3329" w:rsidRDefault="003C3329" w:rsidP="003C3329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Hour</w:t>
            </w:r>
          </w:p>
        </w:tc>
      </w:tr>
    </w:tbl>
    <w:p w14:paraId="5D5DE756" w14:textId="77777777" w:rsidR="00B27F13" w:rsidRDefault="00B140BC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7680ABF9" w14:textId="77777777" w:rsidR="00B27F13" w:rsidRDefault="00B140BC" w:rsidP="00B27F13">
      <w:pPr>
        <w:pStyle w:val="Heading2"/>
      </w:pPr>
      <w:r>
        <w:lastRenderedPageBreak/>
        <w:t>Part 1: Multiple choice</w:t>
      </w:r>
    </w:p>
    <w:p w14:paraId="7933E204" w14:textId="235A9756" w:rsidR="00186559" w:rsidRPr="00882D84" w:rsidRDefault="00C92586" w:rsidP="00B27F13">
      <w:pPr>
        <w:rPr>
          <w:sz w:val="22"/>
          <w:szCs w:val="22"/>
        </w:rPr>
      </w:pPr>
      <w:r>
        <w:t>S</w:t>
      </w:r>
      <w:r w:rsidRPr="00882D84">
        <w:rPr>
          <w:sz w:val="22"/>
          <w:szCs w:val="22"/>
        </w:rPr>
        <w:t>tudent to read question carefully and mark X in the table next to their chosen answer(s)</w:t>
      </w:r>
    </w:p>
    <w:p w14:paraId="4A781F75" w14:textId="125692A4" w:rsidR="00511DA1" w:rsidRPr="007F282D" w:rsidRDefault="63DA5745" w:rsidP="63DA5745">
      <w:pPr>
        <w:pStyle w:val="Body"/>
        <w:numPr>
          <w:ilvl w:val="0"/>
          <w:numId w:val="5"/>
        </w:numPr>
        <w:rPr>
          <w:sz w:val="22"/>
          <w:szCs w:val="22"/>
        </w:rPr>
      </w:pPr>
      <w:r w:rsidRPr="63DA5745">
        <w:rPr>
          <w:sz w:val="22"/>
          <w:szCs w:val="22"/>
        </w:rPr>
        <w:t xml:space="preserve">(RK4) </w:t>
      </w:r>
      <w:r w:rsidR="00157A23">
        <w:rPr>
          <w:sz w:val="22"/>
          <w:szCs w:val="22"/>
        </w:rPr>
        <w:t>(</w:t>
      </w:r>
      <w:r w:rsidRPr="63DA5745">
        <w:rPr>
          <w:sz w:val="22"/>
          <w:szCs w:val="22"/>
        </w:rPr>
        <w:t xml:space="preserve">PC1.2) To help prevent pinning during filing we can: </w:t>
      </w:r>
    </w:p>
    <w:p w14:paraId="7D5BA929" w14:textId="246A6E61" w:rsidR="00511DA1" w:rsidRDefault="00511DA1" w:rsidP="00511DA1">
      <w:pPr>
        <w:pStyle w:val="Caption"/>
        <w:keepNext/>
      </w:pPr>
      <w:r>
        <w:t xml:space="preserve">Table </w:t>
      </w:r>
      <w:r w:rsidR="00066016">
        <w:rPr>
          <w:noProof/>
        </w:rPr>
        <w:t>1</w:t>
      </w:r>
      <w:r w:rsidR="00172926">
        <w:rPr>
          <w:noProof/>
        </w:rPr>
        <w:t>: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11DA1" w:rsidRPr="008B0674" w14:paraId="71E31087" w14:textId="77777777" w:rsidTr="00B27F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0758C0C" w14:textId="77777777" w:rsidR="00511DA1" w:rsidRPr="008B0674" w:rsidRDefault="00511DA1" w:rsidP="00B27F13">
            <w:pPr>
              <w:pStyle w:val="Body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88A6F77" w14:textId="77777777" w:rsidR="00511DA1" w:rsidRPr="008B0674" w:rsidRDefault="00511DA1" w:rsidP="00B27F13">
            <w:pPr>
              <w:pStyle w:val="Body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Put X next to your answer</w:t>
            </w:r>
          </w:p>
        </w:tc>
      </w:tr>
      <w:tr w:rsidR="00511DA1" w:rsidRPr="008B0674" w14:paraId="729BACF4" w14:textId="77777777" w:rsidTr="00B27F13">
        <w:tc>
          <w:tcPr>
            <w:tcW w:w="7650" w:type="dxa"/>
          </w:tcPr>
          <w:p w14:paraId="2EFE0541" w14:textId="3A7260BD" w:rsidR="00511DA1" w:rsidRPr="008B0674" w:rsidRDefault="00EE64A5" w:rsidP="007A2378">
            <w:pPr>
              <w:pStyle w:val="Body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Rub chalk into the face of the file</w:t>
            </w:r>
          </w:p>
        </w:tc>
        <w:tc>
          <w:tcPr>
            <w:tcW w:w="1410" w:type="dxa"/>
          </w:tcPr>
          <w:p w14:paraId="621C4BFA" w14:textId="4189150D" w:rsidR="00511DA1" w:rsidRPr="008B0674" w:rsidRDefault="00EE64A5" w:rsidP="007A237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X</w:t>
            </w:r>
          </w:p>
        </w:tc>
      </w:tr>
      <w:tr w:rsidR="00511DA1" w:rsidRPr="008B0674" w14:paraId="794F710D" w14:textId="77777777" w:rsidTr="00B27F13">
        <w:tc>
          <w:tcPr>
            <w:tcW w:w="7650" w:type="dxa"/>
          </w:tcPr>
          <w:p w14:paraId="59470580" w14:textId="6BD80C12" w:rsidR="00511DA1" w:rsidRPr="008B0674" w:rsidRDefault="00EE64A5" w:rsidP="007A2378">
            <w:pPr>
              <w:pStyle w:val="Body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Only use the file in a forward direction</w:t>
            </w:r>
          </w:p>
        </w:tc>
        <w:tc>
          <w:tcPr>
            <w:tcW w:w="1410" w:type="dxa"/>
          </w:tcPr>
          <w:p w14:paraId="14AAD8E4" w14:textId="77777777" w:rsidR="00511DA1" w:rsidRPr="008B0674" w:rsidRDefault="00511DA1" w:rsidP="007A237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511DA1" w:rsidRPr="008B0674" w14:paraId="13DF9376" w14:textId="77777777" w:rsidTr="00B27F13">
        <w:tc>
          <w:tcPr>
            <w:tcW w:w="7650" w:type="dxa"/>
          </w:tcPr>
          <w:p w14:paraId="77B0F1D6" w14:textId="6C8C1EA3" w:rsidR="00511DA1" w:rsidRPr="008B0674" w:rsidRDefault="00F459DB" w:rsidP="007A2378">
            <w:pPr>
              <w:pStyle w:val="Body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Rub file on edge of bench</w:t>
            </w:r>
          </w:p>
        </w:tc>
        <w:tc>
          <w:tcPr>
            <w:tcW w:w="1410" w:type="dxa"/>
          </w:tcPr>
          <w:p w14:paraId="5A3A9128" w14:textId="77777777" w:rsidR="00511DA1" w:rsidRPr="008B0674" w:rsidRDefault="00511DA1" w:rsidP="007A237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511DA1" w:rsidRPr="008B0674" w14:paraId="2714F494" w14:textId="77777777" w:rsidTr="00B27F13">
        <w:tc>
          <w:tcPr>
            <w:tcW w:w="7650" w:type="dxa"/>
          </w:tcPr>
          <w:p w14:paraId="0328C6E0" w14:textId="666E79D2" w:rsidR="00511DA1" w:rsidRPr="008B0674" w:rsidRDefault="00EE64A5" w:rsidP="00AE3D1D">
            <w:pPr>
              <w:pStyle w:val="Body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Lubricate the file with a fine grade machine oil</w:t>
            </w:r>
          </w:p>
        </w:tc>
        <w:tc>
          <w:tcPr>
            <w:tcW w:w="1410" w:type="dxa"/>
          </w:tcPr>
          <w:p w14:paraId="4E622AE8" w14:textId="77777777" w:rsidR="00511DA1" w:rsidRPr="008B0674" w:rsidRDefault="00511DA1" w:rsidP="00AE3D1D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6F5FC532" w14:textId="4591DB1F" w:rsidR="00AD7961" w:rsidRPr="008B0674" w:rsidRDefault="00AD7961" w:rsidP="00AE3D1D">
      <w:pPr>
        <w:spacing w:line="240" w:lineRule="auto"/>
        <w:rPr>
          <w:sz w:val="22"/>
          <w:szCs w:val="22"/>
        </w:rPr>
      </w:pPr>
    </w:p>
    <w:p w14:paraId="3C296556" w14:textId="7E1CC367" w:rsidR="003676ED" w:rsidRPr="008B0674" w:rsidRDefault="63DA5745" w:rsidP="63DA5745">
      <w:pPr>
        <w:pStyle w:val="Body"/>
        <w:numPr>
          <w:ilvl w:val="0"/>
          <w:numId w:val="5"/>
        </w:numPr>
        <w:spacing w:line="240" w:lineRule="auto"/>
        <w:rPr>
          <w:sz w:val="22"/>
          <w:szCs w:val="22"/>
        </w:rPr>
      </w:pPr>
      <w:r w:rsidRPr="63DA5745">
        <w:rPr>
          <w:sz w:val="22"/>
          <w:szCs w:val="22"/>
        </w:rPr>
        <w:t xml:space="preserve">(RK1) (PC1.1) A hacksaw blade with a tooth pitch of 1.8mm (14 teeth per inch) would be most suitable for cutting: </w:t>
      </w:r>
    </w:p>
    <w:p w14:paraId="1B21652B" w14:textId="36BEB60F" w:rsidR="003676ED" w:rsidRPr="008B0674" w:rsidRDefault="003676ED" w:rsidP="00AE3D1D">
      <w:pPr>
        <w:pStyle w:val="Caption"/>
        <w:keepNext/>
        <w:spacing w:line="240" w:lineRule="auto"/>
      </w:pPr>
      <w:r w:rsidRPr="008B0674">
        <w:t xml:space="preserve">Table </w:t>
      </w:r>
      <w:r w:rsidR="00066016" w:rsidRPr="008B0674">
        <w:rPr>
          <w:noProof/>
        </w:rPr>
        <w:t>2</w:t>
      </w:r>
      <w:r w:rsidR="00172926" w:rsidRPr="008B0674">
        <w:rPr>
          <w:noProof/>
        </w:rPr>
        <w:t>:</w:t>
      </w:r>
      <w:r w:rsidRPr="008B0674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676ED" w:rsidRPr="008B0674" w14:paraId="2AAA8208" w14:textId="77777777" w:rsidTr="00B27F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B32DCB0" w14:textId="2D96BEE7" w:rsidR="003676ED" w:rsidRPr="008B0674" w:rsidRDefault="003676ED" w:rsidP="00AE3D1D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19494360" w14:textId="77777777" w:rsidR="003676ED" w:rsidRPr="008B0674" w:rsidRDefault="003676ED" w:rsidP="00AE3D1D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Put X next to your answer</w:t>
            </w:r>
          </w:p>
        </w:tc>
      </w:tr>
      <w:tr w:rsidR="003676ED" w14:paraId="38642653" w14:textId="77777777" w:rsidTr="00B27F13">
        <w:tc>
          <w:tcPr>
            <w:tcW w:w="7650" w:type="dxa"/>
          </w:tcPr>
          <w:p w14:paraId="6A4B43AC" w14:textId="64346222" w:rsidR="003676ED" w:rsidRPr="00896292" w:rsidRDefault="003676ED" w:rsidP="007A2378">
            <w:pPr>
              <w:pStyle w:val="Body"/>
              <w:numPr>
                <w:ilvl w:val="0"/>
                <w:numId w:val="9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Large solid sections of soft metal</w:t>
            </w:r>
          </w:p>
        </w:tc>
        <w:tc>
          <w:tcPr>
            <w:tcW w:w="1410" w:type="dxa"/>
          </w:tcPr>
          <w:p w14:paraId="6470045C" w14:textId="5476C1D5" w:rsidR="003676ED" w:rsidRDefault="003676ED" w:rsidP="007A2378">
            <w:pPr>
              <w:pStyle w:val="Body"/>
              <w:spacing w:line="240" w:lineRule="auto"/>
              <w:jc w:val="center"/>
            </w:pPr>
            <w:r>
              <w:t>X</w:t>
            </w:r>
          </w:p>
        </w:tc>
      </w:tr>
      <w:tr w:rsidR="003676ED" w14:paraId="097200D1" w14:textId="77777777" w:rsidTr="00B27F13">
        <w:tc>
          <w:tcPr>
            <w:tcW w:w="7650" w:type="dxa"/>
          </w:tcPr>
          <w:p w14:paraId="751EFD04" w14:textId="1AB8DC95" w:rsidR="003676ED" w:rsidRPr="00896292" w:rsidRDefault="003676ED" w:rsidP="007A2378">
            <w:pPr>
              <w:pStyle w:val="Body"/>
              <w:numPr>
                <w:ilvl w:val="0"/>
                <w:numId w:val="9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Large solid sections of hard metal</w:t>
            </w:r>
          </w:p>
        </w:tc>
        <w:tc>
          <w:tcPr>
            <w:tcW w:w="1410" w:type="dxa"/>
          </w:tcPr>
          <w:p w14:paraId="40DD6B81" w14:textId="47075684" w:rsidR="003676ED" w:rsidRDefault="003676ED" w:rsidP="007A2378">
            <w:pPr>
              <w:pStyle w:val="Body"/>
              <w:spacing w:line="240" w:lineRule="auto"/>
              <w:jc w:val="center"/>
            </w:pPr>
            <w:r>
              <w:t xml:space="preserve"> </w:t>
            </w:r>
          </w:p>
        </w:tc>
      </w:tr>
      <w:tr w:rsidR="003676ED" w14:paraId="24323D51" w14:textId="77777777" w:rsidTr="00B27F13">
        <w:tc>
          <w:tcPr>
            <w:tcW w:w="7650" w:type="dxa"/>
          </w:tcPr>
          <w:p w14:paraId="75961A4E" w14:textId="2B62FE4D" w:rsidR="003676ED" w:rsidRPr="00896292" w:rsidRDefault="003676ED" w:rsidP="007A2378">
            <w:pPr>
              <w:pStyle w:val="Body"/>
              <w:numPr>
                <w:ilvl w:val="0"/>
                <w:numId w:val="9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Thin</w:t>
            </w:r>
            <w:r w:rsidR="008F10DD" w:rsidRPr="00896292">
              <w:rPr>
                <w:sz w:val="22"/>
                <w:szCs w:val="22"/>
              </w:rPr>
              <w:t xml:space="preserve"> wall</w:t>
            </w:r>
            <w:r w:rsidRPr="00896292">
              <w:rPr>
                <w:sz w:val="22"/>
                <w:szCs w:val="22"/>
              </w:rPr>
              <w:t xml:space="preserve"> tubing, and light angle</w:t>
            </w:r>
          </w:p>
        </w:tc>
        <w:tc>
          <w:tcPr>
            <w:tcW w:w="1410" w:type="dxa"/>
          </w:tcPr>
          <w:p w14:paraId="1A7C0E03" w14:textId="77777777" w:rsidR="003676ED" w:rsidRDefault="003676ED" w:rsidP="007A2378">
            <w:pPr>
              <w:pStyle w:val="Body"/>
              <w:spacing w:line="240" w:lineRule="auto"/>
              <w:jc w:val="center"/>
            </w:pPr>
          </w:p>
        </w:tc>
      </w:tr>
      <w:tr w:rsidR="003676ED" w14:paraId="22F7D476" w14:textId="77777777" w:rsidTr="00B27F13">
        <w:tc>
          <w:tcPr>
            <w:tcW w:w="7650" w:type="dxa"/>
          </w:tcPr>
          <w:p w14:paraId="3667170E" w14:textId="11205440" w:rsidR="003676ED" w:rsidRPr="00896292" w:rsidRDefault="003676ED" w:rsidP="00AE3D1D">
            <w:pPr>
              <w:pStyle w:val="Body"/>
              <w:numPr>
                <w:ilvl w:val="0"/>
                <w:numId w:val="9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</w:t>
            </w:r>
            <w:r w:rsidR="008F10DD" w:rsidRPr="00896292">
              <w:rPr>
                <w:sz w:val="22"/>
                <w:szCs w:val="22"/>
              </w:rPr>
              <w:t xml:space="preserve">Sheet metal </w:t>
            </w:r>
          </w:p>
        </w:tc>
        <w:tc>
          <w:tcPr>
            <w:tcW w:w="1410" w:type="dxa"/>
          </w:tcPr>
          <w:p w14:paraId="2BEC4AA1" w14:textId="201FF8A0" w:rsidR="003676ED" w:rsidRDefault="003676ED" w:rsidP="00AE3D1D">
            <w:pPr>
              <w:pStyle w:val="Body"/>
              <w:spacing w:line="240" w:lineRule="auto"/>
              <w:jc w:val="center"/>
            </w:pPr>
          </w:p>
        </w:tc>
      </w:tr>
    </w:tbl>
    <w:p w14:paraId="10922AAA" w14:textId="7FE0A962" w:rsidR="008B0674" w:rsidRDefault="008B0674" w:rsidP="00AE3D1D">
      <w:pPr>
        <w:spacing w:line="240" w:lineRule="auto"/>
      </w:pPr>
    </w:p>
    <w:p w14:paraId="61E4B694" w14:textId="0F7B1965" w:rsidR="003676ED" w:rsidRPr="00B30F8E" w:rsidRDefault="63DA5745" w:rsidP="63DA5745">
      <w:pPr>
        <w:pStyle w:val="Body"/>
        <w:numPr>
          <w:ilvl w:val="0"/>
          <w:numId w:val="5"/>
        </w:numPr>
        <w:spacing w:line="240" w:lineRule="auto"/>
        <w:rPr>
          <w:sz w:val="22"/>
          <w:szCs w:val="22"/>
        </w:rPr>
      </w:pPr>
      <w:r w:rsidRPr="63DA5745">
        <w:rPr>
          <w:sz w:val="22"/>
          <w:szCs w:val="22"/>
        </w:rPr>
        <w:t>(RK1) (PC1.1) The recommended hacksaw blade pitch for cutting thin tubing, sheets and light angle is</w:t>
      </w:r>
      <w:r>
        <w:t xml:space="preserve">: </w:t>
      </w:r>
    </w:p>
    <w:p w14:paraId="1E3D3185" w14:textId="641BBFEB" w:rsidR="003676ED" w:rsidRDefault="003676ED" w:rsidP="00AE3D1D">
      <w:pPr>
        <w:pStyle w:val="Caption"/>
        <w:keepNext/>
        <w:spacing w:line="240" w:lineRule="auto"/>
      </w:pPr>
      <w:r>
        <w:t xml:space="preserve">Table </w:t>
      </w:r>
      <w:r w:rsidR="00066016">
        <w:rPr>
          <w:noProof/>
        </w:rPr>
        <w:t>3</w:t>
      </w:r>
      <w:r w:rsidR="00172926">
        <w:rPr>
          <w:noProof/>
        </w:rPr>
        <w:t>: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676ED" w14:paraId="01E6DFDF" w14:textId="77777777" w:rsidTr="00B27F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CA1886B" w14:textId="77777777" w:rsidR="003676ED" w:rsidRPr="008B0674" w:rsidRDefault="003676ED" w:rsidP="00B27F13">
            <w:pPr>
              <w:pStyle w:val="Body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4BFB4730" w14:textId="77777777" w:rsidR="003676ED" w:rsidRPr="008B0674" w:rsidRDefault="003676ED" w:rsidP="00B27F13">
            <w:pPr>
              <w:pStyle w:val="Body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Put X next to your answer</w:t>
            </w:r>
          </w:p>
        </w:tc>
      </w:tr>
      <w:tr w:rsidR="003676ED" w14:paraId="4DC413F2" w14:textId="77777777" w:rsidTr="00B27F13">
        <w:tc>
          <w:tcPr>
            <w:tcW w:w="7650" w:type="dxa"/>
          </w:tcPr>
          <w:p w14:paraId="112722EA" w14:textId="474E2DE7" w:rsidR="003676ED" w:rsidRPr="00896292" w:rsidRDefault="003676ED" w:rsidP="00AE3D1D">
            <w:pPr>
              <w:pStyle w:val="Body"/>
              <w:numPr>
                <w:ilvl w:val="0"/>
                <w:numId w:val="10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</w:t>
            </w:r>
            <w:r w:rsidR="00B27F13" w:rsidRPr="00896292">
              <w:rPr>
                <w:sz w:val="22"/>
                <w:szCs w:val="22"/>
              </w:rPr>
              <w:t>1.8mm</w:t>
            </w:r>
            <w:r w:rsidR="00EB03D7">
              <w:rPr>
                <w:sz w:val="22"/>
                <w:szCs w:val="22"/>
              </w:rPr>
              <w:t xml:space="preserve"> (14 Teeth per inch)</w:t>
            </w:r>
          </w:p>
        </w:tc>
        <w:tc>
          <w:tcPr>
            <w:tcW w:w="1410" w:type="dxa"/>
          </w:tcPr>
          <w:p w14:paraId="257327A1" w14:textId="77777777" w:rsidR="003676ED" w:rsidRDefault="003676ED" w:rsidP="00AE3D1D">
            <w:pPr>
              <w:pStyle w:val="Body"/>
              <w:spacing w:line="240" w:lineRule="auto"/>
              <w:jc w:val="center"/>
            </w:pPr>
          </w:p>
        </w:tc>
      </w:tr>
      <w:tr w:rsidR="003676ED" w14:paraId="4F3EE746" w14:textId="77777777" w:rsidTr="00B27F13">
        <w:tc>
          <w:tcPr>
            <w:tcW w:w="7650" w:type="dxa"/>
          </w:tcPr>
          <w:p w14:paraId="763DF730" w14:textId="6B9EF4C8" w:rsidR="003676ED" w:rsidRPr="00896292" w:rsidRDefault="003676ED" w:rsidP="00AE3D1D">
            <w:pPr>
              <w:pStyle w:val="Body"/>
              <w:numPr>
                <w:ilvl w:val="0"/>
                <w:numId w:val="10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</w:t>
            </w:r>
            <w:r w:rsidR="00B27F13" w:rsidRPr="00896292">
              <w:rPr>
                <w:sz w:val="22"/>
                <w:szCs w:val="22"/>
              </w:rPr>
              <w:t>1.4mm</w:t>
            </w:r>
            <w:r w:rsidR="00EB03D7">
              <w:rPr>
                <w:sz w:val="22"/>
                <w:szCs w:val="22"/>
              </w:rPr>
              <w:t xml:space="preserve"> (18 Teeth per inch)</w:t>
            </w:r>
          </w:p>
        </w:tc>
        <w:tc>
          <w:tcPr>
            <w:tcW w:w="1410" w:type="dxa"/>
          </w:tcPr>
          <w:p w14:paraId="4240E931" w14:textId="77777777" w:rsidR="003676ED" w:rsidRDefault="003676ED" w:rsidP="00AE3D1D">
            <w:pPr>
              <w:pStyle w:val="Body"/>
              <w:spacing w:line="240" w:lineRule="auto"/>
              <w:jc w:val="center"/>
            </w:pPr>
            <w:r>
              <w:t xml:space="preserve"> </w:t>
            </w:r>
          </w:p>
        </w:tc>
      </w:tr>
      <w:tr w:rsidR="003676ED" w14:paraId="6F7119D1" w14:textId="77777777" w:rsidTr="00B27F13">
        <w:tc>
          <w:tcPr>
            <w:tcW w:w="7650" w:type="dxa"/>
          </w:tcPr>
          <w:p w14:paraId="3B3B468A" w14:textId="2459348F" w:rsidR="003676ED" w:rsidRPr="00896292" w:rsidRDefault="003676ED" w:rsidP="00AE3D1D">
            <w:pPr>
              <w:pStyle w:val="Body"/>
              <w:numPr>
                <w:ilvl w:val="0"/>
                <w:numId w:val="10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</w:t>
            </w:r>
            <w:r w:rsidR="00B27F13" w:rsidRPr="00896292">
              <w:rPr>
                <w:sz w:val="22"/>
                <w:szCs w:val="22"/>
              </w:rPr>
              <w:t>1.0mm</w:t>
            </w:r>
            <w:r w:rsidR="00EB03D7">
              <w:rPr>
                <w:sz w:val="22"/>
                <w:szCs w:val="22"/>
              </w:rPr>
              <w:t xml:space="preserve"> (24 Teeth per inch)</w:t>
            </w:r>
          </w:p>
        </w:tc>
        <w:tc>
          <w:tcPr>
            <w:tcW w:w="1410" w:type="dxa"/>
          </w:tcPr>
          <w:p w14:paraId="6C0DFB5D" w14:textId="77777777" w:rsidR="003676ED" w:rsidRDefault="003676ED" w:rsidP="00AE3D1D">
            <w:pPr>
              <w:pStyle w:val="Body"/>
              <w:spacing w:line="240" w:lineRule="auto"/>
              <w:jc w:val="center"/>
            </w:pPr>
          </w:p>
        </w:tc>
      </w:tr>
      <w:tr w:rsidR="003676ED" w14:paraId="431D9434" w14:textId="77777777" w:rsidTr="00B27F13">
        <w:tc>
          <w:tcPr>
            <w:tcW w:w="7650" w:type="dxa"/>
          </w:tcPr>
          <w:p w14:paraId="60F84AA7" w14:textId="4A0F5A88" w:rsidR="003676ED" w:rsidRPr="00896292" w:rsidRDefault="003676ED" w:rsidP="00AE3D1D">
            <w:pPr>
              <w:pStyle w:val="Body"/>
              <w:numPr>
                <w:ilvl w:val="0"/>
                <w:numId w:val="10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</w:t>
            </w:r>
            <w:r w:rsidR="00B27F13" w:rsidRPr="00896292">
              <w:rPr>
                <w:sz w:val="22"/>
                <w:szCs w:val="22"/>
              </w:rPr>
              <w:t>0.8mm</w:t>
            </w:r>
            <w:r w:rsidR="00EB03D7">
              <w:rPr>
                <w:sz w:val="22"/>
                <w:szCs w:val="22"/>
              </w:rPr>
              <w:t xml:space="preserve"> (32 Teeth per inch)</w:t>
            </w:r>
          </w:p>
        </w:tc>
        <w:tc>
          <w:tcPr>
            <w:tcW w:w="1410" w:type="dxa"/>
          </w:tcPr>
          <w:p w14:paraId="3054DFE1" w14:textId="45CCAF5E" w:rsidR="003676ED" w:rsidRPr="00896292" w:rsidRDefault="00B27F13" w:rsidP="00AE3D1D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X</w:t>
            </w:r>
          </w:p>
        </w:tc>
      </w:tr>
    </w:tbl>
    <w:p w14:paraId="2E16C162" w14:textId="5623C148" w:rsidR="003676ED" w:rsidRDefault="003676ED" w:rsidP="00B27F13"/>
    <w:p w14:paraId="38875BB0" w14:textId="2C1FFF55" w:rsidR="004B0F47" w:rsidRPr="00FB7736" w:rsidRDefault="63DA5745" w:rsidP="63DA5745">
      <w:pPr>
        <w:pStyle w:val="Body"/>
        <w:numPr>
          <w:ilvl w:val="0"/>
          <w:numId w:val="5"/>
        </w:numPr>
        <w:rPr>
          <w:sz w:val="22"/>
          <w:szCs w:val="22"/>
        </w:rPr>
      </w:pPr>
      <w:r w:rsidRPr="63DA5745">
        <w:rPr>
          <w:sz w:val="22"/>
          <w:szCs w:val="22"/>
        </w:rPr>
        <w:t xml:space="preserve">(RK1) (PC1.1) The two (2) common types of dies used in industry pictured below are:  </w:t>
      </w:r>
    </w:p>
    <w:p w14:paraId="67C506A0" w14:textId="0C69F2F4" w:rsidR="004B0F47" w:rsidRDefault="00FB7736" w:rsidP="004B0F47">
      <w:pPr>
        <w:pStyle w:val="Body"/>
        <w:ind w:left="360"/>
        <w:jc w:val="center"/>
        <w:rPr>
          <w:color w:val="0000CC"/>
          <w:sz w:val="22"/>
          <w:szCs w:val="22"/>
        </w:rPr>
      </w:pPr>
      <w:r w:rsidRPr="00FC09AF">
        <w:rPr>
          <w:noProof/>
          <w:sz w:val="22"/>
          <w:szCs w:val="22"/>
          <w:lang w:eastAsia="en-AU"/>
        </w:rPr>
        <w:drawing>
          <wp:inline distT="0" distB="0" distL="0" distR="0" wp14:anchorId="5ADA787D" wp14:editId="6221B1B1">
            <wp:extent cx="2771775" cy="1407542"/>
            <wp:effectExtent l="0" t="0" r="0" b="2540"/>
            <wp:docPr id="7" name="Picture 7" descr="C:\Users\tbaldwin9.000\Documents\SkillsPoint TB\MEM18001C Use hand tools\pictures\Button d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baldwin9.000\Documents\SkillsPoint TB\MEM18001C Use hand tools\pictures\Button die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944" cy="142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A3BE7" w14:textId="627D6A24" w:rsidR="00FB7736" w:rsidRPr="00882D84" w:rsidRDefault="00FB7736" w:rsidP="00882D84">
      <w:pPr>
        <w:pStyle w:val="Body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4460BD">
        <w:rPr>
          <w:sz w:val="20"/>
        </w:rPr>
        <w:t>©TAFE NSW 2019</w:t>
      </w:r>
    </w:p>
    <w:p w14:paraId="21744C56" w14:textId="24454BEC" w:rsidR="003676ED" w:rsidRDefault="003676ED" w:rsidP="003676ED">
      <w:pPr>
        <w:pStyle w:val="Caption"/>
        <w:keepNext/>
      </w:pPr>
      <w:r>
        <w:t xml:space="preserve">Table </w:t>
      </w:r>
      <w:r w:rsidR="000309A5">
        <w:t>4</w:t>
      </w:r>
      <w:r w:rsidR="00FB7736">
        <w:t>: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676ED" w14:paraId="48877879" w14:textId="77777777" w:rsidTr="00B27F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5A13CE9" w14:textId="77777777" w:rsidR="003676ED" w:rsidRPr="008B0674" w:rsidRDefault="003676ED" w:rsidP="00B27F13">
            <w:pPr>
              <w:pStyle w:val="Body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15AA7CEE" w14:textId="77777777" w:rsidR="003676ED" w:rsidRPr="008B0674" w:rsidRDefault="003676ED" w:rsidP="00B27F13">
            <w:pPr>
              <w:pStyle w:val="Body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Put X next to your answer</w:t>
            </w:r>
          </w:p>
        </w:tc>
      </w:tr>
      <w:tr w:rsidR="003676ED" w14:paraId="1C3A94A0" w14:textId="77777777" w:rsidTr="00B27F13">
        <w:tc>
          <w:tcPr>
            <w:tcW w:w="7650" w:type="dxa"/>
          </w:tcPr>
          <w:p w14:paraId="31136098" w14:textId="377D6D98" w:rsidR="003676ED" w:rsidRPr="00896292" w:rsidRDefault="003676ED" w:rsidP="00882D84">
            <w:pPr>
              <w:pStyle w:val="Body"/>
              <w:numPr>
                <w:ilvl w:val="0"/>
                <w:numId w:val="11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</w:t>
            </w:r>
            <w:r w:rsidR="00B32282" w:rsidRPr="00896292">
              <w:rPr>
                <w:sz w:val="22"/>
                <w:szCs w:val="22"/>
              </w:rPr>
              <w:t>B</w:t>
            </w:r>
            <w:r w:rsidR="00A564A3" w:rsidRPr="00896292">
              <w:rPr>
                <w:sz w:val="22"/>
                <w:szCs w:val="22"/>
              </w:rPr>
              <w:t>utton and bottoming</w:t>
            </w:r>
          </w:p>
        </w:tc>
        <w:tc>
          <w:tcPr>
            <w:tcW w:w="1410" w:type="dxa"/>
          </w:tcPr>
          <w:p w14:paraId="0CC9291A" w14:textId="77777777" w:rsidR="003676ED" w:rsidRDefault="003676ED" w:rsidP="00882D84">
            <w:pPr>
              <w:pStyle w:val="Body"/>
              <w:spacing w:line="240" w:lineRule="auto"/>
              <w:jc w:val="center"/>
            </w:pPr>
          </w:p>
        </w:tc>
      </w:tr>
      <w:tr w:rsidR="003676ED" w14:paraId="5688FEA6" w14:textId="77777777" w:rsidTr="00B27F13">
        <w:tc>
          <w:tcPr>
            <w:tcW w:w="7650" w:type="dxa"/>
          </w:tcPr>
          <w:p w14:paraId="09878DE2" w14:textId="6D8F596F" w:rsidR="003676ED" w:rsidRPr="00896292" w:rsidRDefault="003676ED" w:rsidP="00882D84">
            <w:pPr>
              <w:pStyle w:val="Body"/>
              <w:numPr>
                <w:ilvl w:val="0"/>
                <w:numId w:val="11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</w:t>
            </w:r>
            <w:r w:rsidR="00B32282" w:rsidRPr="00896292">
              <w:rPr>
                <w:sz w:val="22"/>
                <w:szCs w:val="22"/>
              </w:rPr>
              <w:t>B</w:t>
            </w:r>
            <w:r w:rsidR="00A564A3" w:rsidRPr="00896292">
              <w:rPr>
                <w:sz w:val="22"/>
                <w:szCs w:val="22"/>
              </w:rPr>
              <w:t>utton</w:t>
            </w:r>
            <w:r w:rsidR="00AC107D" w:rsidRPr="00896292">
              <w:rPr>
                <w:sz w:val="22"/>
                <w:szCs w:val="22"/>
              </w:rPr>
              <w:t xml:space="preserve"> die</w:t>
            </w:r>
            <w:r w:rsidR="00A564A3" w:rsidRPr="00896292">
              <w:rPr>
                <w:sz w:val="22"/>
                <w:szCs w:val="22"/>
              </w:rPr>
              <w:t xml:space="preserve"> and die nut</w:t>
            </w:r>
          </w:p>
        </w:tc>
        <w:tc>
          <w:tcPr>
            <w:tcW w:w="1410" w:type="dxa"/>
          </w:tcPr>
          <w:p w14:paraId="4323FC0B" w14:textId="512D94C0" w:rsidR="003676ED" w:rsidRPr="00896292" w:rsidRDefault="003676ED" w:rsidP="00882D84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</w:t>
            </w:r>
            <w:r w:rsidR="00A564A3" w:rsidRPr="00896292">
              <w:rPr>
                <w:sz w:val="22"/>
                <w:szCs w:val="22"/>
              </w:rPr>
              <w:t>X</w:t>
            </w:r>
          </w:p>
        </w:tc>
      </w:tr>
      <w:tr w:rsidR="003676ED" w14:paraId="1D048318" w14:textId="77777777" w:rsidTr="00B27F13">
        <w:tc>
          <w:tcPr>
            <w:tcW w:w="7650" w:type="dxa"/>
          </w:tcPr>
          <w:p w14:paraId="1AA934A2" w14:textId="00C5E271" w:rsidR="003676ED" w:rsidRPr="00896292" w:rsidRDefault="003676ED" w:rsidP="00882D84">
            <w:pPr>
              <w:pStyle w:val="Body"/>
              <w:numPr>
                <w:ilvl w:val="0"/>
                <w:numId w:val="11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</w:t>
            </w:r>
            <w:r w:rsidR="00A564A3" w:rsidRPr="00896292">
              <w:rPr>
                <w:sz w:val="22"/>
                <w:szCs w:val="22"/>
              </w:rPr>
              <w:t>Die nut, thread button</w:t>
            </w:r>
          </w:p>
        </w:tc>
        <w:tc>
          <w:tcPr>
            <w:tcW w:w="1410" w:type="dxa"/>
          </w:tcPr>
          <w:p w14:paraId="276D0924" w14:textId="77777777" w:rsidR="003676ED" w:rsidRDefault="003676ED" w:rsidP="00882D84">
            <w:pPr>
              <w:pStyle w:val="Body"/>
              <w:spacing w:line="240" w:lineRule="auto"/>
              <w:jc w:val="center"/>
            </w:pPr>
          </w:p>
        </w:tc>
      </w:tr>
      <w:tr w:rsidR="003676ED" w14:paraId="08BCF4F7" w14:textId="77777777" w:rsidTr="00B27F13">
        <w:tc>
          <w:tcPr>
            <w:tcW w:w="7650" w:type="dxa"/>
          </w:tcPr>
          <w:p w14:paraId="13F29FCC" w14:textId="2F4B1F36" w:rsidR="003676ED" w:rsidRPr="00896292" w:rsidRDefault="003676ED" w:rsidP="00882D84">
            <w:pPr>
              <w:pStyle w:val="Body"/>
              <w:numPr>
                <w:ilvl w:val="0"/>
                <w:numId w:val="11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</w:t>
            </w:r>
            <w:r w:rsidR="00B32282" w:rsidRPr="00896292">
              <w:rPr>
                <w:sz w:val="22"/>
                <w:szCs w:val="22"/>
              </w:rPr>
              <w:t xml:space="preserve">Intermediate </w:t>
            </w:r>
            <w:r w:rsidR="00A564A3" w:rsidRPr="00896292">
              <w:rPr>
                <w:sz w:val="22"/>
                <w:szCs w:val="22"/>
              </w:rPr>
              <w:t>and bottoming</w:t>
            </w:r>
          </w:p>
        </w:tc>
        <w:tc>
          <w:tcPr>
            <w:tcW w:w="1410" w:type="dxa"/>
          </w:tcPr>
          <w:p w14:paraId="3A131297" w14:textId="77777777" w:rsidR="003676ED" w:rsidRDefault="003676ED" w:rsidP="00882D84">
            <w:pPr>
              <w:pStyle w:val="Body"/>
              <w:spacing w:line="240" w:lineRule="auto"/>
              <w:jc w:val="center"/>
            </w:pPr>
          </w:p>
        </w:tc>
      </w:tr>
    </w:tbl>
    <w:p w14:paraId="06523B51" w14:textId="56516A98" w:rsidR="00B31772" w:rsidRDefault="00B31772" w:rsidP="05061E6D">
      <w:pPr>
        <w:pStyle w:val="Body"/>
        <w:rPr>
          <w:sz w:val="22"/>
          <w:szCs w:val="22"/>
        </w:rPr>
      </w:pPr>
    </w:p>
    <w:p w14:paraId="29175E2A" w14:textId="214134CC" w:rsidR="00A564A3" w:rsidRPr="00B30F8E" w:rsidRDefault="63DA5745" w:rsidP="63DA5745">
      <w:pPr>
        <w:pStyle w:val="Body"/>
        <w:numPr>
          <w:ilvl w:val="0"/>
          <w:numId w:val="5"/>
        </w:numPr>
        <w:spacing w:before="0"/>
        <w:rPr>
          <w:sz w:val="22"/>
          <w:szCs w:val="22"/>
        </w:rPr>
      </w:pPr>
      <w:r w:rsidRPr="63DA5745">
        <w:rPr>
          <w:sz w:val="22"/>
          <w:szCs w:val="22"/>
        </w:rPr>
        <w:t>(RK1) (PC1.1) The spanner which is least likely to slip and cause damage to hexagonal head of a bolt is a:</w:t>
      </w:r>
    </w:p>
    <w:p w14:paraId="00842D50" w14:textId="60102841" w:rsidR="00A564A3" w:rsidRDefault="00A564A3" w:rsidP="00A52B19">
      <w:pPr>
        <w:pStyle w:val="Caption"/>
        <w:keepNext/>
        <w:spacing w:before="0"/>
      </w:pPr>
      <w:r>
        <w:t xml:space="preserve">Table </w:t>
      </w:r>
      <w:r w:rsidR="000309A5">
        <w:t>5</w:t>
      </w:r>
      <w:r w:rsidR="00172926">
        <w:t>: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564A3" w14:paraId="6928C51F" w14:textId="77777777" w:rsidTr="05061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9CB0527" w14:textId="77777777" w:rsidR="00A564A3" w:rsidRPr="008B0674" w:rsidRDefault="00A564A3" w:rsidP="00A52B19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2C919C5F" w14:textId="77777777" w:rsidR="00A564A3" w:rsidRPr="008B0674" w:rsidRDefault="00A564A3" w:rsidP="00A52B19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Put X next to your answer</w:t>
            </w:r>
          </w:p>
        </w:tc>
      </w:tr>
      <w:tr w:rsidR="00A564A3" w14:paraId="1E04EEDD" w14:textId="77777777" w:rsidTr="05061E6D">
        <w:tc>
          <w:tcPr>
            <w:tcW w:w="7650" w:type="dxa"/>
          </w:tcPr>
          <w:p w14:paraId="5C1F2395" w14:textId="22CB2EE5" w:rsidR="006570FD" w:rsidRPr="00896292" w:rsidRDefault="05061E6D" w:rsidP="05061E6D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 xml:space="preserve"> Ring spanner</w:t>
            </w:r>
          </w:p>
        </w:tc>
        <w:tc>
          <w:tcPr>
            <w:tcW w:w="1410" w:type="dxa"/>
          </w:tcPr>
          <w:p w14:paraId="31A4E57E" w14:textId="29605341" w:rsidR="00A564A3" w:rsidRPr="00896292" w:rsidRDefault="05061E6D" w:rsidP="05061E6D">
            <w:pPr>
              <w:pStyle w:val="Body"/>
              <w:jc w:val="center"/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>X</w:t>
            </w:r>
          </w:p>
        </w:tc>
      </w:tr>
      <w:tr w:rsidR="00A564A3" w14:paraId="0978E8C1" w14:textId="77777777" w:rsidTr="05061E6D">
        <w:tc>
          <w:tcPr>
            <w:tcW w:w="7650" w:type="dxa"/>
          </w:tcPr>
          <w:p w14:paraId="3E4C50D4" w14:textId="67ECAE63" w:rsidR="00A564A3" w:rsidRPr="00896292" w:rsidRDefault="05061E6D" w:rsidP="05061E6D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>Open end spanner</w:t>
            </w:r>
          </w:p>
        </w:tc>
        <w:tc>
          <w:tcPr>
            <w:tcW w:w="1410" w:type="dxa"/>
          </w:tcPr>
          <w:p w14:paraId="10C5A5DE" w14:textId="59E625C1" w:rsidR="00A564A3" w:rsidRDefault="00A564A3" w:rsidP="05061E6D">
            <w:pPr>
              <w:pStyle w:val="Body"/>
              <w:jc w:val="center"/>
            </w:pPr>
          </w:p>
        </w:tc>
      </w:tr>
      <w:tr w:rsidR="00A564A3" w14:paraId="108D3837" w14:textId="77777777" w:rsidTr="05061E6D">
        <w:tc>
          <w:tcPr>
            <w:tcW w:w="7650" w:type="dxa"/>
          </w:tcPr>
          <w:p w14:paraId="7E85E2F1" w14:textId="43790279" w:rsidR="00A564A3" w:rsidRPr="00896292" w:rsidRDefault="05061E6D" w:rsidP="05061E6D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 xml:space="preserve">Podge spanner </w:t>
            </w:r>
          </w:p>
        </w:tc>
        <w:tc>
          <w:tcPr>
            <w:tcW w:w="1410" w:type="dxa"/>
          </w:tcPr>
          <w:p w14:paraId="7160258B" w14:textId="77777777" w:rsidR="00A564A3" w:rsidRDefault="00A564A3" w:rsidP="05061E6D">
            <w:pPr>
              <w:pStyle w:val="Body"/>
              <w:jc w:val="center"/>
            </w:pPr>
          </w:p>
        </w:tc>
      </w:tr>
      <w:tr w:rsidR="00A564A3" w14:paraId="7A8A757C" w14:textId="77777777" w:rsidTr="05061E6D">
        <w:tc>
          <w:tcPr>
            <w:tcW w:w="7650" w:type="dxa"/>
          </w:tcPr>
          <w:p w14:paraId="14B24D0E" w14:textId="25E57625" w:rsidR="00A564A3" w:rsidRPr="00896292" w:rsidRDefault="05061E6D" w:rsidP="05061E6D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>Shifting wrench</w:t>
            </w:r>
          </w:p>
        </w:tc>
        <w:tc>
          <w:tcPr>
            <w:tcW w:w="1410" w:type="dxa"/>
          </w:tcPr>
          <w:p w14:paraId="1742D8F9" w14:textId="4B2738ED" w:rsidR="00A564A3" w:rsidRDefault="00A564A3" w:rsidP="05061E6D">
            <w:pPr>
              <w:pStyle w:val="Body"/>
            </w:pPr>
          </w:p>
        </w:tc>
      </w:tr>
    </w:tbl>
    <w:p w14:paraId="696C5432" w14:textId="1C63E06D" w:rsidR="003358A7" w:rsidRDefault="003358A7" w:rsidP="00A52B19">
      <w:pPr>
        <w:spacing w:before="0"/>
      </w:pPr>
    </w:p>
    <w:p w14:paraId="0EB6366D" w14:textId="77777777" w:rsidR="00882D84" w:rsidRDefault="00882D84" w:rsidP="00A52B19">
      <w:pPr>
        <w:spacing w:before="0"/>
        <w:sectPr w:rsidR="00882D84" w:rsidSect="007A2378">
          <w:pgSz w:w="11906" w:h="16838"/>
          <w:pgMar w:top="1418" w:right="1418" w:bottom="1418" w:left="1418" w:header="567" w:footer="283" w:gutter="0"/>
          <w:cols w:space="4253"/>
          <w:docGrid w:linePitch="360"/>
        </w:sectPr>
      </w:pPr>
    </w:p>
    <w:p w14:paraId="68E5BF8D" w14:textId="7FC15862" w:rsidR="00A564A3" w:rsidRPr="00B30F8E" w:rsidRDefault="63DA5745" w:rsidP="63DA5745">
      <w:pPr>
        <w:pStyle w:val="Body"/>
        <w:numPr>
          <w:ilvl w:val="0"/>
          <w:numId w:val="5"/>
        </w:numPr>
        <w:spacing w:before="0"/>
        <w:rPr>
          <w:sz w:val="22"/>
          <w:szCs w:val="22"/>
        </w:rPr>
      </w:pPr>
      <w:r w:rsidRPr="63DA5745">
        <w:rPr>
          <w:sz w:val="22"/>
          <w:szCs w:val="22"/>
        </w:rPr>
        <w:lastRenderedPageBreak/>
        <w:t>(RK1) (PC1.1) The tool used to align bolt holes in steel plates</w:t>
      </w:r>
      <w:r w:rsidR="00157A23">
        <w:rPr>
          <w:sz w:val="22"/>
          <w:szCs w:val="22"/>
        </w:rPr>
        <w:t>,</w:t>
      </w:r>
      <w:r w:rsidRPr="63DA5745">
        <w:rPr>
          <w:sz w:val="22"/>
          <w:szCs w:val="22"/>
        </w:rPr>
        <w:t xml:space="preserve"> which allow</w:t>
      </w:r>
      <w:r w:rsidR="00157A23">
        <w:rPr>
          <w:sz w:val="22"/>
          <w:szCs w:val="22"/>
        </w:rPr>
        <w:t>s</w:t>
      </w:r>
      <w:r w:rsidRPr="63DA5745">
        <w:rPr>
          <w:sz w:val="22"/>
          <w:szCs w:val="22"/>
        </w:rPr>
        <w:t xml:space="preserve"> bolts to be fitted is a: </w:t>
      </w:r>
    </w:p>
    <w:p w14:paraId="50F26508" w14:textId="4CAAD9CF" w:rsidR="00A564A3" w:rsidRDefault="00A564A3" w:rsidP="00A52B19">
      <w:pPr>
        <w:pStyle w:val="Caption"/>
        <w:keepNext/>
        <w:spacing w:before="0"/>
      </w:pPr>
      <w:r>
        <w:t xml:space="preserve">Table </w:t>
      </w:r>
      <w:r w:rsidR="000309A5">
        <w:t>6</w:t>
      </w:r>
      <w:r w:rsidR="00172926">
        <w:t>: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564A3" w14:paraId="3E4EB4EC" w14:textId="77777777" w:rsidTr="007065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E1AB174" w14:textId="77777777" w:rsidR="00A564A3" w:rsidRPr="008B0674" w:rsidRDefault="00A564A3" w:rsidP="00A52B19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6116AF44" w14:textId="77777777" w:rsidR="00A564A3" w:rsidRPr="008B0674" w:rsidRDefault="00A564A3" w:rsidP="00A52B19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Put X next to your answer</w:t>
            </w:r>
          </w:p>
        </w:tc>
      </w:tr>
      <w:tr w:rsidR="009C5029" w14:paraId="5B5DA6A7" w14:textId="77777777" w:rsidTr="00706536">
        <w:tc>
          <w:tcPr>
            <w:tcW w:w="7650" w:type="dxa"/>
          </w:tcPr>
          <w:p w14:paraId="6C7F86D1" w14:textId="0490D220" w:rsidR="009C5029" w:rsidRPr="00896292" w:rsidRDefault="009C5029" w:rsidP="00882D84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Ring spanner</w:t>
            </w:r>
          </w:p>
        </w:tc>
        <w:tc>
          <w:tcPr>
            <w:tcW w:w="1410" w:type="dxa"/>
          </w:tcPr>
          <w:p w14:paraId="7363EBE5" w14:textId="77777777" w:rsidR="009C5029" w:rsidRDefault="009C5029" w:rsidP="00882D84">
            <w:pPr>
              <w:pStyle w:val="Body"/>
              <w:jc w:val="center"/>
            </w:pPr>
          </w:p>
        </w:tc>
      </w:tr>
      <w:tr w:rsidR="009C5029" w14:paraId="3195451B" w14:textId="77777777" w:rsidTr="00706536">
        <w:tc>
          <w:tcPr>
            <w:tcW w:w="7650" w:type="dxa"/>
          </w:tcPr>
          <w:p w14:paraId="32CF3540" w14:textId="42D9CAE6" w:rsidR="009C5029" w:rsidRPr="00896292" w:rsidRDefault="009C5029" w:rsidP="00882D84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Open end spanner</w:t>
            </w:r>
          </w:p>
        </w:tc>
        <w:tc>
          <w:tcPr>
            <w:tcW w:w="1410" w:type="dxa"/>
          </w:tcPr>
          <w:p w14:paraId="523AB742" w14:textId="77777777" w:rsidR="009C5029" w:rsidRDefault="009C5029" w:rsidP="00882D84">
            <w:pPr>
              <w:pStyle w:val="Body"/>
              <w:jc w:val="center"/>
            </w:pPr>
          </w:p>
        </w:tc>
      </w:tr>
      <w:tr w:rsidR="009C5029" w14:paraId="1FA100F0" w14:textId="77777777" w:rsidTr="00706536">
        <w:tc>
          <w:tcPr>
            <w:tcW w:w="7650" w:type="dxa"/>
          </w:tcPr>
          <w:p w14:paraId="4688E663" w14:textId="3849B904" w:rsidR="009C5029" w:rsidRPr="00896292" w:rsidRDefault="009C5029" w:rsidP="00882D84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Podge spanner </w:t>
            </w:r>
          </w:p>
        </w:tc>
        <w:tc>
          <w:tcPr>
            <w:tcW w:w="1410" w:type="dxa"/>
          </w:tcPr>
          <w:p w14:paraId="0CFB4C0B" w14:textId="455E99C7" w:rsidR="009C5029" w:rsidRPr="00896292" w:rsidRDefault="009C5029" w:rsidP="00882D84">
            <w:pPr>
              <w:pStyle w:val="Body"/>
              <w:jc w:val="center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X</w:t>
            </w:r>
          </w:p>
        </w:tc>
      </w:tr>
      <w:tr w:rsidR="009C5029" w14:paraId="2B6F7E23" w14:textId="77777777" w:rsidTr="00706536">
        <w:tc>
          <w:tcPr>
            <w:tcW w:w="7650" w:type="dxa"/>
          </w:tcPr>
          <w:p w14:paraId="7EADC0D7" w14:textId="7F4B91A9" w:rsidR="009C5029" w:rsidRPr="00896292" w:rsidRDefault="009C5029" w:rsidP="00882D84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Shifting wrench</w:t>
            </w:r>
          </w:p>
        </w:tc>
        <w:tc>
          <w:tcPr>
            <w:tcW w:w="1410" w:type="dxa"/>
          </w:tcPr>
          <w:p w14:paraId="6ACBE726" w14:textId="77777777" w:rsidR="009C5029" w:rsidRDefault="009C5029" w:rsidP="00882D84">
            <w:pPr>
              <w:pStyle w:val="Body"/>
            </w:pPr>
          </w:p>
        </w:tc>
      </w:tr>
    </w:tbl>
    <w:p w14:paraId="071E1F71" w14:textId="7DF12CAE" w:rsidR="00B32282" w:rsidRDefault="00B32282" w:rsidP="00A52B19">
      <w:pPr>
        <w:pStyle w:val="Body"/>
        <w:spacing w:before="0"/>
      </w:pPr>
    </w:p>
    <w:p w14:paraId="0F136075" w14:textId="3B914326" w:rsidR="009C5029" w:rsidRPr="00B30F8E" w:rsidRDefault="63DA5745" w:rsidP="63DA5745">
      <w:pPr>
        <w:pStyle w:val="Body"/>
        <w:numPr>
          <w:ilvl w:val="0"/>
          <w:numId w:val="5"/>
        </w:numPr>
        <w:spacing w:before="0"/>
        <w:rPr>
          <w:sz w:val="22"/>
          <w:szCs w:val="22"/>
        </w:rPr>
      </w:pPr>
      <w:r w:rsidRPr="63DA5745">
        <w:rPr>
          <w:sz w:val="22"/>
          <w:szCs w:val="22"/>
        </w:rPr>
        <w:t xml:space="preserve">(RK1) (PC1.1 PC1.2) The wrench which is used to tighten a nut or bolt to a specific tension is a: </w:t>
      </w:r>
    </w:p>
    <w:p w14:paraId="756821D2" w14:textId="3BED8F41" w:rsidR="009C5029" w:rsidRDefault="009C5029" w:rsidP="00A52B19">
      <w:pPr>
        <w:pStyle w:val="Caption"/>
        <w:keepNext/>
        <w:spacing w:before="0"/>
      </w:pPr>
      <w:r>
        <w:t xml:space="preserve">Table </w:t>
      </w:r>
      <w:r w:rsidR="000309A5">
        <w:t>7</w:t>
      </w:r>
      <w:r w:rsidR="008B0674">
        <w:t>: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9C5029" w14:paraId="4C334F51" w14:textId="77777777" w:rsidTr="05061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6E673C5" w14:textId="77777777" w:rsidR="009C5029" w:rsidRPr="008B0674" w:rsidRDefault="009C5029" w:rsidP="00A52B19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41F4176C" w14:textId="77777777" w:rsidR="009C5029" w:rsidRPr="008B0674" w:rsidRDefault="009C5029" w:rsidP="00A52B19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Put X next to your answer</w:t>
            </w:r>
          </w:p>
        </w:tc>
      </w:tr>
      <w:tr w:rsidR="009A5D1A" w14:paraId="47733FCE" w14:textId="77777777" w:rsidTr="05061E6D">
        <w:tc>
          <w:tcPr>
            <w:tcW w:w="7650" w:type="dxa"/>
          </w:tcPr>
          <w:p w14:paraId="6776C265" w14:textId="16D75CE9" w:rsidR="009A5D1A" w:rsidRPr="00896292" w:rsidRDefault="05061E6D" w:rsidP="05061E6D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 xml:space="preserve"> Torque wrench </w:t>
            </w:r>
          </w:p>
        </w:tc>
        <w:tc>
          <w:tcPr>
            <w:tcW w:w="1410" w:type="dxa"/>
          </w:tcPr>
          <w:p w14:paraId="520C9314" w14:textId="079C2F06" w:rsidR="009A5D1A" w:rsidRPr="00896292" w:rsidRDefault="05061E6D" w:rsidP="05061E6D">
            <w:pPr>
              <w:pStyle w:val="Body"/>
              <w:jc w:val="center"/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>X</w:t>
            </w:r>
          </w:p>
        </w:tc>
      </w:tr>
      <w:tr w:rsidR="009A5D1A" w14:paraId="52925351" w14:textId="77777777" w:rsidTr="05061E6D">
        <w:tc>
          <w:tcPr>
            <w:tcW w:w="7650" w:type="dxa"/>
          </w:tcPr>
          <w:p w14:paraId="2B639E00" w14:textId="22D03D63" w:rsidR="009A5D1A" w:rsidRPr="00896292" w:rsidRDefault="05061E6D" w:rsidP="05061E6D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>Adjustable wrench</w:t>
            </w:r>
          </w:p>
        </w:tc>
        <w:tc>
          <w:tcPr>
            <w:tcW w:w="1410" w:type="dxa"/>
          </w:tcPr>
          <w:p w14:paraId="27B12983" w14:textId="77777777" w:rsidR="009A5D1A" w:rsidRPr="00896292" w:rsidRDefault="009A5D1A" w:rsidP="05061E6D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9A5D1A" w14:paraId="2FDE3A44" w14:textId="77777777" w:rsidTr="05061E6D">
        <w:tc>
          <w:tcPr>
            <w:tcW w:w="7650" w:type="dxa"/>
          </w:tcPr>
          <w:p w14:paraId="52932444" w14:textId="1A49B29E" w:rsidR="009A5D1A" w:rsidRPr="00896292" w:rsidRDefault="05061E6D" w:rsidP="05061E6D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>Combination open end and ring spanner</w:t>
            </w:r>
          </w:p>
        </w:tc>
        <w:tc>
          <w:tcPr>
            <w:tcW w:w="1410" w:type="dxa"/>
          </w:tcPr>
          <w:p w14:paraId="71E3165F" w14:textId="77777777" w:rsidR="009A5D1A" w:rsidRPr="00896292" w:rsidRDefault="009A5D1A" w:rsidP="05061E6D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9A5D1A" w14:paraId="36B4E1D9" w14:textId="77777777" w:rsidTr="05061E6D">
        <w:tc>
          <w:tcPr>
            <w:tcW w:w="7650" w:type="dxa"/>
          </w:tcPr>
          <w:p w14:paraId="7B6E1100" w14:textId="1BDF5276" w:rsidR="009A5D1A" w:rsidRPr="00896292" w:rsidRDefault="05061E6D" w:rsidP="05061E6D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 xml:space="preserve">Socket spanner </w:t>
            </w:r>
          </w:p>
        </w:tc>
        <w:tc>
          <w:tcPr>
            <w:tcW w:w="1410" w:type="dxa"/>
          </w:tcPr>
          <w:p w14:paraId="488F2615" w14:textId="77777777" w:rsidR="009A5D1A" w:rsidRPr="00896292" w:rsidRDefault="009A5D1A" w:rsidP="05061E6D">
            <w:pPr>
              <w:pStyle w:val="Body"/>
              <w:rPr>
                <w:sz w:val="22"/>
                <w:szCs w:val="22"/>
              </w:rPr>
            </w:pPr>
          </w:p>
        </w:tc>
      </w:tr>
    </w:tbl>
    <w:p w14:paraId="09F825A3" w14:textId="5EEA9554" w:rsidR="00B31772" w:rsidRDefault="00B31772" w:rsidP="00A564A3"/>
    <w:p w14:paraId="744E7B22" w14:textId="642F776A" w:rsidR="009A5D1A" w:rsidRPr="00066016" w:rsidRDefault="63DA5745" w:rsidP="63DA5745">
      <w:pPr>
        <w:pStyle w:val="Body"/>
        <w:numPr>
          <w:ilvl w:val="0"/>
          <w:numId w:val="5"/>
        </w:numPr>
        <w:spacing w:before="0"/>
        <w:rPr>
          <w:sz w:val="22"/>
          <w:szCs w:val="22"/>
        </w:rPr>
      </w:pPr>
      <w:r w:rsidRPr="63DA5745">
        <w:rPr>
          <w:sz w:val="22"/>
          <w:szCs w:val="22"/>
        </w:rPr>
        <w:t>(RK1) (PC1.1) From the list below select the tool suitable for loosening tight screws by striking the tool with a hammer is a:</w:t>
      </w:r>
    </w:p>
    <w:p w14:paraId="01D6CA7B" w14:textId="2EA8102A" w:rsidR="009A5D1A" w:rsidRDefault="009A5D1A" w:rsidP="008B0674">
      <w:pPr>
        <w:pStyle w:val="Caption"/>
        <w:keepNext/>
        <w:spacing w:before="0"/>
      </w:pPr>
      <w:r>
        <w:t xml:space="preserve">Table </w:t>
      </w:r>
      <w:r w:rsidR="000309A5">
        <w:t>8</w:t>
      </w:r>
      <w:r w:rsidR="00B31772">
        <w:t>: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9A5D1A" w14:paraId="2A7D3411" w14:textId="77777777" w:rsidTr="05061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8227F5E" w14:textId="77777777" w:rsidR="009A5D1A" w:rsidRPr="008B0674" w:rsidRDefault="009A5D1A" w:rsidP="008B0674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4E7CF2D8" w14:textId="77777777" w:rsidR="009A5D1A" w:rsidRPr="008B0674" w:rsidRDefault="009A5D1A" w:rsidP="008B0674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Put X next to your answer</w:t>
            </w:r>
          </w:p>
        </w:tc>
      </w:tr>
      <w:tr w:rsidR="009A5D1A" w14:paraId="762FDF32" w14:textId="77777777" w:rsidTr="05061E6D">
        <w:tc>
          <w:tcPr>
            <w:tcW w:w="7650" w:type="dxa"/>
          </w:tcPr>
          <w:p w14:paraId="204343B9" w14:textId="3D1B90DB" w:rsidR="009A5D1A" w:rsidRPr="00896292" w:rsidRDefault="05061E6D" w:rsidP="05061E6D">
            <w:pPr>
              <w:pStyle w:val="Body"/>
              <w:numPr>
                <w:ilvl w:val="0"/>
                <w:numId w:val="15"/>
              </w:numPr>
              <w:spacing w:before="0"/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 xml:space="preserve"> Posi-drive screw driver</w:t>
            </w:r>
          </w:p>
        </w:tc>
        <w:tc>
          <w:tcPr>
            <w:tcW w:w="1410" w:type="dxa"/>
          </w:tcPr>
          <w:p w14:paraId="4F89D7FD" w14:textId="77777777" w:rsidR="009A5D1A" w:rsidRPr="00896292" w:rsidRDefault="009A5D1A" w:rsidP="05061E6D">
            <w:pPr>
              <w:pStyle w:val="Body"/>
              <w:spacing w:before="0"/>
              <w:jc w:val="center"/>
              <w:rPr>
                <w:sz w:val="22"/>
                <w:szCs w:val="22"/>
              </w:rPr>
            </w:pPr>
          </w:p>
        </w:tc>
      </w:tr>
      <w:tr w:rsidR="009A5D1A" w14:paraId="372C7691" w14:textId="77777777" w:rsidTr="05061E6D">
        <w:tc>
          <w:tcPr>
            <w:tcW w:w="7650" w:type="dxa"/>
          </w:tcPr>
          <w:p w14:paraId="25927CA6" w14:textId="7460EB3D" w:rsidR="009A5D1A" w:rsidRPr="00896292" w:rsidRDefault="05061E6D" w:rsidP="05061E6D">
            <w:pPr>
              <w:pStyle w:val="Body"/>
              <w:numPr>
                <w:ilvl w:val="0"/>
                <w:numId w:val="15"/>
              </w:numPr>
              <w:spacing w:before="0"/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 xml:space="preserve">Phillips head screw driver </w:t>
            </w:r>
          </w:p>
        </w:tc>
        <w:tc>
          <w:tcPr>
            <w:tcW w:w="1410" w:type="dxa"/>
          </w:tcPr>
          <w:p w14:paraId="7FC4ACF7" w14:textId="77777777" w:rsidR="009A5D1A" w:rsidRPr="00896292" w:rsidRDefault="009A5D1A" w:rsidP="05061E6D">
            <w:pPr>
              <w:pStyle w:val="Body"/>
              <w:spacing w:before="0"/>
              <w:jc w:val="center"/>
              <w:rPr>
                <w:sz w:val="22"/>
                <w:szCs w:val="22"/>
              </w:rPr>
            </w:pPr>
          </w:p>
        </w:tc>
      </w:tr>
      <w:tr w:rsidR="009A5D1A" w14:paraId="14451DB5" w14:textId="77777777" w:rsidTr="05061E6D">
        <w:tc>
          <w:tcPr>
            <w:tcW w:w="7650" w:type="dxa"/>
          </w:tcPr>
          <w:p w14:paraId="3FCD75D0" w14:textId="3191F586" w:rsidR="009A5D1A" w:rsidRPr="00896292" w:rsidRDefault="05061E6D" w:rsidP="05061E6D">
            <w:pPr>
              <w:pStyle w:val="Body"/>
              <w:numPr>
                <w:ilvl w:val="0"/>
                <w:numId w:val="15"/>
              </w:numPr>
              <w:spacing w:before="0"/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>Off set screw driver</w:t>
            </w:r>
          </w:p>
        </w:tc>
        <w:tc>
          <w:tcPr>
            <w:tcW w:w="1410" w:type="dxa"/>
          </w:tcPr>
          <w:p w14:paraId="482D7DEF" w14:textId="77777777" w:rsidR="009A5D1A" w:rsidRPr="00896292" w:rsidRDefault="009A5D1A" w:rsidP="05061E6D">
            <w:pPr>
              <w:pStyle w:val="Body"/>
              <w:spacing w:before="0"/>
              <w:jc w:val="center"/>
              <w:rPr>
                <w:sz w:val="22"/>
                <w:szCs w:val="22"/>
              </w:rPr>
            </w:pPr>
          </w:p>
        </w:tc>
      </w:tr>
      <w:tr w:rsidR="009A5D1A" w14:paraId="19F36918" w14:textId="77777777" w:rsidTr="05061E6D">
        <w:tc>
          <w:tcPr>
            <w:tcW w:w="7650" w:type="dxa"/>
          </w:tcPr>
          <w:p w14:paraId="3A91611A" w14:textId="793CCA2B" w:rsidR="009A5D1A" w:rsidRPr="00896292" w:rsidRDefault="05061E6D" w:rsidP="05061E6D">
            <w:pPr>
              <w:pStyle w:val="Body"/>
              <w:numPr>
                <w:ilvl w:val="0"/>
                <w:numId w:val="15"/>
              </w:numPr>
              <w:spacing w:before="0"/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 xml:space="preserve">Through tang screw driver  </w:t>
            </w:r>
          </w:p>
        </w:tc>
        <w:tc>
          <w:tcPr>
            <w:tcW w:w="1410" w:type="dxa"/>
          </w:tcPr>
          <w:p w14:paraId="7646ECB2" w14:textId="2526FAA7" w:rsidR="009A5D1A" w:rsidRPr="00896292" w:rsidRDefault="05061E6D" w:rsidP="05061E6D">
            <w:pPr>
              <w:pStyle w:val="Body"/>
              <w:spacing w:before="0"/>
              <w:jc w:val="center"/>
              <w:rPr>
                <w:sz w:val="22"/>
                <w:szCs w:val="22"/>
              </w:rPr>
            </w:pPr>
            <w:r w:rsidRPr="05061E6D">
              <w:rPr>
                <w:sz w:val="22"/>
                <w:szCs w:val="22"/>
              </w:rPr>
              <w:t>X</w:t>
            </w:r>
          </w:p>
        </w:tc>
      </w:tr>
    </w:tbl>
    <w:p w14:paraId="7E0DC44B" w14:textId="5166E0BC" w:rsidR="009A5D1A" w:rsidRDefault="009A5D1A" w:rsidP="008B0674">
      <w:pPr>
        <w:spacing w:before="0"/>
      </w:pPr>
    </w:p>
    <w:p w14:paraId="0BD3F0C4" w14:textId="760EE83A" w:rsidR="002F602B" w:rsidRPr="00B30F8E" w:rsidRDefault="63DA5745" w:rsidP="00B31772">
      <w:pPr>
        <w:pStyle w:val="Body"/>
        <w:numPr>
          <w:ilvl w:val="0"/>
          <w:numId w:val="5"/>
        </w:numPr>
        <w:spacing w:before="0"/>
        <w:rPr>
          <w:sz w:val="22"/>
          <w:szCs w:val="22"/>
        </w:rPr>
      </w:pPr>
      <w:r w:rsidRPr="63DA5745">
        <w:rPr>
          <w:sz w:val="22"/>
          <w:szCs w:val="22"/>
        </w:rPr>
        <w:lastRenderedPageBreak/>
        <w:t>(RK2) What is the main cause of hacksaw blades bending or breaking when cutting?</w:t>
      </w:r>
    </w:p>
    <w:p w14:paraId="5CC83664" w14:textId="42AEB334" w:rsidR="002F602B" w:rsidRDefault="002F602B" w:rsidP="008B0674">
      <w:pPr>
        <w:pStyle w:val="Caption"/>
        <w:keepNext/>
        <w:spacing w:before="0"/>
      </w:pPr>
      <w:r>
        <w:t xml:space="preserve">Table </w:t>
      </w:r>
      <w:r w:rsidR="000309A5">
        <w:t>9</w:t>
      </w:r>
      <w:r w:rsidR="000F385C">
        <w:t>: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F602B" w14:paraId="1AB517BF" w14:textId="77777777" w:rsidTr="002F60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7DB7419" w14:textId="77777777" w:rsidR="002F602B" w:rsidRPr="008B0674" w:rsidRDefault="002F602B" w:rsidP="008B0674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0901876D" w14:textId="77777777" w:rsidR="002F602B" w:rsidRPr="008B0674" w:rsidRDefault="002F602B" w:rsidP="008B0674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Put X next to your answer</w:t>
            </w:r>
          </w:p>
        </w:tc>
      </w:tr>
      <w:tr w:rsidR="002F602B" w14:paraId="64A9D1E8" w14:textId="77777777" w:rsidTr="002F602B">
        <w:tc>
          <w:tcPr>
            <w:tcW w:w="7650" w:type="dxa"/>
          </w:tcPr>
          <w:p w14:paraId="305CC83D" w14:textId="25C6BBB0" w:rsidR="002F602B" w:rsidRPr="00896292" w:rsidRDefault="0096683D" w:rsidP="00882D84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Using too high a tooth pitch blade for the material being cut</w:t>
            </w:r>
            <w:r w:rsidR="002F602B" w:rsidRPr="008962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0" w:type="dxa"/>
          </w:tcPr>
          <w:p w14:paraId="727A9B6E" w14:textId="77777777" w:rsidR="002F602B" w:rsidRPr="00896292" w:rsidRDefault="002F602B" w:rsidP="00882D84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2F602B" w14:paraId="76EF9F8F" w14:textId="77777777" w:rsidTr="002F602B">
        <w:tc>
          <w:tcPr>
            <w:tcW w:w="7650" w:type="dxa"/>
          </w:tcPr>
          <w:p w14:paraId="61E6905D" w14:textId="206431FC" w:rsidR="002F602B" w:rsidRPr="00896292" w:rsidRDefault="0096683D" w:rsidP="00882D84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Cutting at an angle</w:t>
            </w:r>
          </w:p>
        </w:tc>
        <w:tc>
          <w:tcPr>
            <w:tcW w:w="1410" w:type="dxa"/>
          </w:tcPr>
          <w:p w14:paraId="653D2CE1" w14:textId="77777777" w:rsidR="002F602B" w:rsidRPr="00896292" w:rsidRDefault="002F602B" w:rsidP="00882D84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2F602B" w14:paraId="08038FE6" w14:textId="77777777" w:rsidTr="002F602B">
        <w:tc>
          <w:tcPr>
            <w:tcW w:w="7650" w:type="dxa"/>
          </w:tcPr>
          <w:p w14:paraId="61C91966" w14:textId="20665CD3" w:rsidR="002F602B" w:rsidRPr="00896292" w:rsidRDefault="0096683D" w:rsidP="00882D84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Insufficient tension on blade</w:t>
            </w:r>
          </w:p>
        </w:tc>
        <w:tc>
          <w:tcPr>
            <w:tcW w:w="1410" w:type="dxa"/>
          </w:tcPr>
          <w:p w14:paraId="7AE03FFC" w14:textId="2DC47A50" w:rsidR="002F602B" w:rsidRPr="00896292" w:rsidRDefault="0096683D" w:rsidP="00882D84">
            <w:pPr>
              <w:pStyle w:val="Body"/>
              <w:jc w:val="center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X</w:t>
            </w:r>
          </w:p>
        </w:tc>
      </w:tr>
      <w:tr w:rsidR="002F602B" w14:paraId="3766C34A" w14:textId="77777777" w:rsidTr="002F602B">
        <w:tc>
          <w:tcPr>
            <w:tcW w:w="7650" w:type="dxa"/>
          </w:tcPr>
          <w:p w14:paraId="0BB42D05" w14:textId="6E673560" w:rsidR="002F602B" w:rsidRPr="00896292" w:rsidRDefault="00A52B19" w:rsidP="00882D84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 is held too tight in the vice</w:t>
            </w:r>
          </w:p>
        </w:tc>
        <w:tc>
          <w:tcPr>
            <w:tcW w:w="1410" w:type="dxa"/>
          </w:tcPr>
          <w:p w14:paraId="1A2FD0B7" w14:textId="77777777" w:rsidR="002F602B" w:rsidRPr="00896292" w:rsidRDefault="002F602B" w:rsidP="00882D84">
            <w:pPr>
              <w:pStyle w:val="Body"/>
              <w:rPr>
                <w:sz w:val="22"/>
                <w:szCs w:val="22"/>
              </w:rPr>
            </w:pPr>
          </w:p>
        </w:tc>
      </w:tr>
    </w:tbl>
    <w:p w14:paraId="62F2375F" w14:textId="6FFB8221" w:rsidR="002F602B" w:rsidRDefault="002F602B" w:rsidP="008B0674">
      <w:pPr>
        <w:spacing w:before="0"/>
      </w:pPr>
    </w:p>
    <w:p w14:paraId="64B92066" w14:textId="12EC09DE" w:rsidR="00FF42F4" w:rsidRPr="00882D84" w:rsidRDefault="63DA5745" w:rsidP="63DA5745">
      <w:pPr>
        <w:pStyle w:val="Body"/>
        <w:numPr>
          <w:ilvl w:val="0"/>
          <w:numId w:val="5"/>
        </w:numPr>
        <w:spacing w:before="0"/>
        <w:rPr>
          <w:sz w:val="22"/>
          <w:szCs w:val="22"/>
        </w:rPr>
      </w:pPr>
      <w:r w:rsidRPr="63DA5745">
        <w:rPr>
          <w:sz w:val="22"/>
          <w:szCs w:val="22"/>
        </w:rPr>
        <w:t>(RK2) (RS6) When sharpening a chisel using a bench grinder care must be taken not to overheat the cutting edge of the chisel as this will result in:</w:t>
      </w:r>
    </w:p>
    <w:p w14:paraId="1AC77B02" w14:textId="6C33A586" w:rsidR="002F602B" w:rsidRDefault="002F602B" w:rsidP="008B0674">
      <w:pPr>
        <w:pStyle w:val="Caption"/>
        <w:keepNext/>
        <w:spacing w:before="0"/>
      </w:pPr>
      <w:r>
        <w:t xml:space="preserve">Table </w:t>
      </w:r>
      <w:r w:rsidR="000309A5">
        <w:t>10</w:t>
      </w:r>
      <w:r w:rsidR="000F385C">
        <w:t>: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F602B" w14:paraId="46FB23BB" w14:textId="77777777" w:rsidTr="002F60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1C6B831" w14:textId="77777777" w:rsidR="002F602B" w:rsidRPr="008B0674" w:rsidRDefault="002F602B" w:rsidP="008B0674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6F95200A" w14:textId="77777777" w:rsidR="002F602B" w:rsidRPr="008B0674" w:rsidRDefault="002F602B" w:rsidP="008B0674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Put X next to your answer</w:t>
            </w:r>
          </w:p>
        </w:tc>
      </w:tr>
      <w:tr w:rsidR="002F602B" w14:paraId="491CBF37" w14:textId="77777777" w:rsidTr="002F602B">
        <w:tc>
          <w:tcPr>
            <w:tcW w:w="7650" w:type="dxa"/>
          </w:tcPr>
          <w:p w14:paraId="2B969FC4" w14:textId="2B3B8FB9" w:rsidR="00A12A07" w:rsidRPr="00A12A07" w:rsidRDefault="00FF42F4" w:rsidP="00882D84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623BF">
              <w:rPr>
                <w:sz w:val="22"/>
                <w:szCs w:val="22"/>
              </w:rPr>
              <w:t xml:space="preserve">The cutting </w:t>
            </w:r>
            <w:r w:rsidR="000F385C">
              <w:rPr>
                <w:sz w:val="22"/>
                <w:szCs w:val="22"/>
              </w:rPr>
              <w:t>angle will change</w:t>
            </w:r>
          </w:p>
        </w:tc>
        <w:tc>
          <w:tcPr>
            <w:tcW w:w="1410" w:type="dxa"/>
          </w:tcPr>
          <w:p w14:paraId="4C7BEC15" w14:textId="77777777" w:rsidR="002F602B" w:rsidRDefault="002F602B" w:rsidP="00882D84">
            <w:pPr>
              <w:pStyle w:val="Body"/>
              <w:jc w:val="center"/>
            </w:pPr>
          </w:p>
        </w:tc>
      </w:tr>
      <w:tr w:rsidR="002F602B" w14:paraId="7F024F27" w14:textId="77777777" w:rsidTr="002F602B">
        <w:tc>
          <w:tcPr>
            <w:tcW w:w="7650" w:type="dxa"/>
          </w:tcPr>
          <w:p w14:paraId="6EE075CC" w14:textId="5A75BE08" w:rsidR="00FF42F4" w:rsidRPr="00F623BF" w:rsidRDefault="00FF42F4" w:rsidP="00882D84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623BF">
              <w:rPr>
                <w:sz w:val="22"/>
                <w:szCs w:val="22"/>
              </w:rPr>
              <w:t>A change in hardness to the cutting edge</w:t>
            </w:r>
          </w:p>
        </w:tc>
        <w:tc>
          <w:tcPr>
            <w:tcW w:w="1410" w:type="dxa"/>
          </w:tcPr>
          <w:p w14:paraId="341404A0" w14:textId="794C2DF0" w:rsidR="002F602B" w:rsidRPr="00896292" w:rsidRDefault="00F37657" w:rsidP="00882D84">
            <w:pPr>
              <w:pStyle w:val="Body"/>
              <w:jc w:val="center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X</w:t>
            </w:r>
          </w:p>
        </w:tc>
      </w:tr>
      <w:tr w:rsidR="002F602B" w14:paraId="3AAA6EA2" w14:textId="77777777" w:rsidTr="002F602B">
        <w:tc>
          <w:tcPr>
            <w:tcW w:w="7650" w:type="dxa"/>
          </w:tcPr>
          <w:p w14:paraId="16A393FD" w14:textId="02538DDB" w:rsidR="00FF42F4" w:rsidRPr="00F623BF" w:rsidRDefault="00FF42F4" w:rsidP="00882D84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623BF">
              <w:rPr>
                <w:sz w:val="22"/>
                <w:szCs w:val="22"/>
              </w:rPr>
              <w:t>A mushroom effect to the cutting edge</w:t>
            </w:r>
          </w:p>
        </w:tc>
        <w:tc>
          <w:tcPr>
            <w:tcW w:w="1410" w:type="dxa"/>
          </w:tcPr>
          <w:p w14:paraId="1C711E77" w14:textId="77777777" w:rsidR="002F602B" w:rsidRDefault="002F602B" w:rsidP="00882D84">
            <w:pPr>
              <w:pStyle w:val="Body"/>
              <w:jc w:val="center"/>
            </w:pPr>
          </w:p>
        </w:tc>
      </w:tr>
      <w:tr w:rsidR="002F602B" w14:paraId="59E17CEE" w14:textId="77777777" w:rsidTr="002F602B">
        <w:tc>
          <w:tcPr>
            <w:tcW w:w="7650" w:type="dxa"/>
          </w:tcPr>
          <w:p w14:paraId="3763078E" w14:textId="068E6A5D" w:rsidR="002F602B" w:rsidRPr="00F623BF" w:rsidRDefault="00F37657" w:rsidP="00882D84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623BF">
              <w:rPr>
                <w:sz w:val="22"/>
                <w:szCs w:val="22"/>
              </w:rPr>
              <w:t>Have no effect at all</w:t>
            </w:r>
          </w:p>
        </w:tc>
        <w:tc>
          <w:tcPr>
            <w:tcW w:w="1410" w:type="dxa"/>
          </w:tcPr>
          <w:p w14:paraId="6D25B018" w14:textId="77777777" w:rsidR="002F602B" w:rsidRDefault="002F602B" w:rsidP="00882D84">
            <w:pPr>
              <w:pStyle w:val="Body"/>
            </w:pPr>
          </w:p>
        </w:tc>
      </w:tr>
    </w:tbl>
    <w:p w14:paraId="65983B13" w14:textId="506F79EA" w:rsidR="00F37657" w:rsidRDefault="00F37657" w:rsidP="00A564A3"/>
    <w:p w14:paraId="3761B807" w14:textId="52C1D197" w:rsidR="00882D84" w:rsidRPr="00F623BF" w:rsidRDefault="63DA5745" w:rsidP="00882D84">
      <w:pPr>
        <w:pStyle w:val="Body"/>
        <w:numPr>
          <w:ilvl w:val="0"/>
          <w:numId w:val="5"/>
        </w:numPr>
        <w:spacing w:before="0"/>
        <w:rPr>
          <w:sz w:val="22"/>
          <w:szCs w:val="22"/>
        </w:rPr>
      </w:pPr>
      <w:r w:rsidRPr="63DA5745">
        <w:rPr>
          <w:sz w:val="22"/>
          <w:szCs w:val="22"/>
        </w:rPr>
        <w:t>(RK4) To remove the pinning’s in the teeth of a file we use a:</w:t>
      </w:r>
    </w:p>
    <w:p w14:paraId="3ADDAD39" w14:textId="2A361AB3" w:rsidR="00882D84" w:rsidRDefault="00882D84" w:rsidP="00882D84">
      <w:pPr>
        <w:pStyle w:val="Caption"/>
        <w:keepNext/>
        <w:spacing w:before="0"/>
      </w:pPr>
      <w:r>
        <w:t xml:space="preserve">Table </w:t>
      </w:r>
      <w:r>
        <w:rPr>
          <w:noProof/>
        </w:rPr>
        <w:t>11: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82D84" w14:paraId="48C0C515" w14:textId="77777777" w:rsidTr="00054B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54B44E3" w14:textId="77777777" w:rsidR="00882D84" w:rsidRPr="008B0674" w:rsidRDefault="00882D84" w:rsidP="00054B13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139EA8DC" w14:textId="77777777" w:rsidR="00882D84" w:rsidRPr="008B0674" w:rsidRDefault="00882D84" w:rsidP="00054B13">
            <w:pPr>
              <w:pStyle w:val="Body"/>
              <w:spacing w:before="0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Put X next to your answer</w:t>
            </w:r>
          </w:p>
        </w:tc>
      </w:tr>
      <w:tr w:rsidR="00882D84" w14:paraId="7D845C71" w14:textId="77777777" w:rsidTr="00054B13">
        <w:tc>
          <w:tcPr>
            <w:tcW w:w="7650" w:type="dxa"/>
          </w:tcPr>
          <w:p w14:paraId="26558335" w14:textId="77777777" w:rsidR="00882D84" w:rsidRPr="00896292" w:rsidRDefault="00882D84" w:rsidP="00054B13">
            <w:pPr>
              <w:pStyle w:val="Body"/>
              <w:numPr>
                <w:ilvl w:val="0"/>
                <w:numId w:val="20"/>
              </w:numPr>
              <w:spacing w:before="0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File card</w:t>
            </w:r>
          </w:p>
        </w:tc>
        <w:tc>
          <w:tcPr>
            <w:tcW w:w="1410" w:type="dxa"/>
          </w:tcPr>
          <w:p w14:paraId="39975428" w14:textId="77777777" w:rsidR="00882D84" w:rsidRPr="00896292" w:rsidRDefault="00882D84" w:rsidP="00054B13">
            <w:pPr>
              <w:pStyle w:val="Body"/>
              <w:spacing w:before="0"/>
              <w:jc w:val="center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X</w:t>
            </w:r>
          </w:p>
        </w:tc>
      </w:tr>
      <w:tr w:rsidR="00882D84" w14:paraId="4B897187" w14:textId="77777777" w:rsidTr="00054B13">
        <w:tc>
          <w:tcPr>
            <w:tcW w:w="7650" w:type="dxa"/>
          </w:tcPr>
          <w:p w14:paraId="59DB5A0E" w14:textId="77777777" w:rsidR="00882D84" w:rsidRPr="00896292" w:rsidRDefault="00882D84" w:rsidP="00054B13">
            <w:pPr>
              <w:pStyle w:val="Body"/>
              <w:numPr>
                <w:ilvl w:val="0"/>
                <w:numId w:val="20"/>
              </w:numPr>
              <w:spacing w:before="0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File cleaner </w:t>
            </w:r>
          </w:p>
        </w:tc>
        <w:tc>
          <w:tcPr>
            <w:tcW w:w="1410" w:type="dxa"/>
          </w:tcPr>
          <w:p w14:paraId="4F1AA06E" w14:textId="77777777" w:rsidR="00882D84" w:rsidRPr="00896292" w:rsidRDefault="00882D84" w:rsidP="00054B13">
            <w:pPr>
              <w:pStyle w:val="Body"/>
              <w:spacing w:before="0"/>
              <w:jc w:val="center"/>
              <w:rPr>
                <w:sz w:val="22"/>
                <w:szCs w:val="22"/>
              </w:rPr>
            </w:pPr>
          </w:p>
        </w:tc>
      </w:tr>
      <w:tr w:rsidR="00882D84" w14:paraId="2BDDD50C" w14:textId="77777777" w:rsidTr="00054B13">
        <w:tc>
          <w:tcPr>
            <w:tcW w:w="7650" w:type="dxa"/>
          </w:tcPr>
          <w:p w14:paraId="72D53283" w14:textId="77777777" w:rsidR="00882D84" w:rsidRPr="00896292" w:rsidRDefault="00882D84" w:rsidP="00054B13">
            <w:pPr>
              <w:pStyle w:val="Body"/>
              <w:numPr>
                <w:ilvl w:val="0"/>
                <w:numId w:val="20"/>
              </w:numPr>
              <w:spacing w:before="0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De - pinning tool </w:t>
            </w:r>
          </w:p>
        </w:tc>
        <w:tc>
          <w:tcPr>
            <w:tcW w:w="1410" w:type="dxa"/>
          </w:tcPr>
          <w:p w14:paraId="77FFD00F" w14:textId="77777777" w:rsidR="00882D84" w:rsidRPr="00896292" w:rsidRDefault="00882D84" w:rsidP="00054B13">
            <w:pPr>
              <w:pStyle w:val="Body"/>
              <w:spacing w:before="0"/>
              <w:jc w:val="center"/>
              <w:rPr>
                <w:sz w:val="22"/>
                <w:szCs w:val="22"/>
              </w:rPr>
            </w:pPr>
          </w:p>
        </w:tc>
      </w:tr>
      <w:tr w:rsidR="00882D84" w14:paraId="521EBA80" w14:textId="77777777" w:rsidTr="00054B13">
        <w:tc>
          <w:tcPr>
            <w:tcW w:w="7650" w:type="dxa"/>
          </w:tcPr>
          <w:p w14:paraId="7843021A" w14:textId="77777777" w:rsidR="00882D84" w:rsidRPr="00896292" w:rsidRDefault="00882D84" w:rsidP="00054B13">
            <w:pPr>
              <w:pStyle w:val="Body"/>
              <w:numPr>
                <w:ilvl w:val="0"/>
                <w:numId w:val="20"/>
              </w:numPr>
              <w:spacing w:before="0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Blow out with compressed air</w:t>
            </w:r>
          </w:p>
        </w:tc>
        <w:tc>
          <w:tcPr>
            <w:tcW w:w="1410" w:type="dxa"/>
          </w:tcPr>
          <w:p w14:paraId="3DB489FE" w14:textId="77777777" w:rsidR="00882D84" w:rsidRPr="00896292" w:rsidRDefault="00882D84" w:rsidP="00054B13">
            <w:pPr>
              <w:pStyle w:val="Body"/>
              <w:spacing w:before="0"/>
              <w:rPr>
                <w:sz w:val="22"/>
                <w:szCs w:val="22"/>
              </w:rPr>
            </w:pPr>
          </w:p>
        </w:tc>
      </w:tr>
    </w:tbl>
    <w:p w14:paraId="5FA4EA09" w14:textId="58484C38" w:rsidR="00896292" w:rsidRDefault="00896292" w:rsidP="00A564A3"/>
    <w:p w14:paraId="5371F5C8" w14:textId="7BFFD86C" w:rsidR="00F37657" w:rsidRDefault="00F37657" w:rsidP="00A564A3"/>
    <w:p w14:paraId="7FD3EC48" w14:textId="3786D1D7" w:rsidR="00F37657" w:rsidRDefault="63DA5745" w:rsidP="00F37657">
      <w:pPr>
        <w:pStyle w:val="Body"/>
        <w:numPr>
          <w:ilvl w:val="0"/>
          <w:numId w:val="5"/>
        </w:numPr>
        <w:rPr>
          <w:sz w:val="22"/>
          <w:szCs w:val="22"/>
        </w:rPr>
      </w:pPr>
      <w:r w:rsidRPr="63DA5745">
        <w:rPr>
          <w:sz w:val="22"/>
          <w:szCs w:val="22"/>
        </w:rPr>
        <w:lastRenderedPageBreak/>
        <w:t xml:space="preserve">(RK2) The major defect as pointed to by the arrow in the picture below is called a: </w:t>
      </w:r>
    </w:p>
    <w:p w14:paraId="6DA6657B" w14:textId="6E6FDBEF" w:rsidR="006C5135" w:rsidRDefault="006C5135" w:rsidP="006C5135">
      <w:pPr>
        <w:pStyle w:val="Body"/>
        <w:rPr>
          <w:sz w:val="22"/>
          <w:szCs w:val="22"/>
        </w:rPr>
      </w:pPr>
    </w:p>
    <w:p w14:paraId="54555409" w14:textId="2E74D647" w:rsidR="006C5135" w:rsidRPr="00B30F8E" w:rsidRDefault="00172926" w:rsidP="006C5135">
      <w:pPr>
        <w:pStyle w:val="Body"/>
        <w:jc w:val="center"/>
        <w:rPr>
          <w:sz w:val="22"/>
          <w:szCs w:val="22"/>
        </w:rPr>
      </w:pPr>
      <w:r w:rsidRPr="00172926">
        <w:rPr>
          <w:noProof/>
          <w:sz w:val="22"/>
          <w:szCs w:val="22"/>
          <w:lang w:eastAsia="en-AU"/>
        </w:rPr>
        <w:drawing>
          <wp:inline distT="0" distB="0" distL="0" distR="0" wp14:anchorId="1C1EC820" wp14:editId="2D339200">
            <wp:extent cx="3019425" cy="1847850"/>
            <wp:effectExtent l="0" t="0" r="9525" b="0"/>
            <wp:docPr id="17" name="Picture 17" descr="C:\Users\tbaldwin9.000\Documents\SkillsPoint TB\MEM18001C Use hand tools\pictures\chisel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baldwin9.000\Documents\SkillsPoint TB\MEM18001C Use hand tools\pictures\chisel 2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C8983" w14:textId="6029A4FD" w:rsidR="00F37657" w:rsidRDefault="00F37657" w:rsidP="00F37657">
      <w:pPr>
        <w:pStyle w:val="Caption"/>
        <w:keepNext/>
      </w:pPr>
      <w:r>
        <w:t xml:space="preserve">Table </w:t>
      </w:r>
      <w:r w:rsidR="00066016">
        <w:rPr>
          <w:noProof/>
        </w:rPr>
        <w:t>1</w:t>
      </w:r>
      <w:r w:rsidR="00882D84">
        <w:rPr>
          <w:noProof/>
        </w:rPr>
        <w:t>2</w:t>
      </w:r>
      <w:r w:rsidR="00172926">
        <w:rPr>
          <w:noProof/>
        </w:rPr>
        <w:t>: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F37657" w14:paraId="26535C31" w14:textId="77777777" w:rsidTr="00AF3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1D403BC" w14:textId="77777777" w:rsidR="00F37657" w:rsidRPr="008B0674" w:rsidRDefault="00F37657" w:rsidP="00AF38FA">
            <w:pPr>
              <w:pStyle w:val="Body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1DA03664" w14:textId="77777777" w:rsidR="00F37657" w:rsidRPr="008B0674" w:rsidRDefault="00F37657" w:rsidP="00AF38FA">
            <w:pPr>
              <w:pStyle w:val="Body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Put X next to your answer</w:t>
            </w:r>
          </w:p>
        </w:tc>
      </w:tr>
      <w:tr w:rsidR="00F37657" w14:paraId="6C9CD78D" w14:textId="77777777" w:rsidTr="00AF38FA">
        <w:tc>
          <w:tcPr>
            <w:tcW w:w="7650" w:type="dxa"/>
          </w:tcPr>
          <w:p w14:paraId="670490AD" w14:textId="46737E65" w:rsidR="00F37657" w:rsidRPr="00896292" w:rsidRDefault="00F37657" w:rsidP="002D4DCE">
            <w:pPr>
              <w:pStyle w:val="Body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</w:t>
            </w:r>
            <w:r w:rsidR="000405D1" w:rsidRPr="00896292">
              <w:rPr>
                <w:sz w:val="22"/>
                <w:szCs w:val="22"/>
              </w:rPr>
              <w:t>Burred head</w:t>
            </w:r>
          </w:p>
        </w:tc>
        <w:tc>
          <w:tcPr>
            <w:tcW w:w="1410" w:type="dxa"/>
          </w:tcPr>
          <w:p w14:paraId="352F24A0" w14:textId="77777777" w:rsidR="00F37657" w:rsidRPr="00896292" w:rsidRDefault="00F37657" w:rsidP="00AF38FA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F37657" w14:paraId="7CC5FEE3" w14:textId="77777777" w:rsidTr="00AF38FA">
        <w:tc>
          <w:tcPr>
            <w:tcW w:w="7650" w:type="dxa"/>
          </w:tcPr>
          <w:p w14:paraId="58063CB9" w14:textId="4922667E" w:rsidR="00F37657" w:rsidRPr="00896292" w:rsidRDefault="000405D1" w:rsidP="002D4DCE">
            <w:pPr>
              <w:pStyle w:val="Body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Work head </w:t>
            </w:r>
          </w:p>
        </w:tc>
        <w:tc>
          <w:tcPr>
            <w:tcW w:w="1410" w:type="dxa"/>
          </w:tcPr>
          <w:p w14:paraId="025472D5" w14:textId="77777777" w:rsidR="00F37657" w:rsidRPr="00896292" w:rsidRDefault="00F37657" w:rsidP="00AF38FA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F37657" w14:paraId="5A444D35" w14:textId="77777777" w:rsidTr="00AF38FA">
        <w:tc>
          <w:tcPr>
            <w:tcW w:w="7650" w:type="dxa"/>
          </w:tcPr>
          <w:p w14:paraId="52D03C6F" w14:textId="0E7463AB" w:rsidR="00F37657" w:rsidRPr="00896292" w:rsidRDefault="000405D1" w:rsidP="002D4DCE">
            <w:pPr>
              <w:pStyle w:val="Body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Rounded head</w:t>
            </w:r>
          </w:p>
        </w:tc>
        <w:tc>
          <w:tcPr>
            <w:tcW w:w="1410" w:type="dxa"/>
          </w:tcPr>
          <w:p w14:paraId="19AB435F" w14:textId="77777777" w:rsidR="00F37657" w:rsidRPr="00896292" w:rsidRDefault="00F37657" w:rsidP="00AF38FA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F37657" w14:paraId="613D475F" w14:textId="77777777" w:rsidTr="00AF38FA">
        <w:tc>
          <w:tcPr>
            <w:tcW w:w="7650" w:type="dxa"/>
          </w:tcPr>
          <w:p w14:paraId="0952BEDA" w14:textId="76A6B15D" w:rsidR="00F37657" w:rsidRPr="00896292" w:rsidRDefault="000405D1" w:rsidP="002D4DCE">
            <w:pPr>
              <w:pStyle w:val="Body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Mushroomed head</w:t>
            </w:r>
          </w:p>
        </w:tc>
        <w:tc>
          <w:tcPr>
            <w:tcW w:w="1410" w:type="dxa"/>
          </w:tcPr>
          <w:p w14:paraId="46706771" w14:textId="0C6CF94F" w:rsidR="00F37657" w:rsidRPr="00896292" w:rsidRDefault="00935421" w:rsidP="00935421">
            <w:pPr>
              <w:pStyle w:val="Body"/>
              <w:jc w:val="center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X</w:t>
            </w:r>
          </w:p>
        </w:tc>
      </w:tr>
    </w:tbl>
    <w:p w14:paraId="15EAE1FD" w14:textId="77777777" w:rsidR="004552DD" w:rsidRDefault="004552DD" w:rsidP="00A564A3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40AAEBD4" w14:textId="2E37BA83" w:rsidR="007205EA" w:rsidRDefault="63DA5745" w:rsidP="00E437DB">
      <w:pPr>
        <w:pStyle w:val="Body"/>
        <w:numPr>
          <w:ilvl w:val="0"/>
          <w:numId w:val="5"/>
        </w:numPr>
        <w:rPr>
          <w:sz w:val="22"/>
          <w:szCs w:val="22"/>
        </w:rPr>
      </w:pPr>
      <w:r w:rsidRPr="63DA5745">
        <w:rPr>
          <w:sz w:val="22"/>
          <w:szCs w:val="22"/>
        </w:rPr>
        <w:t>(RK4) Recommendations for hand tool maintenance is best sourced from:</w:t>
      </w:r>
    </w:p>
    <w:p w14:paraId="1F29F69F" w14:textId="4CE13482" w:rsidR="00E437DB" w:rsidRPr="00B30F8E" w:rsidRDefault="00E437DB" w:rsidP="00F623BF">
      <w:pPr>
        <w:pStyle w:val="Body"/>
        <w:ind w:left="360"/>
        <w:rPr>
          <w:sz w:val="22"/>
          <w:szCs w:val="22"/>
        </w:rPr>
      </w:pPr>
    </w:p>
    <w:p w14:paraId="27E6FECA" w14:textId="2F629E8A" w:rsidR="00E437DB" w:rsidRDefault="00E437DB" w:rsidP="00E437DB">
      <w:pPr>
        <w:pStyle w:val="Caption"/>
        <w:keepNext/>
      </w:pPr>
      <w:r>
        <w:t xml:space="preserve">Table </w:t>
      </w:r>
      <w:r w:rsidR="00066016">
        <w:rPr>
          <w:noProof/>
        </w:rPr>
        <w:t>1</w:t>
      </w:r>
      <w:r w:rsidR="00882D84">
        <w:rPr>
          <w:noProof/>
        </w:rPr>
        <w:t>3</w:t>
      </w:r>
      <w:r w:rsidR="00172926">
        <w:rPr>
          <w:noProof/>
        </w:rPr>
        <w:t>: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437DB" w14:paraId="32B532F0" w14:textId="77777777" w:rsidTr="005C45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3C95ABB" w14:textId="77777777" w:rsidR="00E437DB" w:rsidRPr="008B0674" w:rsidRDefault="00E437DB" w:rsidP="005C4514">
            <w:pPr>
              <w:pStyle w:val="Body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3EAA9F7C" w14:textId="77777777" w:rsidR="00E437DB" w:rsidRPr="008B0674" w:rsidRDefault="00E437DB" w:rsidP="005C4514">
            <w:pPr>
              <w:pStyle w:val="Body"/>
              <w:rPr>
                <w:sz w:val="22"/>
                <w:szCs w:val="22"/>
              </w:rPr>
            </w:pPr>
            <w:r w:rsidRPr="008B0674">
              <w:rPr>
                <w:sz w:val="22"/>
                <w:szCs w:val="22"/>
              </w:rPr>
              <w:t>Put X next to your answer</w:t>
            </w:r>
          </w:p>
        </w:tc>
      </w:tr>
      <w:tr w:rsidR="00E437DB" w14:paraId="52F5EFF2" w14:textId="77777777" w:rsidTr="005C4514">
        <w:tc>
          <w:tcPr>
            <w:tcW w:w="7650" w:type="dxa"/>
          </w:tcPr>
          <w:p w14:paraId="6C6FE153" w14:textId="688E3735" w:rsidR="00E437DB" w:rsidRPr="00896292" w:rsidRDefault="00E437DB" w:rsidP="002D4DCE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</w:t>
            </w:r>
            <w:r w:rsidR="00626A41" w:rsidRPr="00896292">
              <w:rPr>
                <w:sz w:val="22"/>
                <w:szCs w:val="22"/>
              </w:rPr>
              <w:t>The s</w:t>
            </w:r>
            <w:r w:rsidR="007205EA" w:rsidRPr="00896292">
              <w:rPr>
                <w:sz w:val="22"/>
                <w:szCs w:val="22"/>
              </w:rPr>
              <w:t>tore person</w:t>
            </w:r>
          </w:p>
        </w:tc>
        <w:tc>
          <w:tcPr>
            <w:tcW w:w="1410" w:type="dxa"/>
          </w:tcPr>
          <w:p w14:paraId="1B241993" w14:textId="77777777" w:rsidR="00E437DB" w:rsidRPr="00896292" w:rsidRDefault="00E437DB" w:rsidP="005C4514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437DB" w14:paraId="656B29C7" w14:textId="77777777" w:rsidTr="005C4514">
        <w:tc>
          <w:tcPr>
            <w:tcW w:w="7650" w:type="dxa"/>
          </w:tcPr>
          <w:p w14:paraId="4003050F" w14:textId="303D205B" w:rsidR="00E437DB" w:rsidRPr="00896292" w:rsidRDefault="007205EA" w:rsidP="002D4DCE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Other tradespersons </w:t>
            </w:r>
          </w:p>
        </w:tc>
        <w:tc>
          <w:tcPr>
            <w:tcW w:w="1410" w:type="dxa"/>
          </w:tcPr>
          <w:p w14:paraId="4EE5EABD" w14:textId="77777777" w:rsidR="00E437DB" w:rsidRPr="00896292" w:rsidRDefault="00E437DB" w:rsidP="005C4514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437DB" w14:paraId="11516754" w14:textId="77777777" w:rsidTr="005C4514">
        <w:tc>
          <w:tcPr>
            <w:tcW w:w="7650" w:type="dxa"/>
          </w:tcPr>
          <w:p w14:paraId="5B2E9E51" w14:textId="340F0EAA" w:rsidR="00E437DB" w:rsidRPr="00896292" w:rsidRDefault="007205EA" w:rsidP="002D4DCE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Company management</w:t>
            </w:r>
          </w:p>
        </w:tc>
        <w:tc>
          <w:tcPr>
            <w:tcW w:w="1410" w:type="dxa"/>
          </w:tcPr>
          <w:p w14:paraId="267C8044" w14:textId="77777777" w:rsidR="00E437DB" w:rsidRPr="00896292" w:rsidRDefault="00E437DB" w:rsidP="005C4514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437DB" w14:paraId="07774918" w14:textId="77777777" w:rsidTr="005C4514">
        <w:tc>
          <w:tcPr>
            <w:tcW w:w="7650" w:type="dxa"/>
          </w:tcPr>
          <w:p w14:paraId="7AF5C4F3" w14:textId="40B24DCC" w:rsidR="00E437DB" w:rsidRPr="00896292" w:rsidRDefault="007205EA" w:rsidP="002D4DCE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The manufacturer of the tool  </w:t>
            </w:r>
            <w:r w:rsidR="00553A03" w:rsidRPr="008962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0" w:type="dxa"/>
          </w:tcPr>
          <w:p w14:paraId="41918A66" w14:textId="155C7F05" w:rsidR="00E437DB" w:rsidRPr="00896292" w:rsidRDefault="00553A03" w:rsidP="00553A03">
            <w:pPr>
              <w:pStyle w:val="Body"/>
              <w:jc w:val="center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X</w:t>
            </w:r>
          </w:p>
        </w:tc>
      </w:tr>
    </w:tbl>
    <w:p w14:paraId="682CCD25" w14:textId="5570C82C" w:rsidR="00AD7961" w:rsidRDefault="00AD7961" w:rsidP="05061E6D">
      <w:pPr>
        <w:spacing w:before="0"/>
        <w:ind w:left="720"/>
        <w:rPr>
          <w:sz w:val="22"/>
          <w:szCs w:val="22"/>
        </w:rPr>
      </w:pPr>
    </w:p>
    <w:p w14:paraId="4DEF379B" w14:textId="42868135" w:rsidR="005C4514" w:rsidRPr="00C03F65" w:rsidRDefault="63DA5745" w:rsidP="63DA5745">
      <w:pPr>
        <w:pStyle w:val="Body"/>
        <w:numPr>
          <w:ilvl w:val="0"/>
          <w:numId w:val="5"/>
        </w:numPr>
        <w:spacing w:before="0"/>
        <w:rPr>
          <w:sz w:val="22"/>
          <w:szCs w:val="22"/>
        </w:rPr>
      </w:pPr>
      <w:r w:rsidRPr="63DA5745">
        <w:rPr>
          <w:sz w:val="22"/>
          <w:szCs w:val="22"/>
        </w:rPr>
        <w:lastRenderedPageBreak/>
        <w:t xml:space="preserve"> (RK6) (PC1.2) Substituting the correct tool for a job with another tool not designed for the purpose can: </w:t>
      </w:r>
    </w:p>
    <w:p w14:paraId="6D351058" w14:textId="16CEC1E7" w:rsidR="005C4514" w:rsidRPr="00C03F65" w:rsidRDefault="005C4514" w:rsidP="008B0674">
      <w:pPr>
        <w:pStyle w:val="Caption"/>
        <w:keepNext/>
        <w:spacing w:before="0"/>
        <w:rPr>
          <w:color w:val="auto"/>
        </w:rPr>
      </w:pPr>
      <w:r w:rsidRPr="00C03F65">
        <w:rPr>
          <w:color w:val="auto"/>
        </w:rPr>
        <w:t xml:space="preserve">Table </w:t>
      </w:r>
      <w:r w:rsidR="00DD21BF">
        <w:rPr>
          <w:noProof/>
          <w:color w:val="auto"/>
        </w:rPr>
        <w:t>14</w:t>
      </w:r>
      <w:r w:rsidR="008B0674">
        <w:rPr>
          <w:noProof/>
          <w:color w:val="auto"/>
        </w:rPr>
        <w:t>:</w:t>
      </w:r>
      <w:r w:rsidRPr="00C03F65">
        <w:rPr>
          <w:color w:val="auto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C03F65" w:rsidRPr="00C03F65" w14:paraId="6528FA53" w14:textId="77777777" w:rsidTr="005C45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7C0F469" w14:textId="77777777" w:rsidR="005C4514" w:rsidRPr="008B0674" w:rsidRDefault="005C4514" w:rsidP="008B0674">
            <w:pPr>
              <w:pStyle w:val="Body"/>
              <w:spacing w:before="0"/>
              <w:rPr>
                <w:color w:val="F2F2F2" w:themeColor="background1" w:themeShade="F2"/>
                <w:sz w:val="22"/>
                <w:szCs w:val="22"/>
              </w:rPr>
            </w:pPr>
            <w:r w:rsidRPr="008B0674">
              <w:rPr>
                <w:color w:val="F2F2F2" w:themeColor="background1" w:themeShade="F2"/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306D1E1D" w14:textId="77777777" w:rsidR="005C4514" w:rsidRPr="008B0674" w:rsidRDefault="005C4514" w:rsidP="008B0674">
            <w:pPr>
              <w:pStyle w:val="Body"/>
              <w:spacing w:before="0"/>
              <w:rPr>
                <w:color w:val="F2F2F2" w:themeColor="background1" w:themeShade="F2"/>
                <w:sz w:val="22"/>
                <w:szCs w:val="22"/>
              </w:rPr>
            </w:pPr>
            <w:r w:rsidRPr="008B0674">
              <w:rPr>
                <w:color w:val="F2F2F2" w:themeColor="background1" w:themeShade="F2"/>
                <w:sz w:val="22"/>
                <w:szCs w:val="22"/>
              </w:rPr>
              <w:t>Put X next to your answer</w:t>
            </w:r>
          </w:p>
        </w:tc>
      </w:tr>
      <w:tr w:rsidR="00C03F65" w:rsidRPr="00C03F65" w14:paraId="579C142A" w14:textId="77777777" w:rsidTr="005C4514">
        <w:tc>
          <w:tcPr>
            <w:tcW w:w="7650" w:type="dxa"/>
          </w:tcPr>
          <w:p w14:paraId="70184067" w14:textId="21E565D9" w:rsidR="00775DD6" w:rsidRPr="00896292" w:rsidRDefault="005C4514" w:rsidP="00882D84">
            <w:pPr>
              <w:pStyle w:val="Body"/>
              <w:numPr>
                <w:ilvl w:val="0"/>
                <w:numId w:val="21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Give inferior finish of job</w:t>
            </w:r>
          </w:p>
        </w:tc>
        <w:tc>
          <w:tcPr>
            <w:tcW w:w="1410" w:type="dxa"/>
          </w:tcPr>
          <w:p w14:paraId="6D6BB217" w14:textId="2CA03EF9" w:rsidR="005C4514" w:rsidRPr="00896292" w:rsidRDefault="005C4514" w:rsidP="00882D84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 </w:t>
            </w:r>
          </w:p>
        </w:tc>
      </w:tr>
      <w:tr w:rsidR="00C03F65" w:rsidRPr="00C03F65" w14:paraId="3D49D593" w14:textId="77777777" w:rsidTr="005C4514">
        <w:tc>
          <w:tcPr>
            <w:tcW w:w="7650" w:type="dxa"/>
          </w:tcPr>
          <w:p w14:paraId="19BE7A2F" w14:textId="1D419A9A" w:rsidR="005C4514" w:rsidRPr="00896292" w:rsidRDefault="005C4514" w:rsidP="00882D84">
            <w:pPr>
              <w:pStyle w:val="Body"/>
              <w:numPr>
                <w:ilvl w:val="0"/>
                <w:numId w:val="21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Increase the chance of an accident </w:t>
            </w:r>
          </w:p>
        </w:tc>
        <w:tc>
          <w:tcPr>
            <w:tcW w:w="1410" w:type="dxa"/>
          </w:tcPr>
          <w:p w14:paraId="3B621845" w14:textId="25850EA3" w:rsidR="005C4514" w:rsidRPr="00896292" w:rsidRDefault="005C4514" w:rsidP="00882D84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X </w:t>
            </w:r>
          </w:p>
        </w:tc>
      </w:tr>
      <w:tr w:rsidR="00C03F65" w:rsidRPr="00C03F65" w14:paraId="4AE333D1" w14:textId="77777777" w:rsidTr="005C4514">
        <w:tc>
          <w:tcPr>
            <w:tcW w:w="7650" w:type="dxa"/>
          </w:tcPr>
          <w:p w14:paraId="54933F51" w14:textId="5EBF21BD" w:rsidR="005C4514" w:rsidRPr="00896292" w:rsidRDefault="005C4514" w:rsidP="00882D84">
            <w:pPr>
              <w:pStyle w:val="Body"/>
              <w:numPr>
                <w:ilvl w:val="0"/>
                <w:numId w:val="21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Save time where correct tool can’t be located</w:t>
            </w:r>
          </w:p>
        </w:tc>
        <w:tc>
          <w:tcPr>
            <w:tcW w:w="1410" w:type="dxa"/>
          </w:tcPr>
          <w:p w14:paraId="2FF0FB3E" w14:textId="77777777" w:rsidR="005C4514" w:rsidRPr="00896292" w:rsidRDefault="005C4514" w:rsidP="00882D84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C03F65" w:rsidRPr="00C03F65" w14:paraId="0AE59F0E" w14:textId="77777777" w:rsidTr="005C4514">
        <w:tc>
          <w:tcPr>
            <w:tcW w:w="7650" w:type="dxa"/>
          </w:tcPr>
          <w:p w14:paraId="0947BEE8" w14:textId="6C5736F3" w:rsidR="005C4514" w:rsidRPr="00896292" w:rsidRDefault="005C4514" w:rsidP="00882D84">
            <w:pPr>
              <w:pStyle w:val="Body"/>
              <w:numPr>
                <w:ilvl w:val="0"/>
                <w:numId w:val="21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Doesn’t matter if the job is completed successfully</w:t>
            </w:r>
          </w:p>
        </w:tc>
        <w:tc>
          <w:tcPr>
            <w:tcW w:w="1410" w:type="dxa"/>
          </w:tcPr>
          <w:p w14:paraId="207385ED" w14:textId="77777777" w:rsidR="005C4514" w:rsidRPr="00896292" w:rsidRDefault="005C4514" w:rsidP="00882D84">
            <w:pPr>
              <w:pStyle w:val="Body"/>
              <w:spacing w:line="240" w:lineRule="auto"/>
              <w:rPr>
                <w:sz w:val="22"/>
                <w:szCs w:val="22"/>
              </w:rPr>
            </w:pPr>
          </w:p>
        </w:tc>
      </w:tr>
    </w:tbl>
    <w:p w14:paraId="36E40981" w14:textId="78501C92" w:rsidR="00AD7961" w:rsidRDefault="00AD7961" w:rsidP="008B0674">
      <w:pPr>
        <w:spacing w:before="0"/>
      </w:pPr>
    </w:p>
    <w:p w14:paraId="4D3607D0" w14:textId="3457CAC5" w:rsidR="003358A7" w:rsidRPr="008B0674" w:rsidRDefault="63DA5745" w:rsidP="008B0674">
      <w:pPr>
        <w:pStyle w:val="Body"/>
        <w:numPr>
          <w:ilvl w:val="0"/>
          <w:numId w:val="5"/>
        </w:numPr>
        <w:spacing w:before="0"/>
        <w:rPr>
          <w:sz w:val="22"/>
          <w:szCs w:val="22"/>
        </w:rPr>
      </w:pPr>
      <w:r w:rsidRPr="63DA5745">
        <w:rPr>
          <w:sz w:val="22"/>
          <w:szCs w:val="22"/>
        </w:rPr>
        <w:t xml:space="preserve">(RK7) From the list below select the item of PPE </w:t>
      </w:r>
      <w:r w:rsidRPr="63DA5745">
        <w:rPr>
          <w:b/>
          <w:bCs/>
          <w:sz w:val="22"/>
          <w:szCs w:val="22"/>
        </w:rPr>
        <w:t>which is not required</w:t>
      </w:r>
      <w:r w:rsidRPr="63DA5745">
        <w:rPr>
          <w:sz w:val="22"/>
          <w:szCs w:val="22"/>
        </w:rPr>
        <w:t xml:space="preserve"> to be worn to safely use a cold chisel:  </w:t>
      </w:r>
    </w:p>
    <w:p w14:paraId="44613E6E" w14:textId="60EC54CC" w:rsidR="004D0147" w:rsidRPr="00C03F65" w:rsidRDefault="004D0147" w:rsidP="008B0674">
      <w:pPr>
        <w:pStyle w:val="Caption"/>
        <w:keepNext/>
        <w:spacing w:before="0"/>
        <w:rPr>
          <w:color w:val="auto"/>
        </w:rPr>
      </w:pPr>
      <w:r w:rsidRPr="00C03F65">
        <w:rPr>
          <w:color w:val="auto"/>
        </w:rPr>
        <w:t xml:space="preserve">Table </w:t>
      </w:r>
      <w:r w:rsidR="00C03F65">
        <w:rPr>
          <w:noProof/>
          <w:color w:val="auto"/>
        </w:rPr>
        <w:t>1</w:t>
      </w:r>
      <w:r w:rsidR="00DD21BF">
        <w:rPr>
          <w:noProof/>
          <w:color w:val="auto"/>
        </w:rPr>
        <w:t>5</w:t>
      </w:r>
      <w:r w:rsidR="008B0674">
        <w:rPr>
          <w:noProof/>
          <w:color w:val="auto"/>
        </w:rPr>
        <w:t>:</w:t>
      </w:r>
      <w:r w:rsidRPr="00C03F65">
        <w:rPr>
          <w:color w:val="auto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4D0147" w:rsidRPr="00E04073" w14:paraId="1FB8E162" w14:textId="77777777" w:rsidTr="006C07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1A4E038" w14:textId="77777777" w:rsidR="004D0147" w:rsidRPr="008B0674" w:rsidRDefault="004D0147" w:rsidP="008B0674">
            <w:pPr>
              <w:pStyle w:val="Body"/>
              <w:spacing w:before="0"/>
              <w:rPr>
                <w:color w:val="F2F2F2" w:themeColor="background1" w:themeShade="F2"/>
                <w:sz w:val="22"/>
                <w:szCs w:val="22"/>
              </w:rPr>
            </w:pPr>
            <w:r w:rsidRPr="008B0674">
              <w:rPr>
                <w:color w:val="F2F2F2" w:themeColor="background1" w:themeShade="F2"/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0D3AB185" w14:textId="77777777" w:rsidR="004D0147" w:rsidRPr="008B0674" w:rsidRDefault="004D0147" w:rsidP="008B0674">
            <w:pPr>
              <w:pStyle w:val="Body"/>
              <w:spacing w:before="0"/>
              <w:rPr>
                <w:color w:val="F2F2F2" w:themeColor="background1" w:themeShade="F2"/>
                <w:sz w:val="22"/>
                <w:szCs w:val="22"/>
              </w:rPr>
            </w:pPr>
            <w:r w:rsidRPr="008B0674">
              <w:rPr>
                <w:color w:val="F2F2F2" w:themeColor="background1" w:themeShade="F2"/>
                <w:sz w:val="22"/>
                <w:szCs w:val="22"/>
              </w:rPr>
              <w:t>Put X next to your answer</w:t>
            </w:r>
          </w:p>
        </w:tc>
      </w:tr>
      <w:tr w:rsidR="004D0147" w:rsidRPr="00E04073" w14:paraId="764D6944" w14:textId="77777777" w:rsidTr="006C0771">
        <w:tc>
          <w:tcPr>
            <w:tcW w:w="7650" w:type="dxa"/>
          </w:tcPr>
          <w:p w14:paraId="12AB2A92" w14:textId="70D0FF8D" w:rsidR="004D0147" w:rsidRPr="00896292" w:rsidRDefault="005F743F" w:rsidP="00882D84">
            <w:pPr>
              <w:pStyle w:val="Body"/>
              <w:numPr>
                <w:ilvl w:val="0"/>
                <w:numId w:val="22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Eye protection </w:t>
            </w:r>
          </w:p>
        </w:tc>
        <w:tc>
          <w:tcPr>
            <w:tcW w:w="1410" w:type="dxa"/>
          </w:tcPr>
          <w:p w14:paraId="4B8CDED5" w14:textId="2EA4806C" w:rsidR="004D0147" w:rsidRPr="00896292" w:rsidRDefault="004D0147" w:rsidP="00882D84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4D0147" w:rsidRPr="00E04073" w14:paraId="4ADBEE6C" w14:textId="77777777" w:rsidTr="006C0771">
        <w:tc>
          <w:tcPr>
            <w:tcW w:w="7650" w:type="dxa"/>
          </w:tcPr>
          <w:p w14:paraId="12CC5862" w14:textId="2347D31A" w:rsidR="004D0147" w:rsidRPr="00896292" w:rsidRDefault="005F743F" w:rsidP="00882D84">
            <w:pPr>
              <w:pStyle w:val="Body"/>
              <w:numPr>
                <w:ilvl w:val="0"/>
                <w:numId w:val="22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Hearing protection </w:t>
            </w:r>
          </w:p>
        </w:tc>
        <w:tc>
          <w:tcPr>
            <w:tcW w:w="1410" w:type="dxa"/>
          </w:tcPr>
          <w:p w14:paraId="446752AF" w14:textId="77DF7404" w:rsidR="004D0147" w:rsidRPr="00896292" w:rsidRDefault="004D0147" w:rsidP="00882D84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4D0147" w:rsidRPr="00E04073" w14:paraId="747C7CB2" w14:textId="77777777" w:rsidTr="006C0771">
        <w:tc>
          <w:tcPr>
            <w:tcW w:w="7650" w:type="dxa"/>
          </w:tcPr>
          <w:p w14:paraId="72567FD2" w14:textId="0FA60141" w:rsidR="004D0147" w:rsidRPr="00896292" w:rsidRDefault="005F743F" w:rsidP="00882D84">
            <w:pPr>
              <w:pStyle w:val="Body"/>
              <w:numPr>
                <w:ilvl w:val="0"/>
                <w:numId w:val="22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 xml:space="preserve">Gloves </w:t>
            </w:r>
          </w:p>
        </w:tc>
        <w:tc>
          <w:tcPr>
            <w:tcW w:w="1410" w:type="dxa"/>
          </w:tcPr>
          <w:p w14:paraId="7B728C47" w14:textId="5272B3EA" w:rsidR="004D0147" w:rsidRPr="00896292" w:rsidRDefault="004D0147" w:rsidP="00882D84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4D0147" w:rsidRPr="00E04073" w14:paraId="30F3746C" w14:textId="77777777" w:rsidTr="00882D84">
        <w:tc>
          <w:tcPr>
            <w:tcW w:w="7650" w:type="dxa"/>
          </w:tcPr>
          <w:p w14:paraId="66C8B112" w14:textId="2274A103" w:rsidR="004D0147" w:rsidRPr="00896292" w:rsidRDefault="005F743F" w:rsidP="00AE3D1D">
            <w:pPr>
              <w:pStyle w:val="Body"/>
              <w:numPr>
                <w:ilvl w:val="0"/>
                <w:numId w:val="22"/>
              </w:numPr>
              <w:spacing w:line="240" w:lineRule="auto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Leather jacket</w:t>
            </w:r>
          </w:p>
        </w:tc>
        <w:tc>
          <w:tcPr>
            <w:tcW w:w="1410" w:type="dxa"/>
          </w:tcPr>
          <w:p w14:paraId="3C3DFBD8" w14:textId="4DB038BD" w:rsidR="004D0147" w:rsidRPr="00896292" w:rsidRDefault="00FD71A7" w:rsidP="00AE3D1D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896292">
              <w:rPr>
                <w:sz w:val="22"/>
                <w:szCs w:val="22"/>
              </w:rPr>
              <w:t>X</w:t>
            </w:r>
          </w:p>
        </w:tc>
      </w:tr>
    </w:tbl>
    <w:p w14:paraId="615E14F1" w14:textId="485212C1" w:rsidR="00567C6E" w:rsidRDefault="00567C6E" w:rsidP="00AE3D1D">
      <w:pPr>
        <w:spacing w:line="240" w:lineRule="auto"/>
      </w:pPr>
    </w:p>
    <w:p w14:paraId="4C16D384" w14:textId="43B25896" w:rsidR="00567C6E" w:rsidRPr="00C03F65" w:rsidRDefault="63DA5745" w:rsidP="00AE3D1D">
      <w:pPr>
        <w:pStyle w:val="Body"/>
        <w:numPr>
          <w:ilvl w:val="0"/>
          <w:numId w:val="5"/>
        </w:numPr>
        <w:spacing w:line="240" w:lineRule="auto"/>
        <w:rPr>
          <w:sz w:val="22"/>
          <w:szCs w:val="22"/>
        </w:rPr>
      </w:pPr>
      <w:r w:rsidRPr="63DA5745">
        <w:rPr>
          <w:sz w:val="22"/>
          <w:szCs w:val="22"/>
        </w:rPr>
        <w:t xml:space="preserve">(RK8) Which of the following information </w:t>
      </w:r>
      <w:r w:rsidRPr="63DA5745">
        <w:rPr>
          <w:b/>
          <w:bCs/>
          <w:sz w:val="22"/>
          <w:szCs w:val="22"/>
        </w:rPr>
        <w:t>would not</w:t>
      </w:r>
      <w:r w:rsidRPr="63DA5745">
        <w:rPr>
          <w:sz w:val="22"/>
          <w:szCs w:val="22"/>
        </w:rPr>
        <w:t xml:space="preserve"> be indicated in a Standard Operating Procedure (SOP) for the use of a hand tool?</w:t>
      </w:r>
    </w:p>
    <w:p w14:paraId="22BD474C" w14:textId="0CBAFF2B" w:rsidR="00567C6E" w:rsidRPr="00C03F65" w:rsidRDefault="00567C6E" w:rsidP="00AE3D1D">
      <w:pPr>
        <w:pStyle w:val="Caption"/>
        <w:keepNext/>
        <w:spacing w:line="240" w:lineRule="auto"/>
        <w:rPr>
          <w:color w:val="auto"/>
        </w:rPr>
      </w:pPr>
      <w:r w:rsidRPr="00C03F65">
        <w:rPr>
          <w:color w:val="auto"/>
        </w:rPr>
        <w:t xml:space="preserve">Table </w:t>
      </w:r>
      <w:r w:rsidR="0081621C">
        <w:rPr>
          <w:noProof/>
          <w:color w:val="auto"/>
        </w:rPr>
        <w:t>1</w:t>
      </w:r>
      <w:r w:rsidR="00DD21BF">
        <w:rPr>
          <w:noProof/>
          <w:color w:val="auto"/>
        </w:rPr>
        <w:t>6</w:t>
      </w:r>
      <w:r w:rsidR="008B0674">
        <w:rPr>
          <w:noProof/>
          <w:color w:val="auto"/>
        </w:rPr>
        <w:t>:</w:t>
      </w:r>
      <w:r w:rsidRPr="00C03F65">
        <w:rPr>
          <w:color w:val="auto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67C6E" w:rsidRPr="006338C4" w14:paraId="2618FB83" w14:textId="77777777" w:rsidTr="006C07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264E801" w14:textId="77777777" w:rsidR="00567C6E" w:rsidRPr="008B0674" w:rsidRDefault="00567C6E" w:rsidP="00AE3D1D">
            <w:pPr>
              <w:pStyle w:val="Body"/>
              <w:spacing w:line="240" w:lineRule="auto"/>
              <w:rPr>
                <w:color w:val="F2F2F2" w:themeColor="background1" w:themeShade="F2"/>
                <w:sz w:val="22"/>
                <w:szCs w:val="22"/>
              </w:rPr>
            </w:pPr>
            <w:r w:rsidRPr="008B0674">
              <w:rPr>
                <w:color w:val="F2F2F2" w:themeColor="background1" w:themeShade="F2"/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04254D74" w14:textId="77777777" w:rsidR="00567C6E" w:rsidRPr="008B0674" w:rsidRDefault="00567C6E" w:rsidP="00AE3D1D">
            <w:pPr>
              <w:pStyle w:val="Body"/>
              <w:spacing w:line="240" w:lineRule="auto"/>
              <w:rPr>
                <w:color w:val="F2F2F2" w:themeColor="background1" w:themeShade="F2"/>
                <w:sz w:val="22"/>
                <w:szCs w:val="22"/>
              </w:rPr>
            </w:pPr>
            <w:r w:rsidRPr="008B0674">
              <w:rPr>
                <w:color w:val="F2F2F2" w:themeColor="background1" w:themeShade="F2"/>
                <w:sz w:val="22"/>
                <w:szCs w:val="22"/>
              </w:rPr>
              <w:t>Put X next to your answer</w:t>
            </w:r>
          </w:p>
        </w:tc>
      </w:tr>
      <w:tr w:rsidR="00567C6E" w:rsidRPr="006338C4" w14:paraId="534C10FB" w14:textId="77777777" w:rsidTr="006C0771">
        <w:tc>
          <w:tcPr>
            <w:tcW w:w="7650" w:type="dxa"/>
          </w:tcPr>
          <w:p w14:paraId="2775960D" w14:textId="1C569265" w:rsidR="00567C6E" w:rsidRPr="00896292" w:rsidRDefault="00EA0530" w:rsidP="00AE3D1D">
            <w:pPr>
              <w:pStyle w:val="Body"/>
              <w:numPr>
                <w:ilvl w:val="0"/>
                <w:numId w:val="23"/>
              </w:num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896292">
              <w:rPr>
                <w:color w:val="000000" w:themeColor="text1"/>
                <w:sz w:val="22"/>
                <w:szCs w:val="22"/>
              </w:rPr>
              <w:t>The e</w:t>
            </w:r>
            <w:r w:rsidR="006338C4" w:rsidRPr="00896292">
              <w:rPr>
                <w:color w:val="000000" w:themeColor="text1"/>
                <w:sz w:val="22"/>
                <w:szCs w:val="22"/>
              </w:rPr>
              <w:t>xpiry date of the hand tool</w:t>
            </w:r>
          </w:p>
        </w:tc>
        <w:tc>
          <w:tcPr>
            <w:tcW w:w="1410" w:type="dxa"/>
          </w:tcPr>
          <w:p w14:paraId="650A32CF" w14:textId="2A8A4057" w:rsidR="00567C6E" w:rsidRPr="00896292" w:rsidRDefault="00567C6E" w:rsidP="00AE3D1D">
            <w:pPr>
              <w:pStyle w:val="Body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896292">
              <w:rPr>
                <w:color w:val="000000" w:themeColor="text1"/>
                <w:sz w:val="22"/>
                <w:szCs w:val="22"/>
              </w:rPr>
              <w:t>X</w:t>
            </w:r>
          </w:p>
        </w:tc>
      </w:tr>
      <w:tr w:rsidR="006338C4" w:rsidRPr="006338C4" w14:paraId="26906E4A" w14:textId="77777777" w:rsidTr="006C0771">
        <w:tc>
          <w:tcPr>
            <w:tcW w:w="7650" w:type="dxa"/>
          </w:tcPr>
          <w:p w14:paraId="28344899" w14:textId="2D890606" w:rsidR="00567C6E" w:rsidRPr="00896292" w:rsidRDefault="00EA0530" w:rsidP="00AE3D1D">
            <w:pPr>
              <w:pStyle w:val="Body"/>
              <w:numPr>
                <w:ilvl w:val="0"/>
                <w:numId w:val="23"/>
              </w:num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896292">
              <w:rPr>
                <w:color w:val="000000" w:themeColor="text1"/>
                <w:sz w:val="22"/>
                <w:szCs w:val="22"/>
              </w:rPr>
              <w:t xml:space="preserve">The </w:t>
            </w:r>
            <w:r w:rsidR="00E04073" w:rsidRPr="00896292">
              <w:rPr>
                <w:color w:val="000000" w:themeColor="text1"/>
                <w:sz w:val="22"/>
                <w:szCs w:val="22"/>
              </w:rPr>
              <w:t xml:space="preserve">PPE </w:t>
            </w:r>
            <w:r w:rsidRPr="00896292">
              <w:rPr>
                <w:color w:val="000000" w:themeColor="text1"/>
                <w:sz w:val="22"/>
                <w:szCs w:val="22"/>
              </w:rPr>
              <w:t>required for use</w:t>
            </w:r>
          </w:p>
        </w:tc>
        <w:tc>
          <w:tcPr>
            <w:tcW w:w="1410" w:type="dxa"/>
          </w:tcPr>
          <w:p w14:paraId="78D1E022" w14:textId="110112F5" w:rsidR="00567C6E" w:rsidRPr="00896292" w:rsidRDefault="00567C6E" w:rsidP="00AE3D1D">
            <w:pPr>
              <w:pStyle w:val="Body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67C6E" w:rsidRPr="006338C4" w14:paraId="12EE6E61" w14:textId="77777777" w:rsidTr="006C0771">
        <w:tc>
          <w:tcPr>
            <w:tcW w:w="7650" w:type="dxa"/>
          </w:tcPr>
          <w:p w14:paraId="0DE3E321" w14:textId="73FFF21F" w:rsidR="00567C6E" w:rsidRPr="00896292" w:rsidRDefault="00EA0530" w:rsidP="00AE3D1D">
            <w:pPr>
              <w:pStyle w:val="Body"/>
              <w:numPr>
                <w:ilvl w:val="0"/>
                <w:numId w:val="23"/>
              </w:num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896292">
              <w:rPr>
                <w:color w:val="000000" w:themeColor="text1"/>
                <w:sz w:val="22"/>
                <w:szCs w:val="22"/>
              </w:rPr>
              <w:t>The</w:t>
            </w:r>
            <w:r w:rsidR="006338C4" w:rsidRPr="00896292">
              <w:rPr>
                <w:color w:val="000000" w:themeColor="text1"/>
                <w:sz w:val="22"/>
                <w:szCs w:val="22"/>
              </w:rPr>
              <w:t xml:space="preserve"> guidelines for the correct use of the tool</w:t>
            </w:r>
          </w:p>
        </w:tc>
        <w:tc>
          <w:tcPr>
            <w:tcW w:w="1410" w:type="dxa"/>
          </w:tcPr>
          <w:p w14:paraId="7A8D1F15" w14:textId="0CB3E0DB" w:rsidR="00567C6E" w:rsidRPr="00896292" w:rsidRDefault="00567C6E" w:rsidP="00AE3D1D">
            <w:pPr>
              <w:pStyle w:val="Body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67C6E" w:rsidRPr="006338C4" w14:paraId="3CA048A8" w14:textId="77777777" w:rsidTr="006C0771">
        <w:tc>
          <w:tcPr>
            <w:tcW w:w="7650" w:type="dxa"/>
          </w:tcPr>
          <w:p w14:paraId="600D3B8E" w14:textId="70B64438" w:rsidR="00567C6E" w:rsidRPr="00896292" w:rsidRDefault="006338C4" w:rsidP="00AE3D1D">
            <w:pPr>
              <w:pStyle w:val="Body"/>
              <w:numPr>
                <w:ilvl w:val="0"/>
                <w:numId w:val="23"/>
              </w:num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896292">
              <w:rPr>
                <w:color w:val="000000" w:themeColor="text1"/>
                <w:sz w:val="22"/>
                <w:szCs w:val="22"/>
              </w:rPr>
              <w:t>Check</w:t>
            </w:r>
            <w:r w:rsidR="00EA0530" w:rsidRPr="00896292">
              <w:rPr>
                <w:color w:val="000000" w:themeColor="text1"/>
                <w:sz w:val="22"/>
                <w:szCs w:val="22"/>
              </w:rPr>
              <w:t>ing</w:t>
            </w:r>
            <w:r w:rsidRPr="00896292">
              <w:rPr>
                <w:color w:val="000000" w:themeColor="text1"/>
                <w:sz w:val="22"/>
                <w:szCs w:val="22"/>
              </w:rPr>
              <w:t xml:space="preserve"> the condition of the tool prior to use</w:t>
            </w:r>
          </w:p>
        </w:tc>
        <w:tc>
          <w:tcPr>
            <w:tcW w:w="1410" w:type="dxa"/>
          </w:tcPr>
          <w:p w14:paraId="76B298E4" w14:textId="6BC5F6F1" w:rsidR="00567C6E" w:rsidRPr="00896292" w:rsidRDefault="00567C6E" w:rsidP="00AE3D1D">
            <w:pPr>
              <w:pStyle w:val="Body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438B20C4" w14:textId="77777777" w:rsidR="00882D84" w:rsidRDefault="00882D84" w:rsidP="00B27F13">
      <w:pPr>
        <w:sectPr w:rsidR="00882D84" w:rsidSect="007A2378">
          <w:pgSz w:w="11906" w:h="16838"/>
          <w:pgMar w:top="1418" w:right="1418" w:bottom="1418" w:left="1418" w:header="567" w:footer="283" w:gutter="0"/>
          <w:cols w:space="4253"/>
          <w:docGrid w:linePitch="360"/>
        </w:sectPr>
      </w:pPr>
    </w:p>
    <w:p w14:paraId="3D47F18C" w14:textId="56C6FA2E" w:rsidR="00B27F13" w:rsidRDefault="05061E6D" w:rsidP="05061E6D">
      <w:pPr>
        <w:pStyle w:val="Heading2"/>
        <w:rPr>
          <w:sz w:val="32"/>
          <w:szCs w:val="32"/>
        </w:rPr>
      </w:pPr>
      <w:r>
        <w:lastRenderedPageBreak/>
        <w:t>Part 2: True or false</w:t>
      </w:r>
    </w:p>
    <w:p w14:paraId="064A1695" w14:textId="2AED9376" w:rsidR="00B27F13" w:rsidRDefault="00B140BC" w:rsidP="00B27F13">
      <w:pPr>
        <w:pStyle w:val="Caption"/>
        <w:keepNext/>
      </w:pPr>
      <w:r>
        <w:t xml:space="preserve">Table </w:t>
      </w:r>
      <w:r w:rsidR="00C03F65">
        <w:rPr>
          <w:noProof/>
        </w:rPr>
        <w:t>1</w:t>
      </w:r>
      <w:r w:rsidR="008B0674">
        <w:rPr>
          <w:noProof/>
        </w:rPr>
        <w:t>:</w:t>
      </w:r>
      <w:r>
        <w:t xml:space="preserve"> </w:t>
      </w:r>
      <w:r w:rsidRPr="0032347A">
        <w:t>True or false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True or false"/>
        <w:tblDescription w:val="True or false"/>
      </w:tblPr>
      <w:tblGrid>
        <w:gridCol w:w="7366"/>
        <w:gridCol w:w="1694"/>
      </w:tblGrid>
      <w:tr w:rsidR="00030DEC" w14:paraId="34057092" w14:textId="77777777" w:rsidTr="63DA57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6350FC03" w14:textId="77777777" w:rsidR="00B27F13" w:rsidRDefault="00B140BC" w:rsidP="00B27F13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34E0ED89" w14:textId="77777777" w:rsidR="00B27F13" w:rsidRDefault="00B140BC" w:rsidP="00B27F13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C930F6" w14:paraId="46B4857A" w14:textId="77777777" w:rsidTr="63DA5745">
        <w:tc>
          <w:tcPr>
            <w:tcW w:w="7366" w:type="dxa"/>
          </w:tcPr>
          <w:p w14:paraId="4FBC55AC" w14:textId="63A7ED3D" w:rsidR="00C930F6" w:rsidRPr="00B30F8E" w:rsidRDefault="1FCC389E" w:rsidP="1FCC389E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1FCC389E">
              <w:rPr>
                <w:sz w:val="22"/>
                <w:szCs w:val="22"/>
              </w:rPr>
              <w:t>(RK2) Pinning is where scratches are created on the surface of an object being filed</w:t>
            </w:r>
          </w:p>
        </w:tc>
        <w:tc>
          <w:tcPr>
            <w:tcW w:w="1694" w:type="dxa"/>
          </w:tcPr>
          <w:p w14:paraId="072F9003" w14:textId="0811D3DC" w:rsidR="00C930F6" w:rsidRPr="008B33A0" w:rsidRDefault="00C930F6" w:rsidP="00C930F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>True</w:t>
            </w:r>
          </w:p>
        </w:tc>
      </w:tr>
      <w:tr w:rsidR="00C930F6" w14:paraId="4A2A2CC8" w14:textId="77777777" w:rsidTr="63DA5745">
        <w:tc>
          <w:tcPr>
            <w:tcW w:w="7366" w:type="dxa"/>
          </w:tcPr>
          <w:p w14:paraId="1671709D" w14:textId="5A43A224" w:rsidR="00C930F6" w:rsidRPr="00B30F8E" w:rsidRDefault="33B754AF" w:rsidP="33B754AF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33B754AF">
              <w:rPr>
                <w:sz w:val="22"/>
                <w:szCs w:val="22"/>
              </w:rPr>
              <w:t>(RK2) An unclean cut when using aviation snips can be caused where there is a nick or chip in the blades</w:t>
            </w:r>
          </w:p>
        </w:tc>
        <w:tc>
          <w:tcPr>
            <w:tcW w:w="1694" w:type="dxa"/>
          </w:tcPr>
          <w:p w14:paraId="18FA01F7" w14:textId="422A1C0C" w:rsidR="00C930F6" w:rsidRPr="008B33A0" w:rsidRDefault="00C930F6" w:rsidP="00C930F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>True</w:t>
            </w:r>
          </w:p>
        </w:tc>
      </w:tr>
      <w:tr w:rsidR="00C930F6" w14:paraId="43C7ABE7" w14:textId="77777777" w:rsidTr="63DA5745">
        <w:tc>
          <w:tcPr>
            <w:tcW w:w="7366" w:type="dxa"/>
          </w:tcPr>
          <w:p w14:paraId="02825F7F" w14:textId="28C0BFA5" w:rsidR="00C930F6" w:rsidRDefault="33B754AF" w:rsidP="33B754AF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33B754AF">
              <w:rPr>
                <w:sz w:val="22"/>
                <w:szCs w:val="22"/>
              </w:rPr>
              <w:t>(RK6, RK8) Larger files can be used without a handle if we only use the file by pushing in a forward direction</w:t>
            </w:r>
          </w:p>
        </w:tc>
        <w:tc>
          <w:tcPr>
            <w:tcW w:w="1694" w:type="dxa"/>
          </w:tcPr>
          <w:p w14:paraId="5E9636F8" w14:textId="321937CB" w:rsidR="00C930F6" w:rsidRPr="008B33A0" w:rsidRDefault="0048300F" w:rsidP="00C930F6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>False</w:t>
            </w:r>
          </w:p>
        </w:tc>
      </w:tr>
      <w:tr w:rsidR="00EE64A5" w14:paraId="6D5A07A2" w14:textId="77777777" w:rsidTr="63DA5745">
        <w:tc>
          <w:tcPr>
            <w:tcW w:w="7366" w:type="dxa"/>
          </w:tcPr>
          <w:p w14:paraId="14906385" w14:textId="46D495D4" w:rsidR="00EE64A5" w:rsidRDefault="33B754AF" w:rsidP="33B754AF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33B754AF">
              <w:rPr>
                <w:sz w:val="22"/>
                <w:szCs w:val="22"/>
              </w:rPr>
              <w:t xml:space="preserve"> (RK8) When carrying out a task in a recognised workshop you don’t need to follow standard operating procedures </w:t>
            </w:r>
          </w:p>
        </w:tc>
        <w:tc>
          <w:tcPr>
            <w:tcW w:w="1694" w:type="dxa"/>
          </w:tcPr>
          <w:p w14:paraId="0246B352" w14:textId="6A331792" w:rsidR="00EE64A5" w:rsidRPr="008B33A0" w:rsidRDefault="002D65E7" w:rsidP="00EE64A5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 xml:space="preserve">False </w:t>
            </w:r>
          </w:p>
        </w:tc>
      </w:tr>
      <w:tr w:rsidR="00C8178D" w14:paraId="61A72528" w14:textId="77777777" w:rsidTr="63DA5745">
        <w:tc>
          <w:tcPr>
            <w:tcW w:w="7366" w:type="dxa"/>
          </w:tcPr>
          <w:p w14:paraId="3DBBE5B2" w14:textId="0864C640" w:rsidR="00C8178D" w:rsidRDefault="63DA5745" w:rsidP="63DA5745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63DA5745">
              <w:rPr>
                <w:sz w:val="22"/>
                <w:szCs w:val="22"/>
              </w:rPr>
              <w:t xml:space="preserve">(RK6, RK8) When using a cutting tool such as a Stanley knife we should cut in a direction towards yourself to have greater grip on the job  </w:t>
            </w:r>
          </w:p>
        </w:tc>
        <w:tc>
          <w:tcPr>
            <w:tcW w:w="1694" w:type="dxa"/>
          </w:tcPr>
          <w:p w14:paraId="6C67B567" w14:textId="72353557" w:rsidR="00C8178D" w:rsidRPr="008B33A0" w:rsidRDefault="00DA3C8A" w:rsidP="00EE64A5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>False</w:t>
            </w:r>
          </w:p>
        </w:tc>
      </w:tr>
      <w:tr w:rsidR="00C8178D" w14:paraId="014D9C65" w14:textId="77777777" w:rsidTr="63DA5745">
        <w:tc>
          <w:tcPr>
            <w:tcW w:w="7366" w:type="dxa"/>
          </w:tcPr>
          <w:p w14:paraId="5E7B5291" w14:textId="4EF1CCB1" w:rsidR="00C8178D" w:rsidRDefault="00833E99" w:rsidP="002D4DCE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(RK5</w:t>
            </w:r>
            <w:r w:rsidR="00AE3D1D">
              <w:rPr>
                <w:sz w:val="22"/>
                <w:szCs w:val="22"/>
              </w:rPr>
              <w:t xml:space="preserve">) </w:t>
            </w:r>
            <w:r w:rsidR="004C5B1F">
              <w:rPr>
                <w:sz w:val="22"/>
                <w:szCs w:val="22"/>
              </w:rPr>
              <w:t>The Storeman is responsible for making sure that tools and fixtures are returned to their correct location at the completion of a task and off cuts are sorted into their correct recycling or waste bins</w:t>
            </w:r>
          </w:p>
        </w:tc>
        <w:tc>
          <w:tcPr>
            <w:tcW w:w="1694" w:type="dxa"/>
          </w:tcPr>
          <w:p w14:paraId="3C1B6063" w14:textId="42429680" w:rsidR="00C8178D" w:rsidRPr="008B33A0" w:rsidRDefault="004C5B1F" w:rsidP="00EE64A5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>False</w:t>
            </w:r>
          </w:p>
        </w:tc>
      </w:tr>
      <w:tr w:rsidR="00FD12DD" w14:paraId="7DD59B02" w14:textId="77777777" w:rsidTr="63DA5745">
        <w:tc>
          <w:tcPr>
            <w:tcW w:w="7366" w:type="dxa"/>
          </w:tcPr>
          <w:p w14:paraId="6FB2E5C9" w14:textId="39DD65C5" w:rsidR="00FD71A7" w:rsidRPr="00F623BF" w:rsidRDefault="63DA5745" w:rsidP="63DA5745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63DA5745">
              <w:rPr>
                <w:sz w:val="22"/>
                <w:szCs w:val="22"/>
              </w:rPr>
              <w:t xml:space="preserve"> (RK6) Welding by a qualified tradesperson to repair a cracked or damaged tool, is acceptable practice</w:t>
            </w:r>
          </w:p>
        </w:tc>
        <w:tc>
          <w:tcPr>
            <w:tcW w:w="1694" w:type="dxa"/>
          </w:tcPr>
          <w:p w14:paraId="3D263540" w14:textId="1FB4F74F" w:rsidR="00FD71A7" w:rsidRPr="008B33A0" w:rsidRDefault="00775DD6" w:rsidP="00EE64A5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8B33A0">
              <w:rPr>
                <w:i/>
                <w:color w:val="808080" w:themeColor="background1" w:themeShade="80"/>
              </w:rPr>
              <w:t>False</w:t>
            </w:r>
          </w:p>
        </w:tc>
      </w:tr>
      <w:tr w:rsidR="00FA7CE9" w14:paraId="46824637" w14:textId="77777777" w:rsidTr="63DA5745">
        <w:tc>
          <w:tcPr>
            <w:tcW w:w="7366" w:type="dxa"/>
          </w:tcPr>
          <w:p w14:paraId="215769DA" w14:textId="78E829D8" w:rsidR="00FA7CE9" w:rsidRDefault="63DA5745" w:rsidP="63DA5745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63DA5745">
              <w:rPr>
                <w:sz w:val="22"/>
                <w:szCs w:val="22"/>
              </w:rPr>
              <w:t>(RK3) (PC1.4) A damaged tool that requires repair should be marked “out of service” and the supervisor notified</w:t>
            </w:r>
          </w:p>
        </w:tc>
        <w:tc>
          <w:tcPr>
            <w:tcW w:w="1694" w:type="dxa"/>
          </w:tcPr>
          <w:p w14:paraId="3184962F" w14:textId="374FC1FA" w:rsidR="00FA7CE9" w:rsidRPr="008B33A0" w:rsidRDefault="00FA7CE9" w:rsidP="00EE64A5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True</w:t>
            </w:r>
          </w:p>
        </w:tc>
      </w:tr>
    </w:tbl>
    <w:p w14:paraId="3C019F72" w14:textId="77777777" w:rsidR="00B27F13" w:rsidRDefault="00B140BC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254EA67E" w14:textId="099B3BB8" w:rsidR="00B27F13" w:rsidRDefault="00B140BC" w:rsidP="00B27F13">
      <w:pPr>
        <w:pStyle w:val="Heading2"/>
      </w:pPr>
      <w:r>
        <w:lastRenderedPageBreak/>
        <w:t>Part 3: Short answer</w:t>
      </w:r>
    </w:p>
    <w:p w14:paraId="234EC9A1" w14:textId="053D9E34" w:rsidR="006C0771" w:rsidRDefault="006C0771" w:rsidP="002F291D">
      <w:pPr>
        <w:rPr>
          <w:lang w:eastAsia="en-AU"/>
        </w:rPr>
      </w:pPr>
    </w:p>
    <w:p w14:paraId="6EE8AA32" w14:textId="387E0190" w:rsidR="002F291D" w:rsidRDefault="63DA5745" w:rsidP="63DA5745">
      <w:pPr>
        <w:pStyle w:val="Body"/>
        <w:numPr>
          <w:ilvl w:val="0"/>
          <w:numId w:val="29"/>
        </w:numPr>
        <w:rPr>
          <w:sz w:val="22"/>
          <w:szCs w:val="22"/>
        </w:rPr>
      </w:pPr>
      <w:r w:rsidRPr="63DA5745">
        <w:rPr>
          <w:sz w:val="22"/>
          <w:szCs w:val="22"/>
        </w:rPr>
        <w:t>(RK1) (PC1.1) From the diagram of a file below, match the corresponding description to its respective letter e.g. Handle = C:</w:t>
      </w:r>
    </w:p>
    <w:p w14:paraId="6ED6265D" w14:textId="77777777" w:rsidR="002F291D" w:rsidRDefault="002F291D" w:rsidP="002F291D">
      <w:pPr>
        <w:pStyle w:val="Body"/>
        <w:jc w:val="center"/>
        <w:rPr>
          <w:sz w:val="22"/>
          <w:szCs w:val="22"/>
        </w:rPr>
      </w:pPr>
      <w:r>
        <w:rPr>
          <w:i/>
          <w:noProof/>
          <w:lang w:eastAsia="en-AU"/>
        </w:rPr>
        <w:drawing>
          <wp:inline distT="0" distB="0" distL="0" distR="0" wp14:anchorId="2EC2866C" wp14:editId="77ABA563">
            <wp:extent cx="5020945" cy="1600200"/>
            <wp:effectExtent l="0" t="0" r="8255" b="0"/>
            <wp:docPr id="219" name="Picture 5" descr="this.alt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is.altText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94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8AB4B3" w14:textId="07C8EA99" w:rsidR="002F291D" w:rsidRPr="00B30F8E" w:rsidRDefault="002F291D" w:rsidP="002F291D">
      <w:pPr>
        <w:pStyle w:val="Body"/>
        <w:jc w:val="center"/>
        <w:rPr>
          <w:sz w:val="22"/>
          <w:szCs w:val="22"/>
        </w:rPr>
      </w:pPr>
      <w:r>
        <w:rPr>
          <w:sz w:val="22"/>
          <w:szCs w:val="22"/>
        </w:rPr>
        <w:t>©T</w:t>
      </w:r>
      <w:r w:rsidR="001F64D9">
        <w:rPr>
          <w:sz w:val="22"/>
          <w:szCs w:val="22"/>
        </w:rPr>
        <w:t>AFE</w:t>
      </w:r>
      <w:r>
        <w:rPr>
          <w:sz w:val="22"/>
          <w:szCs w:val="22"/>
        </w:rPr>
        <w:t xml:space="preserve"> NSW 2019</w:t>
      </w:r>
    </w:p>
    <w:p w14:paraId="6C42F4B1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 xml:space="preserve">Handle </w:t>
      </w:r>
      <w:r>
        <w:tab/>
      </w:r>
      <w:r>
        <w:tab/>
        <w:t>___</w:t>
      </w:r>
      <w:r w:rsidRPr="00C12666">
        <w:t>C</w:t>
      </w:r>
      <w:r>
        <w:t>___</w:t>
      </w:r>
      <w:r>
        <w:tab/>
      </w:r>
      <w:r w:rsidRPr="00C12666">
        <w:rPr>
          <w:b/>
        </w:rPr>
        <w:t>(example)</w:t>
      </w:r>
    </w:p>
    <w:p w14:paraId="5FB216F2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>Shoulder</w:t>
      </w:r>
      <w:r>
        <w:tab/>
      </w:r>
      <w:r>
        <w:tab/>
        <w:t>___</w:t>
      </w:r>
      <w:r w:rsidRPr="00F623BF">
        <w:rPr>
          <w:b/>
          <w:color w:val="808080" w:themeColor="background1" w:themeShade="80"/>
        </w:rPr>
        <w:t>D</w:t>
      </w:r>
      <w:r>
        <w:t>___</w:t>
      </w:r>
    </w:p>
    <w:p w14:paraId="4E272A70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>Point</w:t>
      </w:r>
      <w:r>
        <w:tab/>
      </w:r>
      <w:r>
        <w:tab/>
        <w:t>___</w:t>
      </w:r>
      <w:r w:rsidRPr="00F623BF">
        <w:rPr>
          <w:b/>
          <w:color w:val="808080" w:themeColor="background1" w:themeShade="80"/>
        </w:rPr>
        <w:t>C</w:t>
      </w:r>
      <w:r>
        <w:t>___</w:t>
      </w:r>
    </w:p>
    <w:p w14:paraId="4F93F370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>Edge</w:t>
      </w:r>
      <w:r>
        <w:tab/>
      </w:r>
      <w:r>
        <w:tab/>
        <w:t>___</w:t>
      </w:r>
      <w:r w:rsidRPr="00F623BF">
        <w:rPr>
          <w:b/>
          <w:color w:val="808080" w:themeColor="background1" w:themeShade="80"/>
        </w:rPr>
        <w:t>F</w:t>
      </w:r>
      <w:r>
        <w:t>___</w:t>
      </w:r>
    </w:p>
    <w:p w14:paraId="79EEE6FA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>Length</w:t>
      </w:r>
      <w:r>
        <w:tab/>
      </w:r>
      <w:r>
        <w:tab/>
        <w:t>___</w:t>
      </w:r>
      <w:r w:rsidRPr="00F623BF">
        <w:rPr>
          <w:b/>
          <w:color w:val="808080" w:themeColor="background1" w:themeShade="80"/>
        </w:rPr>
        <w:t>A</w:t>
      </w:r>
      <w:r>
        <w:t>___</w:t>
      </w:r>
    </w:p>
    <w:p w14:paraId="5D1FF61C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>Tang</w:t>
      </w:r>
      <w:r>
        <w:tab/>
      </w:r>
      <w:r>
        <w:tab/>
        <w:t>___</w:t>
      </w:r>
      <w:r w:rsidRPr="00F623BF">
        <w:rPr>
          <w:b/>
          <w:color w:val="808080" w:themeColor="background1" w:themeShade="80"/>
        </w:rPr>
        <w:t>B</w:t>
      </w:r>
      <w:r>
        <w:t>___</w:t>
      </w:r>
    </w:p>
    <w:p w14:paraId="2E318297" w14:textId="77777777" w:rsidR="002F291D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>Face</w:t>
      </w:r>
      <w:r>
        <w:tab/>
      </w:r>
      <w:r>
        <w:tab/>
        <w:t>___</w:t>
      </w:r>
      <w:r w:rsidRPr="00F623BF">
        <w:rPr>
          <w:b/>
          <w:color w:val="808080" w:themeColor="background1" w:themeShade="80"/>
        </w:rPr>
        <w:t>E</w:t>
      </w:r>
      <w:r>
        <w:t>___</w:t>
      </w:r>
    </w:p>
    <w:p w14:paraId="3C6B9C58" w14:textId="6E810980" w:rsidR="002F291D" w:rsidRPr="00896292" w:rsidRDefault="63DA5745" w:rsidP="63DA5745">
      <w:pPr>
        <w:pStyle w:val="ListParagraph"/>
        <w:numPr>
          <w:ilvl w:val="0"/>
          <w:numId w:val="29"/>
        </w:numPr>
        <w:rPr>
          <w:sz w:val="22"/>
          <w:szCs w:val="22"/>
        </w:rPr>
      </w:pPr>
      <w:r w:rsidRPr="63DA5745">
        <w:rPr>
          <w:sz w:val="22"/>
          <w:szCs w:val="22"/>
        </w:rPr>
        <w:t xml:space="preserve"> (RK1) (PC1.1) What is the type of cut shown on the above file face and state an application of the file:</w:t>
      </w:r>
    </w:p>
    <w:p w14:paraId="789DF5AF" w14:textId="2F86F282" w:rsidR="002F291D" w:rsidRPr="008740B8" w:rsidRDefault="05061E6D" w:rsidP="05061E6D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360"/>
        <w:rPr>
          <w:i/>
          <w:iCs/>
          <w:color w:val="808080" w:themeColor="text1" w:themeTint="7F"/>
          <w:sz w:val="22"/>
          <w:szCs w:val="22"/>
        </w:rPr>
      </w:pPr>
      <w:r w:rsidRPr="05061E6D">
        <w:rPr>
          <w:i/>
          <w:iCs/>
          <w:color w:val="808080" w:themeColor="text1" w:themeTint="7F"/>
        </w:rPr>
        <w:t xml:space="preserve">Double cut </w:t>
      </w:r>
    </w:p>
    <w:p w14:paraId="0759AC5F" w14:textId="1601474B" w:rsidR="002F291D" w:rsidRPr="008740B8" w:rsidRDefault="0A0937AF" w:rsidP="05061E6D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360"/>
        <w:rPr>
          <w:i/>
          <w:iCs/>
          <w:color w:val="808080" w:themeColor="text1" w:themeTint="7F"/>
          <w:sz w:val="22"/>
          <w:szCs w:val="22"/>
        </w:rPr>
      </w:pPr>
      <w:r w:rsidRPr="0A0937AF">
        <w:rPr>
          <w:i/>
          <w:iCs/>
          <w:color w:val="808080" w:themeColor="text1" w:themeTint="7F"/>
        </w:rPr>
        <w:t>Application - Fast removal of material and removes more metal per stroke than single cut</w:t>
      </w:r>
    </w:p>
    <w:p w14:paraId="4047012E" w14:textId="33487821" w:rsidR="002F291D" w:rsidRDefault="002F291D" w:rsidP="002F291D"/>
    <w:p w14:paraId="7F050717" w14:textId="2168A0BA" w:rsidR="002F291D" w:rsidRPr="00B30F8E" w:rsidRDefault="33B754AF" w:rsidP="002D4DCE">
      <w:pPr>
        <w:pStyle w:val="Body"/>
        <w:numPr>
          <w:ilvl w:val="0"/>
          <w:numId w:val="29"/>
        </w:numPr>
        <w:rPr>
          <w:sz w:val="22"/>
          <w:szCs w:val="22"/>
        </w:rPr>
      </w:pPr>
      <w:r w:rsidRPr="33B754AF">
        <w:rPr>
          <w:sz w:val="22"/>
          <w:szCs w:val="22"/>
        </w:rPr>
        <w:t xml:space="preserve">(RK4) When fitting a new hammer handle what item secures the hammer head tightly onto the handle: </w:t>
      </w:r>
    </w:p>
    <w:p w14:paraId="1BA545F2" w14:textId="5BF87C37" w:rsidR="002F291D" w:rsidRDefault="05061E6D" w:rsidP="05061E6D">
      <w:pPr>
        <w:pStyle w:val="Body"/>
        <w:ind w:left="360"/>
        <w:rPr>
          <w:i/>
          <w:iCs/>
          <w:color w:val="808080" w:themeColor="text1" w:themeTint="7F"/>
          <w:sz w:val="22"/>
          <w:szCs w:val="22"/>
        </w:rPr>
      </w:pPr>
      <w:r w:rsidRPr="05061E6D">
        <w:rPr>
          <w:i/>
          <w:iCs/>
          <w:color w:val="808080" w:themeColor="text1" w:themeTint="7F"/>
        </w:rPr>
        <w:t>Metal wedge</w:t>
      </w:r>
    </w:p>
    <w:p w14:paraId="2E7925D7" w14:textId="5CD914D9" w:rsidR="002F291D" w:rsidRPr="00B30F8E" w:rsidRDefault="63DA5745" w:rsidP="63DA5745">
      <w:pPr>
        <w:pStyle w:val="Body"/>
        <w:numPr>
          <w:ilvl w:val="0"/>
          <w:numId w:val="29"/>
        </w:numPr>
        <w:rPr>
          <w:sz w:val="22"/>
          <w:szCs w:val="22"/>
        </w:rPr>
      </w:pPr>
      <w:r w:rsidRPr="63DA5745">
        <w:rPr>
          <w:sz w:val="22"/>
          <w:szCs w:val="22"/>
        </w:rPr>
        <w:t xml:space="preserve">(RK6) (PC1.3) What is the reason we don’t use a file as a lever: </w:t>
      </w:r>
    </w:p>
    <w:p w14:paraId="78AD632C" w14:textId="77777777" w:rsidR="002F291D" w:rsidRPr="001A07F5" w:rsidRDefault="002F291D" w:rsidP="002F291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  <w:sz w:val="22"/>
          <w:szCs w:val="22"/>
        </w:rPr>
      </w:pPr>
      <w:r w:rsidRPr="001A07F5">
        <w:rPr>
          <w:i/>
          <w:color w:val="808080" w:themeColor="background1" w:themeShade="80"/>
        </w:rPr>
        <w:t xml:space="preserve">Files are made from high carbon steel and are very brittle and when used as a lever can shatter leading to potential eye injuries. </w:t>
      </w:r>
    </w:p>
    <w:p w14:paraId="2F8ED557" w14:textId="77777777" w:rsidR="001B6BED" w:rsidRDefault="001B6BED" w:rsidP="00595676">
      <w:pPr>
        <w:pStyle w:val="Body"/>
        <w:ind w:left="360"/>
        <w:rPr>
          <w:sz w:val="22"/>
          <w:szCs w:val="22"/>
        </w:rPr>
        <w:sectPr w:rsidR="001B6BED" w:rsidSect="007A2378">
          <w:pgSz w:w="11906" w:h="16838"/>
          <w:pgMar w:top="1418" w:right="1418" w:bottom="1418" w:left="1418" w:header="567" w:footer="283" w:gutter="0"/>
          <w:cols w:space="4253"/>
          <w:docGrid w:linePitch="360"/>
        </w:sectPr>
      </w:pPr>
    </w:p>
    <w:p w14:paraId="23CCBEA8" w14:textId="307035DC" w:rsidR="00A12322" w:rsidRDefault="00A12322" w:rsidP="05061E6D">
      <w:pPr>
        <w:pStyle w:val="Body"/>
        <w:rPr>
          <w:sz w:val="22"/>
          <w:szCs w:val="22"/>
        </w:rPr>
      </w:pPr>
    </w:p>
    <w:p w14:paraId="55AAA0E9" w14:textId="139C2502" w:rsidR="63DA5745" w:rsidRDefault="50805D62" w:rsidP="50805D62">
      <w:pPr>
        <w:pStyle w:val="Body"/>
        <w:numPr>
          <w:ilvl w:val="0"/>
          <w:numId w:val="29"/>
        </w:numPr>
        <w:rPr>
          <w:sz w:val="22"/>
          <w:szCs w:val="22"/>
        </w:rPr>
      </w:pPr>
      <w:r w:rsidRPr="50805D62">
        <w:rPr>
          <w:sz w:val="22"/>
          <w:szCs w:val="22"/>
        </w:rPr>
        <w:t xml:space="preserve">(RK1)) Using the images of tools in the diagram complete the table below by indicating the correct tool name to its respective letter and its application in general engineering </w:t>
      </w:r>
    </w:p>
    <w:p w14:paraId="305442B5" w14:textId="74472650" w:rsidR="00A12322" w:rsidRPr="00A12A07" w:rsidRDefault="00DD620A" w:rsidP="00DD620A">
      <w:pPr>
        <w:pStyle w:val="Body"/>
        <w:tabs>
          <w:tab w:val="clear" w:pos="284"/>
          <w:tab w:val="left" w:pos="1425"/>
        </w:tabs>
        <w:rPr>
          <w:sz w:val="22"/>
          <w:szCs w:val="22"/>
        </w:rPr>
      </w:pPr>
      <w:r w:rsidRPr="00DD620A">
        <w:rPr>
          <w:noProof/>
          <w:sz w:val="22"/>
          <w:szCs w:val="22"/>
          <w:lang w:eastAsia="en-AU"/>
        </w:rPr>
        <w:drawing>
          <wp:inline distT="0" distB="0" distL="0" distR="0" wp14:anchorId="23B9592A" wp14:editId="04B4954F">
            <wp:extent cx="5759450" cy="3237842"/>
            <wp:effectExtent l="0" t="0" r="0" b="1270"/>
            <wp:docPr id="3" name="Picture 3" descr="C:\Users\tbaldwin9.000\Documents\SkillsPoint TB\MEM18001C Use hand tools\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baldwin9.000\Documents\SkillsPoint TB\MEM18001C Use hand tools\pictures\Capture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237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4427D" w14:textId="0225C31D" w:rsidR="00A12322" w:rsidRPr="00DD620A" w:rsidRDefault="00DD620A" w:rsidP="00595676">
      <w:pPr>
        <w:pStyle w:val="Body"/>
        <w:ind w:left="36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D620A">
        <w:rPr>
          <w:sz w:val="20"/>
        </w:rPr>
        <w:t>© TAFE NSW 2019</w:t>
      </w:r>
    </w:p>
    <w:p w14:paraId="5D52BCB7" w14:textId="4B362227" w:rsidR="001B6BED" w:rsidRPr="00E6428C" w:rsidRDefault="001B6BED" w:rsidP="001B6BED">
      <w:pPr>
        <w:pStyle w:val="Caption"/>
        <w:keepNext/>
      </w:pPr>
      <w:r>
        <w:t xml:space="preserve">Table </w:t>
      </w:r>
      <w:r w:rsidR="00527F47">
        <w:rPr>
          <w:noProof/>
        </w:rPr>
        <w:t>1</w:t>
      </w:r>
      <w:r>
        <w:rPr>
          <w:noProof/>
        </w:rPr>
        <w:t xml:space="preserve"> 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720"/>
        <w:gridCol w:w="3000"/>
        <w:gridCol w:w="4347"/>
      </w:tblGrid>
      <w:tr w:rsidR="001B6BED" w:rsidRPr="006C0771" w14:paraId="60D1C036" w14:textId="77777777" w:rsidTr="0A0937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</w:trPr>
        <w:tc>
          <w:tcPr>
            <w:tcW w:w="1720" w:type="dxa"/>
          </w:tcPr>
          <w:p w14:paraId="4A1E99E3" w14:textId="2AB3FFFC" w:rsidR="001B6BED" w:rsidRPr="006C0771" w:rsidRDefault="001B6BED" w:rsidP="00885CC8">
            <w:pPr>
              <w:pStyle w:val="Body"/>
              <w:rPr>
                <w:sz w:val="22"/>
                <w:szCs w:val="22"/>
              </w:rPr>
            </w:pPr>
            <w:r>
              <w:rPr>
                <w:lang w:eastAsia="en-AU"/>
              </w:rPr>
              <w:tab/>
            </w:r>
            <w:r w:rsidR="00885CC8">
              <w:rPr>
                <w:sz w:val="22"/>
                <w:szCs w:val="22"/>
              </w:rPr>
              <w:t>Image</w:t>
            </w:r>
          </w:p>
        </w:tc>
        <w:tc>
          <w:tcPr>
            <w:tcW w:w="3000" w:type="dxa"/>
          </w:tcPr>
          <w:p w14:paraId="13027867" w14:textId="77777777" w:rsidR="001B6BED" w:rsidRPr="006C0771" w:rsidRDefault="001B6BED" w:rsidP="00BB259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Tool Name </w:t>
            </w:r>
          </w:p>
        </w:tc>
        <w:tc>
          <w:tcPr>
            <w:tcW w:w="4347" w:type="dxa"/>
          </w:tcPr>
          <w:p w14:paraId="65D0B26A" w14:textId="4D36B976" w:rsidR="05061E6D" w:rsidRDefault="0A0937AF" w:rsidP="05061E6D">
            <w:pPr>
              <w:pStyle w:val="Body"/>
              <w:rPr>
                <w:sz w:val="22"/>
                <w:szCs w:val="22"/>
              </w:rPr>
            </w:pPr>
            <w:r w:rsidRPr="0A0937AF">
              <w:rPr>
                <w:sz w:val="22"/>
                <w:szCs w:val="22"/>
              </w:rPr>
              <w:t>Application</w:t>
            </w:r>
          </w:p>
        </w:tc>
      </w:tr>
      <w:tr w:rsidR="001B6BED" w:rsidRPr="00C35BBF" w14:paraId="45320878" w14:textId="77777777" w:rsidTr="0A0937AF">
        <w:trPr>
          <w:trHeight w:val="561"/>
        </w:trPr>
        <w:tc>
          <w:tcPr>
            <w:tcW w:w="1720" w:type="dxa"/>
            <w:vAlign w:val="top"/>
          </w:tcPr>
          <w:p w14:paraId="69C7CBAE" w14:textId="77777777" w:rsidR="001B6BED" w:rsidRPr="003C2DCB" w:rsidRDefault="001B6BE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3000" w:type="dxa"/>
            <w:vAlign w:val="top"/>
          </w:tcPr>
          <w:p w14:paraId="30DDB9EA" w14:textId="48807C25" w:rsidR="001B6BED" w:rsidRPr="00A12A07" w:rsidRDefault="001B6BED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A12A07">
              <w:rPr>
                <w:i/>
                <w:color w:val="808080" w:themeColor="background1" w:themeShade="80"/>
                <w:sz w:val="22"/>
                <w:szCs w:val="22"/>
              </w:rPr>
              <w:t>Ball pein</w:t>
            </w:r>
            <w:r w:rsidR="009C4744">
              <w:rPr>
                <w:i/>
                <w:color w:val="808080" w:themeColor="background1" w:themeShade="80"/>
                <w:sz w:val="22"/>
                <w:szCs w:val="22"/>
              </w:rPr>
              <w:t xml:space="preserve"> (peen)</w:t>
            </w:r>
            <w:r w:rsidRPr="00A12A07">
              <w:rPr>
                <w:i/>
                <w:color w:val="808080" w:themeColor="background1" w:themeShade="80"/>
                <w:sz w:val="22"/>
                <w:szCs w:val="22"/>
              </w:rPr>
              <w:t xml:space="preserve"> hammer</w:t>
            </w:r>
          </w:p>
        </w:tc>
        <w:tc>
          <w:tcPr>
            <w:tcW w:w="4347" w:type="dxa"/>
            <w:vAlign w:val="top"/>
          </w:tcPr>
          <w:p w14:paraId="402F6B2A" w14:textId="0E3EA21A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Hand hammer /peening</w:t>
            </w:r>
          </w:p>
        </w:tc>
      </w:tr>
      <w:tr w:rsidR="001B6BED" w:rsidRPr="00C35BBF" w14:paraId="3FE2A393" w14:textId="77777777" w:rsidTr="0A0937AF">
        <w:trPr>
          <w:trHeight w:val="590"/>
        </w:trPr>
        <w:tc>
          <w:tcPr>
            <w:tcW w:w="1720" w:type="dxa"/>
            <w:vAlign w:val="top"/>
          </w:tcPr>
          <w:p w14:paraId="2B7BC1DB" w14:textId="77777777" w:rsidR="001B6BED" w:rsidRPr="003C2DCB" w:rsidRDefault="001B6BE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3000" w:type="dxa"/>
            <w:vAlign w:val="top"/>
          </w:tcPr>
          <w:p w14:paraId="45C8B55E" w14:textId="79FED423" w:rsidR="001B6BED" w:rsidRPr="00626F5E" w:rsidRDefault="001B6BED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Cross pein </w:t>
            </w:r>
            <w:r w:rsidR="009C4744">
              <w:rPr>
                <w:i/>
                <w:color w:val="808080" w:themeColor="background1" w:themeShade="80"/>
                <w:sz w:val="22"/>
                <w:szCs w:val="22"/>
              </w:rPr>
              <w:t xml:space="preserve">(peen) </w:t>
            </w: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hammer</w:t>
            </w:r>
          </w:p>
        </w:tc>
        <w:tc>
          <w:tcPr>
            <w:tcW w:w="4347" w:type="dxa"/>
            <w:vAlign w:val="top"/>
          </w:tcPr>
          <w:p w14:paraId="44D9FB9B" w14:textId="7F270797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Spreading material/cross peening</w:t>
            </w:r>
          </w:p>
        </w:tc>
      </w:tr>
      <w:tr w:rsidR="001B6BED" w:rsidRPr="00C35BBF" w14:paraId="1E0B4466" w14:textId="77777777" w:rsidTr="0A0937AF">
        <w:trPr>
          <w:trHeight w:val="590"/>
        </w:trPr>
        <w:tc>
          <w:tcPr>
            <w:tcW w:w="1720" w:type="dxa"/>
            <w:vAlign w:val="top"/>
          </w:tcPr>
          <w:p w14:paraId="74AA22BA" w14:textId="77777777" w:rsidR="001B6BED" w:rsidRPr="003C2DCB" w:rsidRDefault="001B6BE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3000" w:type="dxa"/>
            <w:vAlign w:val="top"/>
          </w:tcPr>
          <w:p w14:paraId="3E034217" w14:textId="590A3E6E" w:rsidR="001B6BED" w:rsidRPr="00626F5E" w:rsidRDefault="001B6BED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Centre punch</w:t>
            </w:r>
          </w:p>
        </w:tc>
        <w:tc>
          <w:tcPr>
            <w:tcW w:w="4347" w:type="dxa"/>
            <w:vAlign w:val="top"/>
          </w:tcPr>
          <w:p w14:paraId="4761476D" w14:textId="657524FD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Datum marking material</w:t>
            </w:r>
          </w:p>
        </w:tc>
      </w:tr>
      <w:tr w:rsidR="001B6BED" w:rsidRPr="00C35BBF" w14:paraId="1F4B25B6" w14:textId="77777777" w:rsidTr="0A0937AF">
        <w:trPr>
          <w:trHeight w:val="590"/>
        </w:trPr>
        <w:tc>
          <w:tcPr>
            <w:tcW w:w="1720" w:type="dxa"/>
            <w:vAlign w:val="top"/>
          </w:tcPr>
          <w:p w14:paraId="314BC0F1" w14:textId="77777777" w:rsidR="001B6BED" w:rsidRPr="003C2DCB" w:rsidRDefault="001B6BE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3000" w:type="dxa"/>
            <w:vAlign w:val="top"/>
          </w:tcPr>
          <w:p w14:paraId="4235A6C2" w14:textId="7CB8D236" w:rsidR="001B6BED" w:rsidRPr="00626F5E" w:rsidRDefault="00013B67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Cold chisel</w:t>
            </w:r>
          </w:p>
        </w:tc>
        <w:tc>
          <w:tcPr>
            <w:tcW w:w="4347" w:type="dxa"/>
            <w:vAlign w:val="top"/>
          </w:tcPr>
          <w:p w14:paraId="165E7D44" w14:textId="06D9F858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Chipping surplus metal</w:t>
            </w:r>
          </w:p>
        </w:tc>
      </w:tr>
      <w:tr w:rsidR="001B6BED" w:rsidRPr="00C35BBF" w14:paraId="09FD7F6D" w14:textId="77777777" w:rsidTr="0A0937AF">
        <w:trPr>
          <w:trHeight w:val="590"/>
        </w:trPr>
        <w:tc>
          <w:tcPr>
            <w:tcW w:w="1720" w:type="dxa"/>
            <w:vAlign w:val="top"/>
          </w:tcPr>
          <w:p w14:paraId="20F28AAA" w14:textId="77777777" w:rsidR="001B6BED" w:rsidRPr="003C2DCB" w:rsidRDefault="001B6BE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3000" w:type="dxa"/>
            <w:vAlign w:val="top"/>
          </w:tcPr>
          <w:p w14:paraId="13BE638B" w14:textId="3D32C91E" w:rsidR="001B6BED" w:rsidRPr="00626F5E" w:rsidRDefault="00013B67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Hacksaw</w:t>
            </w:r>
            <w:r w:rsidR="001B6BED"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4347" w:type="dxa"/>
            <w:vAlign w:val="top"/>
          </w:tcPr>
          <w:p w14:paraId="65C91CDC" w14:textId="6725AD6F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Cutting ferrous and non-ferrous material</w:t>
            </w:r>
          </w:p>
        </w:tc>
      </w:tr>
      <w:tr w:rsidR="001B6BED" w:rsidRPr="00C35BBF" w14:paraId="7A581FAD" w14:textId="77777777" w:rsidTr="0A0937AF">
        <w:trPr>
          <w:trHeight w:val="590"/>
        </w:trPr>
        <w:tc>
          <w:tcPr>
            <w:tcW w:w="1720" w:type="dxa"/>
            <w:vAlign w:val="top"/>
          </w:tcPr>
          <w:p w14:paraId="5D0E275A" w14:textId="77777777" w:rsidR="001B6BED" w:rsidRPr="003C2DCB" w:rsidRDefault="001B6BE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F</w:t>
            </w:r>
          </w:p>
        </w:tc>
        <w:tc>
          <w:tcPr>
            <w:tcW w:w="3000" w:type="dxa"/>
            <w:vAlign w:val="top"/>
          </w:tcPr>
          <w:p w14:paraId="03088EBA" w14:textId="18A1CE75" w:rsidR="001B6BED" w:rsidRPr="00626F5E" w:rsidRDefault="00626F5E" w:rsidP="00626F5E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Aviation </w:t>
            </w:r>
            <w:r w:rsidR="00013B67"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Snips </w:t>
            </w:r>
          </w:p>
        </w:tc>
        <w:tc>
          <w:tcPr>
            <w:tcW w:w="4347" w:type="dxa"/>
            <w:vAlign w:val="top"/>
          </w:tcPr>
          <w:p w14:paraId="3F29F862" w14:textId="07B3483E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Cutting sheet metal</w:t>
            </w:r>
          </w:p>
        </w:tc>
      </w:tr>
      <w:tr w:rsidR="001B6BED" w:rsidRPr="00C35BBF" w14:paraId="660AB7C9" w14:textId="77777777" w:rsidTr="0A0937AF">
        <w:trPr>
          <w:trHeight w:val="605"/>
        </w:trPr>
        <w:tc>
          <w:tcPr>
            <w:tcW w:w="1720" w:type="dxa"/>
            <w:vAlign w:val="top"/>
          </w:tcPr>
          <w:p w14:paraId="21C43334" w14:textId="77777777" w:rsidR="001B6BED" w:rsidRPr="003C2DCB" w:rsidRDefault="001B6BE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3000" w:type="dxa"/>
            <w:vAlign w:val="top"/>
          </w:tcPr>
          <w:p w14:paraId="7EED05F6" w14:textId="0FCF10D6" w:rsidR="001B6BED" w:rsidRPr="00626F5E" w:rsidRDefault="00013B67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Vice grips </w:t>
            </w:r>
          </w:p>
        </w:tc>
        <w:tc>
          <w:tcPr>
            <w:tcW w:w="4347" w:type="dxa"/>
            <w:vAlign w:val="top"/>
          </w:tcPr>
          <w:p w14:paraId="23C3EF30" w14:textId="1EA7D328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Locking grip/clamping</w:t>
            </w:r>
          </w:p>
        </w:tc>
      </w:tr>
      <w:tr w:rsidR="001B6BED" w:rsidRPr="00C35BBF" w14:paraId="5952112C" w14:textId="77777777" w:rsidTr="0A0937AF">
        <w:trPr>
          <w:trHeight w:val="590"/>
        </w:trPr>
        <w:tc>
          <w:tcPr>
            <w:tcW w:w="1720" w:type="dxa"/>
            <w:vAlign w:val="top"/>
          </w:tcPr>
          <w:p w14:paraId="443978F4" w14:textId="77777777" w:rsidR="001B6BED" w:rsidRPr="003C2DCB" w:rsidRDefault="001B6BE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H</w:t>
            </w:r>
          </w:p>
        </w:tc>
        <w:tc>
          <w:tcPr>
            <w:tcW w:w="3000" w:type="dxa"/>
            <w:vAlign w:val="top"/>
          </w:tcPr>
          <w:p w14:paraId="6BE207CC" w14:textId="3CF561B0" w:rsidR="001B6BED" w:rsidRPr="00626F5E" w:rsidRDefault="00013B67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Multi grips</w:t>
            </w:r>
          </w:p>
        </w:tc>
        <w:tc>
          <w:tcPr>
            <w:tcW w:w="4347" w:type="dxa"/>
            <w:vAlign w:val="top"/>
          </w:tcPr>
          <w:p w14:paraId="30751A24" w14:textId="4DEDD3E4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Gripping/controlled width of jaws and size</w:t>
            </w:r>
          </w:p>
        </w:tc>
      </w:tr>
      <w:tr w:rsidR="001B6BED" w:rsidRPr="00C35BBF" w14:paraId="7C99F734" w14:textId="77777777" w:rsidTr="0A0937AF">
        <w:trPr>
          <w:trHeight w:val="590"/>
        </w:trPr>
        <w:tc>
          <w:tcPr>
            <w:tcW w:w="1720" w:type="dxa"/>
            <w:vAlign w:val="top"/>
          </w:tcPr>
          <w:p w14:paraId="3C69ACC3" w14:textId="77777777" w:rsidR="001B6BED" w:rsidRPr="003C2DCB" w:rsidRDefault="001B6BE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J</w:t>
            </w:r>
          </w:p>
        </w:tc>
        <w:tc>
          <w:tcPr>
            <w:tcW w:w="3000" w:type="dxa"/>
            <w:vAlign w:val="top"/>
          </w:tcPr>
          <w:p w14:paraId="3D157E45" w14:textId="1C120DAE" w:rsidR="001B6BED" w:rsidRPr="00626F5E" w:rsidRDefault="00537E89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Combination or b</w:t>
            </w:r>
            <w:r w:rsidR="00013B67" w:rsidRPr="00626F5E">
              <w:rPr>
                <w:i/>
                <w:color w:val="808080" w:themeColor="background1" w:themeShade="80"/>
                <w:sz w:val="22"/>
                <w:szCs w:val="22"/>
              </w:rPr>
              <w:t>ull nose pliers</w:t>
            </w:r>
          </w:p>
        </w:tc>
        <w:tc>
          <w:tcPr>
            <w:tcW w:w="4347" w:type="dxa"/>
            <w:vAlign w:val="top"/>
          </w:tcPr>
          <w:p w14:paraId="429A5358" w14:textId="4C643707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Holding and cutting material</w:t>
            </w:r>
          </w:p>
        </w:tc>
      </w:tr>
    </w:tbl>
    <w:p w14:paraId="6C5033AA" w14:textId="75BC52E2" w:rsidR="001B6BED" w:rsidRDefault="001B6BED" w:rsidP="00595676">
      <w:pPr>
        <w:pStyle w:val="Body"/>
        <w:ind w:left="360"/>
        <w:rPr>
          <w:sz w:val="22"/>
          <w:szCs w:val="22"/>
        </w:rPr>
      </w:pPr>
    </w:p>
    <w:p w14:paraId="54C4A023" w14:textId="57B16C2C" w:rsidR="00013B67" w:rsidRDefault="50805D62" w:rsidP="05061E6D">
      <w:pPr>
        <w:pStyle w:val="Body"/>
        <w:numPr>
          <w:ilvl w:val="0"/>
          <w:numId w:val="29"/>
        </w:numPr>
        <w:tabs>
          <w:tab w:val="clear" w:pos="284"/>
          <w:tab w:val="left" w:pos="1425"/>
        </w:tabs>
        <w:rPr>
          <w:sz w:val="22"/>
          <w:szCs w:val="22"/>
        </w:rPr>
      </w:pPr>
      <w:r w:rsidRPr="50805D62">
        <w:rPr>
          <w:sz w:val="22"/>
          <w:szCs w:val="22"/>
        </w:rPr>
        <w:lastRenderedPageBreak/>
        <w:t xml:space="preserve">(RK1) Using the images of tools in the diagram complete the table below by indicating the correct tool name to its respective letter and its application in general engineering </w:t>
      </w:r>
    </w:p>
    <w:p w14:paraId="46AC242B" w14:textId="77777777" w:rsidR="00DD620A" w:rsidRDefault="00DD620A" w:rsidP="00DD620A">
      <w:pPr>
        <w:pStyle w:val="Body"/>
        <w:tabs>
          <w:tab w:val="clear" w:pos="284"/>
          <w:tab w:val="left" w:pos="1425"/>
        </w:tabs>
        <w:ind w:left="142"/>
        <w:rPr>
          <w:sz w:val="22"/>
          <w:szCs w:val="22"/>
        </w:rPr>
      </w:pPr>
    </w:p>
    <w:p w14:paraId="75BA53C7" w14:textId="09C4740D" w:rsidR="00013B67" w:rsidRDefault="00DD620A" w:rsidP="00DD620A">
      <w:pPr>
        <w:pStyle w:val="Body"/>
        <w:tabs>
          <w:tab w:val="clear" w:pos="284"/>
          <w:tab w:val="left" w:pos="1425"/>
        </w:tabs>
        <w:rPr>
          <w:sz w:val="22"/>
          <w:szCs w:val="22"/>
        </w:rPr>
      </w:pPr>
      <w:r w:rsidRPr="00DD620A">
        <w:rPr>
          <w:noProof/>
          <w:sz w:val="22"/>
          <w:szCs w:val="22"/>
          <w:lang w:eastAsia="en-AU"/>
        </w:rPr>
        <w:drawing>
          <wp:inline distT="0" distB="0" distL="0" distR="0" wp14:anchorId="7CB74961" wp14:editId="6D24A69D">
            <wp:extent cx="5759450" cy="3033121"/>
            <wp:effectExtent l="0" t="0" r="0" b="0"/>
            <wp:docPr id="4" name="Picture 4" descr="C:\Users\tbaldwin9.000\Documents\SkillsPoint TB\MEM18001C Use hand tools\pictures\Cap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baldwin9.000\Documents\SkillsPoint TB\MEM18001C Use hand tools\pictures\Capture 2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033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4BF8F" w14:textId="6566FB55" w:rsidR="00DD620A" w:rsidRPr="00013B67" w:rsidRDefault="00DD620A" w:rsidP="00DD620A">
      <w:pPr>
        <w:pStyle w:val="Body"/>
        <w:tabs>
          <w:tab w:val="clear" w:pos="284"/>
          <w:tab w:val="left" w:pos="1425"/>
        </w:tabs>
        <w:rPr>
          <w:sz w:val="22"/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D620A">
        <w:rPr>
          <w:sz w:val="20"/>
        </w:rPr>
        <w:t>© TAFE NSW 2019</w:t>
      </w:r>
    </w:p>
    <w:p w14:paraId="19526ECE" w14:textId="01C80A39" w:rsidR="00013B67" w:rsidRPr="00E6428C" w:rsidRDefault="00013B67" w:rsidP="00013B67">
      <w:pPr>
        <w:pStyle w:val="Caption"/>
        <w:keepNext/>
      </w:pPr>
      <w:r>
        <w:t xml:space="preserve">Table </w:t>
      </w:r>
      <w:r w:rsidR="00527F47">
        <w:rPr>
          <w:noProof/>
        </w:rPr>
        <w:t>2</w:t>
      </w:r>
      <w:r>
        <w:rPr>
          <w:noProof/>
        </w:rPr>
        <w:t xml:space="preserve"> 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720"/>
        <w:gridCol w:w="2880"/>
        <w:gridCol w:w="4467"/>
      </w:tblGrid>
      <w:tr w:rsidR="00013B67" w:rsidRPr="006C0771" w14:paraId="0A4DD232" w14:textId="77777777" w:rsidTr="0A0937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</w:trPr>
        <w:tc>
          <w:tcPr>
            <w:tcW w:w="1720" w:type="dxa"/>
          </w:tcPr>
          <w:p w14:paraId="0A71944E" w14:textId="7ABAEB93" w:rsidR="00013B67" w:rsidRPr="006C0771" w:rsidRDefault="00013B67" w:rsidP="00885CC8">
            <w:pPr>
              <w:pStyle w:val="Body"/>
              <w:rPr>
                <w:sz w:val="22"/>
                <w:szCs w:val="22"/>
              </w:rPr>
            </w:pPr>
            <w:r>
              <w:rPr>
                <w:lang w:eastAsia="en-AU"/>
              </w:rPr>
              <w:tab/>
            </w:r>
            <w:r w:rsidR="00885CC8">
              <w:rPr>
                <w:sz w:val="22"/>
                <w:szCs w:val="22"/>
              </w:rPr>
              <w:t>Image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</w:tcPr>
          <w:p w14:paraId="4253220B" w14:textId="77777777" w:rsidR="00013B67" w:rsidRPr="006C0771" w:rsidRDefault="00013B67" w:rsidP="00BB259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Tool Name </w:t>
            </w:r>
          </w:p>
        </w:tc>
        <w:tc>
          <w:tcPr>
            <w:tcW w:w="4467" w:type="dxa"/>
          </w:tcPr>
          <w:p w14:paraId="7EC304C5" w14:textId="0791C43E" w:rsidR="05061E6D" w:rsidRDefault="0A0937AF" w:rsidP="05061E6D">
            <w:pPr>
              <w:pStyle w:val="Body"/>
              <w:rPr>
                <w:sz w:val="22"/>
                <w:szCs w:val="22"/>
              </w:rPr>
            </w:pPr>
            <w:r w:rsidRPr="0A0937AF">
              <w:rPr>
                <w:sz w:val="22"/>
                <w:szCs w:val="22"/>
              </w:rPr>
              <w:t>Application</w:t>
            </w:r>
          </w:p>
        </w:tc>
      </w:tr>
      <w:tr w:rsidR="00013B67" w:rsidRPr="00C35BBF" w14:paraId="1EDBB81A" w14:textId="77777777" w:rsidTr="0A0937AF">
        <w:trPr>
          <w:trHeight w:val="561"/>
        </w:trPr>
        <w:tc>
          <w:tcPr>
            <w:tcW w:w="1720" w:type="dxa"/>
            <w:vAlign w:val="top"/>
          </w:tcPr>
          <w:p w14:paraId="6685859A" w14:textId="77777777" w:rsidR="00013B67" w:rsidRPr="003C2DCB" w:rsidRDefault="00013B6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880" w:type="dxa"/>
            <w:vAlign w:val="top"/>
          </w:tcPr>
          <w:p w14:paraId="2B63630D" w14:textId="61A4F18B" w:rsidR="00013B67" w:rsidRPr="00626F5E" w:rsidRDefault="00DD620A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Long nose/needle nose pliers</w:t>
            </w:r>
          </w:p>
        </w:tc>
        <w:tc>
          <w:tcPr>
            <w:tcW w:w="4467" w:type="dxa"/>
            <w:vAlign w:val="top"/>
          </w:tcPr>
          <w:p w14:paraId="392A17CC" w14:textId="12B7E3B2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Cutting /gripping in small areas</w:t>
            </w:r>
          </w:p>
        </w:tc>
      </w:tr>
      <w:tr w:rsidR="00013B67" w:rsidRPr="00C35BBF" w14:paraId="18549E64" w14:textId="77777777" w:rsidTr="0A0937AF">
        <w:trPr>
          <w:trHeight w:val="590"/>
        </w:trPr>
        <w:tc>
          <w:tcPr>
            <w:tcW w:w="1720" w:type="dxa"/>
            <w:vAlign w:val="top"/>
          </w:tcPr>
          <w:p w14:paraId="6E3270C5" w14:textId="77777777" w:rsidR="00013B67" w:rsidRPr="003C2DCB" w:rsidRDefault="00013B6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2880" w:type="dxa"/>
            <w:vAlign w:val="top"/>
          </w:tcPr>
          <w:p w14:paraId="201D1FAB" w14:textId="6B06BC1A" w:rsidR="00013B67" w:rsidRPr="00626F5E" w:rsidRDefault="05061E6D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5061E6D">
              <w:rPr>
                <w:i/>
                <w:iCs/>
                <w:color w:val="808080" w:themeColor="text1" w:themeTint="7F"/>
                <w:sz w:val="22"/>
                <w:szCs w:val="22"/>
              </w:rPr>
              <w:t>Stillson/ Pipe wrench</w:t>
            </w:r>
          </w:p>
        </w:tc>
        <w:tc>
          <w:tcPr>
            <w:tcW w:w="4467" w:type="dxa"/>
            <w:vAlign w:val="top"/>
          </w:tcPr>
          <w:p w14:paraId="44DC8C9B" w14:textId="6B39B9B3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Tighten/loosen pipe</w:t>
            </w:r>
          </w:p>
        </w:tc>
      </w:tr>
      <w:tr w:rsidR="00013B67" w:rsidRPr="00C35BBF" w14:paraId="089749AE" w14:textId="77777777" w:rsidTr="0A0937AF">
        <w:trPr>
          <w:trHeight w:val="590"/>
        </w:trPr>
        <w:tc>
          <w:tcPr>
            <w:tcW w:w="1720" w:type="dxa"/>
            <w:vAlign w:val="top"/>
          </w:tcPr>
          <w:p w14:paraId="014D2FCF" w14:textId="77777777" w:rsidR="00013B67" w:rsidRPr="003C2DCB" w:rsidRDefault="00013B6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2880" w:type="dxa"/>
            <w:vAlign w:val="top"/>
          </w:tcPr>
          <w:p w14:paraId="092FC4A3" w14:textId="025339FF" w:rsidR="00013B67" w:rsidRPr="00626F5E" w:rsidRDefault="00013B67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Flat file </w:t>
            </w:r>
          </w:p>
        </w:tc>
        <w:tc>
          <w:tcPr>
            <w:tcW w:w="4467" w:type="dxa"/>
            <w:vAlign w:val="top"/>
          </w:tcPr>
          <w:p w14:paraId="417E8F86" w14:textId="19776677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Flat filing/finishing</w:t>
            </w:r>
          </w:p>
        </w:tc>
      </w:tr>
      <w:tr w:rsidR="00013B67" w:rsidRPr="00C35BBF" w14:paraId="0F959B78" w14:textId="77777777" w:rsidTr="0A0937AF">
        <w:trPr>
          <w:trHeight w:val="590"/>
        </w:trPr>
        <w:tc>
          <w:tcPr>
            <w:tcW w:w="1720" w:type="dxa"/>
            <w:vAlign w:val="top"/>
          </w:tcPr>
          <w:p w14:paraId="2EF25A7D" w14:textId="77777777" w:rsidR="00013B67" w:rsidRPr="003C2DCB" w:rsidRDefault="00013B6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2880" w:type="dxa"/>
            <w:vAlign w:val="top"/>
          </w:tcPr>
          <w:p w14:paraId="22862712" w14:textId="32BAD895" w:rsidR="00013B67" w:rsidRPr="00626F5E" w:rsidRDefault="00DD620A" w:rsidP="00DD620A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Round file (Rat tail)</w:t>
            </w:r>
          </w:p>
        </w:tc>
        <w:tc>
          <w:tcPr>
            <w:tcW w:w="4467" w:type="dxa"/>
            <w:vAlign w:val="top"/>
          </w:tcPr>
          <w:p w14:paraId="389AA217" w14:textId="49AFE946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Round filing/finishing, elongating holes</w:t>
            </w:r>
          </w:p>
        </w:tc>
      </w:tr>
      <w:tr w:rsidR="00013B67" w:rsidRPr="00C35BBF" w14:paraId="3FC5E514" w14:textId="77777777" w:rsidTr="0A0937AF">
        <w:trPr>
          <w:trHeight w:val="590"/>
        </w:trPr>
        <w:tc>
          <w:tcPr>
            <w:tcW w:w="1720" w:type="dxa"/>
            <w:vAlign w:val="top"/>
          </w:tcPr>
          <w:p w14:paraId="797A1615" w14:textId="77777777" w:rsidR="00013B67" w:rsidRPr="003C2DCB" w:rsidRDefault="00013B6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2880" w:type="dxa"/>
            <w:vAlign w:val="top"/>
          </w:tcPr>
          <w:p w14:paraId="5BAE10C3" w14:textId="4188B146" w:rsidR="00013B67" w:rsidRPr="00626F5E" w:rsidRDefault="00DD620A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Half round file</w:t>
            </w:r>
          </w:p>
        </w:tc>
        <w:tc>
          <w:tcPr>
            <w:tcW w:w="4467" w:type="dxa"/>
            <w:vAlign w:val="top"/>
          </w:tcPr>
          <w:p w14:paraId="79E9F8E3" w14:textId="41087F2B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Flat and curved filing/finishing</w:t>
            </w:r>
          </w:p>
        </w:tc>
      </w:tr>
      <w:tr w:rsidR="00013B67" w:rsidRPr="00C35BBF" w14:paraId="15169F7D" w14:textId="77777777" w:rsidTr="0A0937AF">
        <w:trPr>
          <w:trHeight w:val="590"/>
        </w:trPr>
        <w:tc>
          <w:tcPr>
            <w:tcW w:w="1720" w:type="dxa"/>
            <w:vAlign w:val="top"/>
          </w:tcPr>
          <w:p w14:paraId="25F1FABF" w14:textId="77777777" w:rsidR="00013B67" w:rsidRPr="003C2DCB" w:rsidRDefault="00013B6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F</w:t>
            </w:r>
          </w:p>
        </w:tc>
        <w:tc>
          <w:tcPr>
            <w:tcW w:w="2880" w:type="dxa"/>
            <w:vAlign w:val="top"/>
          </w:tcPr>
          <w:p w14:paraId="4F2D39FE" w14:textId="1A0DD2CA" w:rsidR="00013B67" w:rsidRPr="00626F5E" w:rsidRDefault="00DD620A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Three square file  </w:t>
            </w:r>
          </w:p>
        </w:tc>
        <w:tc>
          <w:tcPr>
            <w:tcW w:w="4467" w:type="dxa"/>
            <w:vAlign w:val="top"/>
          </w:tcPr>
          <w:p w14:paraId="1C9D348E" w14:textId="30B95687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Angular filing/finishing</w:t>
            </w:r>
          </w:p>
        </w:tc>
      </w:tr>
      <w:tr w:rsidR="00013B67" w:rsidRPr="00C35BBF" w14:paraId="7D51902D" w14:textId="77777777" w:rsidTr="0A0937AF">
        <w:trPr>
          <w:trHeight w:val="605"/>
        </w:trPr>
        <w:tc>
          <w:tcPr>
            <w:tcW w:w="1720" w:type="dxa"/>
            <w:vAlign w:val="top"/>
          </w:tcPr>
          <w:p w14:paraId="1FF14C90" w14:textId="77777777" w:rsidR="00013B67" w:rsidRPr="003C2DCB" w:rsidRDefault="00013B6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2880" w:type="dxa"/>
            <w:vAlign w:val="top"/>
          </w:tcPr>
          <w:p w14:paraId="0712F51A" w14:textId="792F5B40" w:rsidR="00013B67" w:rsidRPr="00626F5E" w:rsidRDefault="00DD620A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File card</w:t>
            </w:r>
          </w:p>
        </w:tc>
        <w:tc>
          <w:tcPr>
            <w:tcW w:w="4467" w:type="dxa"/>
            <w:vAlign w:val="top"/>
          </w:tcPr>
          <w:p w14:paraId="1B20B27D" w14:textId="7901A523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Cleaning file</w:t>
            </w:r>
            <w:r w:rsidR="00B654DC">
              <w:rPr>
                <w:i/>
                <w:iCs/>
                <w:color w:val="808080" w:themeColor="text1" w:themeTint="7F"/>
                <w:sz w:val="22"/>
                <w:szCs w:val="22"/>
              </w:rPr>
              <w:t>, removing pinning</w:t>
            </w:r>
          </w:p>
        </w:tc>
      </w:tr>
      <w:tr w:rsidR="00013B67" w:rsidRPr="00C35BBF" w14:paraId="49C8E2DA" w14:textId="77777777" w:rsidTr="0A0937AF">
        <w:trPr>
          <w:trHeight w:val="590"/>
        </w:trPr>
        <w:tc>
          <w:tcPr>
            <w:tcW w:w="1720" w:type="dxa"/>
            <w:vAlign w:val="top"/>
          </w:tcPr>
          <w:p w14:paraId="3D151538" w14:textId="77777777" w:rsidR="00013B67" w:rsidRPr="003C2DCB" w:rsidRDefault="00013B6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H</w:t>
            </w:r>
          </w:p>
        </w:tc>
        <w:tc>
          <w:tcPr>
            <w:tcW w:w="2880" w:type="dxa"/>
            <w:vAlign w:val="top"/>
          </w:tcPr>
          <w:p w14:paraId="6CDBDD62" w14:textId="6353AAFA" w:rsidR="00013B67" w:rsidRPr="00626F5E" w:rsidRDefault="00DD620A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Wad punch/Hollow punch</w:t>
            </w:r>
          </w:p>
        </w:tc>
        <w:tc>
          <w:tcPr>
            <w:tcW w:w="4467" w:type="dxa"/>
            <w:vAlign w:val="top"/>
          </w:tcPr>
          <w:p w14:paraId="7862298E" w14:textId="3829B69F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Accurate hole punching in rubber, cork, gasket</w:t>
            </w:r>
          </w:p>
        </w:tc>
      </w:tr>
      <w:tr w:rsidR="00013B67" w:rsidRPr="00C35BBF" w14:paraId="197A0FFF" w14:textId="77777777" w:rsidTr="0A0937AF">
        <w:trPr>
          <w:trHeight w:val="590"/>
        </w:trPr>
        <w:tc>
          <w:tcPr>
            <w:tcW w:w="1720" w:type="dxa"/>
            <w:vAlign w:val="top"/>
          </w:tcPr>
          <w:p w14:paraId="3AB38E8D" w14:textId="77777777" w:rsidR="00013B67" w:rsidRPr="003C2DCB" w:rsidRDefault="00013B6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J</w:t>
            </w:r>
          </w:p>
        </w:tc>
        <w:tc>
          <w:tcPr>
            <w:tcW w:w="2880" w:type="dxa"/>
            <w:vAlign w:val="top"/>
          </w:tcPr>
          <w:p w14:paraId="15708A65" w14:textId="5E339944" w:rsidR="00013B67" w:rsidRPr="00626F5E" w:rsidRDefault="00DD620A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Circlip pliers (internal offset)</w:t>
            </w:r>
          </w:p>
        </w:tc>
        <w:tc>
          <w:tcPr>
            <w:tcW w:w="4467" w:type="dxa"/>
            <w:vAlign w:val="top"/>
          </w:tcPr>
          <w:p w14:paraId="783CAA64" w14:textId="335CDFB9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Removing/replacing circlips</w:t>
            </w:r>
          </w:p>
        </w:tc>
      </w:tr>
    </w:tbl>
    <w:p w14:paraId="49BAC4EB" w14:textId="77777777" w:rsidR="00C4354C" w:rsidRDefault="00C4354C" w:rsidP="00C4354C">
      <w:pPr>
        <w:pStyle w:val="Body"/>
        <w:tabs>
          <w:tab w:val="clear" w:pos="284"/>
          <w:tab w:val="left" w:pos="1425"/>
        </w:tabs>
        <w:ind w:left="502"/>
        <w:rPr>
          <w:sz w:val="22"/>
          <w:szCs w:val="22"/>
        </w:rPr>
      </w:pPr>
    </w:p>
    <w:p w14:paraId="220A12A1" w14:textId="7EAE7EF7" w:rsidR="00DD620A" w:rsidRDefault="50805D62" w:rsidP="05061E6D">
      <w:pPr>
        <w:pStyle w:val="Body"/>
        <w:numPr>
          <w:ilvl w:val="0"/>
          <w:numId w:val="29"/>
        </w:numPr>
        <w:tabs>
          <w:tab w:val="clear" w:pos="284"/>
          <w:tab w:val="left" w:pos="1425"/>
        </w:tabs>
        <w:rPr>
          <w:sz w:val="22"/>
          <w:szCs w:val="22"/>
        </w:rPr>
      </w:pPr>
      <w:r w:rsidRPr="50805D62">
        <w:rPr>
          <w:sz w:val="22"/>
          <w:szCs w:val="22"/>
        </w:rPr>
        <w:lastRenderedPageBreak/>
        <w:t>(RK1) Using the images of tools in the diagram complete the table below by indicating the correct tool name to its respective letter and its application in general engineering.</w:t>
      </w:r>
    </w:p>
    <w:p w14:paraId="312D6854" w14:textId="4AECD9D8" w:rsidR="00013B67" w:rsidRDefault="006058BF" w:rsidP="05061E6D">
      <w:pPr>
        <w:pStyle w:val="Body"/>
        <w:rPr>
          <w:sz w:val="22"/>
          <w:szCs w:val="22"/>
        </w:rPr>
      </w:pPr>
      <w:r>
        <w:rPr>
          <w:noProof/>
          <w:lang w:eastAsia="en-AU"/>
        </w:rPr>
        <w:drawing>
          <wp:inline distT="0" distB="0" distL="0" distR="0" wp14:anchorId="59FB1647" wp14:editId="243A8ADF">
            <wp:extent cx="5759449" cy="3093716"/>
            <wp:effectExtent l="0" t="0" r="0" b="0"/>
            <wp:docPr id="1477023854" name="Picture 16" descr="C:\Users\tbaldwin9.000\Documents\SkillsPoint TB\MEM18001C Use hand tools\pictures\Captur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49" cy="309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5061E6D">
        <w:rPr>
          <w:sz w:val="20"/>
        </w:rPr>
        <w:t xml:space="preserve">                                                                           © TAFE NSW 2019</w:t>
      </w:r>
    </w:p>
    <w:p w14:paraId="12A9CAD0" w14:textId="138BAB85" w:rsidR="0071679D" w:rsidRPr="00E6428C" w:rsidRDefault="0071679D" w:rsidP="0071679D">
      <w:pPr>
        <w:pStyle w:val="Caption"/>
        <w:keepNext/>
      </w:pPr>
      <w:r>
        <w:t xml:space="preserve">Table </w:t>
      </w:r>
      <w:r w:rsidR="00527F47">
        <w:rPr>
          <w:noProof/>
        </w:rPr>
        <w:t>3</w:t>
      </w:r>
      <w:r>
        <w:rPr>
          <w:noProof/>
        </w:rPr>
        <w:t xml:space="preserve"> 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720"/>
        <w:gridCol w:w="3450"/>
        <w:gridCol w:w="3897"/>
      </w:tblGrid>
      <w:tr w:rsidR="0071679D" w:rsidRPr="006C0771" w14:paraId="12FAA052" w14:textId="77777777" w:rsidTr="0A0937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</w:trPr>
        <w:tc>
          <w:tcPr>
            <w:tcW w:w="1720" w:type="dxa"/>
          </w:tcPr>
          <w:p w14:paraId="16D63DE5" w14:textId="3535CE9E" w:rsidR="0071679D" w:rsidRPr="006C0771" w:rsidRDefault="0071679D" w:rsidP="00885CC8">
            <w:pPr>
              <w:pStyle w:val="Body"/>
              <w:rPr>
                <w:sz w:val="22"/>
                <w:szCs w:val="22"/>
              </w:rPr>
            </w:pPr>
            <w:r>
              <w:rPr>
                <w:lang w:eastAsia="en-AU"/>
              </w:rPr>
              <w:tab/>
            </w:r>
            <w:r w:rsidR="00885CC8">
              <w:rPr>
                <w:sz w:val="22"/>
                <w:szCs w:val="22"/>
              </w:rPr>
              <w:t>Image</w:t>
            </w:r>
          </w:p>
        </w:tc>
        <w:tc>
          <w:tcPr>
            <w:tcW w:w="3450" w:type="dxa"/>
          </w:tcPr>
          <w:p w14:paraId="341133BD" w14:textId="77777777" w:rsidR="0071679D" w:rsidRPr="006C0771" w:rsidRDefault="0071679D" w:rsidP="00BB259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Tool Name </w:t>
            </w:r>
          </w:p>
        </w:tc>
        <w:tc>
          <w:tcPr>
            <w:tcW w:w="3897" w:type="dxa"/>
          </w:tcPr>
          <w:p w14:paraId="6F03D523" w14:textId="3246D699" w:rsidR="05061E6D" w:rsidRDefault="0A0937AF" w:rsidP="05061E6D">
            <w:pPr>
              <w:pStyle w:val="Body"/>
              <w:rPr>
                <w:sz w:val="22"/>
                <w:szCs w:val="22"/>
              </w:rPr>
            </w:pPr>
            <w:r w:rsidRPr="0A0937AF">
              <w:rPr>
                <w:sz w:val="22"/>
                <w:szCs w:val="22"/>
              </w:rPr>
              <w:t>Application</w:t>
            </w:r>
          </w:p>
        </w:tc>
      </w:tr>
      <w:tr w:rsidR="0071679D" w:rsidRPr="00C35BBF" w14:paraId="377E8931" w14:textId="77777777" w:rsidTr="0A0937AF">
        <w:trPr>
          <w:trHeight w:val="561"/>
        </w:trPr>
        <w:tc>
          <w:tcPr>
            <w:tcW w:w="1720" w:type="dxa"/>
            <w:vAlign w:val="top"/>
          </w:tcPr>
          <w:p w14:paraId="33E52848" w14:textId="77777777" w:rsidR="0071679D" w:rsidRPr="003C2DCB" w:rsidRDefault="0071679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3450" w:type="dxa"/>
            <w:vAlign w:val="top"/>
          </w:tcPr>
          <w:p w14:paraId="7947185C" w14:textId="4210C4B2" w:rsidR="0071679D" w:rsidRPr="00626F5E" w:rsidRDefault="0071679D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Allen key</w:t>
            </w:r>
          </w:p>
        </w:tc>
        <w:tc>
          <w:tcPr>
            <w:tcW w:w="3897" w:type="dxa"/>
            <w:vAlign w:val="top"/>
          </w:tcPr>
          <w:p w14:paraId="6E165D83" w14:textId="3E06AD09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Tighten/loosen recessed hex head screws</w:t>
            </w:r>
          </w:p>
        </w:tc>
      </w:tr>
      <w:tr w:rsidR="0071679D" w:rsidRPr="00C35BBF" w14:paraId="64E66834" w14:textId="77777777" w:rsidTr="0A0937AF">
        <w:trPr>
          <w:trHeight w:val="590"/>
        </w:trPr>
        <w:tc>
          <w:tcPr>
            <w:tcW w:w="1720" w:type="dxa"/>
            <w:vAlign w:val="top"/>
          </w:tcPr>
          <w:p w14:paraId="0C61FBBD" w14:textId="77777777" w:rsidR="0071679D" w:rsidRPr="003C2DCB" w:rsidRDefault="0071679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3450" w:type="dxa"/>
            <w:vAlign w:val="top"/>
          </w:tcPr>
          <w:p w14:paraId="26033A75" w14:textId="3B4F5CAD" w:rsidR="0071679D" w:rsidRPr="00626F5E" w:rsidRDefault="0071679D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Open end spanner</w:t>
            </w:r>
          </w:p>
        </w:tc>
        <w:tc>
          <w:tcPr>
            <w:tcW w:w="3897" w:type="dxa"/>
            <w:vAlign w:val="top"/>
          </w:tcPr>
          <w:p w14:paraId="7D26C8E6" w14:textId="2ABF0240" w:rsidR="05061E6D" w:rsidRDefault="0A0937AF" w:rsidP="05061E6D">
            <w:pPr>
              <w:pStyle w:val="Body"/>
            </w:pPr>
            <w:r w:rsidRPr="0A0937AF">
              <w:rPr>
                <w:rFonts w:ascii="Calibri" w:eastAsia="Calibri" w:hAnsi="Calibri" w:cs="Calibri"/>
                <w:i/>
                <w:iCs/>
                <w:color w:val="808080" w:themeColor="text1" w:themeTint="7F"/>
                <w:sz w:val="22"/>
                <w:szCs w:val="22"/>
              </w:rPr>
              <w:t>Tighten/loosen hex head bolts</w:t>
            </w:r>
          </w:p>
        </w:tc>
      </w:tr>
      <w:tr w:rsidR="0071679D" w:rsidRPr="00C35BBF" w14:paraId="47CF808C" w14:textId="77777777" w:rsidTr="0A0937AF">
        <w:trPr>
          <w:trHeight w:val="590"/>
        </w:trPr>
        <w:tc>
          <w:tcPr>
            <w:tcW w:w="1720" w:type="dxa"/>
            <w:vAlign w:val="top"/>
          </w:tcPr>
          <w:p w14:paraId="76387A97" w14:textId="77777777" w:rsidR="0071679D" w:rsidRPr="003C2DCB" w:rsidRDefault="0071679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3450" w:type="dxa"/>
            <w:vAlign w:val="top"/>
          </w:tcPr>
          <w:p w14:paraId="6FC3DBAD" w14:textId="1D4B4DE2" w:rsidR="0071679D" w:rsidRPr="00626F5E" w:rsidRDefault="0071679D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Ring spanner </w:t>
            </w:r>
          </w:p>
        </w:tc>
        <w:tc>
          <w:tcPr>
            <w:tcW w:w="3897" w:type="dxa"/>
            <w:vAlign w:val="top"/>
          </w:tcPr>
          <w:p w14:paraId="400B5F3A" w14:textId="05EC3C63" w:rsidR="05061E6D" w:rsidRDefault="0A0937AF" w:rsidP="05061E6D">
            <w:pPr>
              <w:pStyle w:val="Body"/>
              <w:rPr>
                <w:rFonts w:ascii="Calibri" w:eastAsia="Calibri" w:hAnsi="Calibri" w:cs="Calibri"/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rFonts w:ascii="Calibri" w:eastAsia="Calibri" w:hAnsi="Calibri" w:cs="Calibri"/>
                <w:i/>
                <w:iCs/>
                <w:color w:val="808080" w:themeColor="text1" w:themeTint="7F"/>
                <w:sz w:val="22"/>
                <w:szCs w:val="22"/>
              </w:rPr>
              <w:t>Tighten/loosen hex head bolts, non-slip</w:t>
            </w:r>
          </w:p>
        </w:tc>
      </w:tr>
      <w:tr w:rsidR="0071679D" w:rsidRPr="00C35BBF" w14:paraId="6505060F" w14:textId="77777777" w:rsidTr="0A0937AF">
        <w:trPr>
          <w:trHeight w:val="590"/>
        </w:trPr>
        <w:tc>
          <w:tcPr>
            <w:tcW w:w="1720" w:type="dxa"/>
            <w:vAlign w:val="top"/>
          </w:tcPr>
          <w:p w14:paraId="7E8348B5" w14:textId="77777777" w:rsidR="0071679D" w:rsidRPr="003C2DCB" w:rsidRDefault="0071679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3450" w:type="dxa"/>
            <w:vAlign w:val="top"/>
          </w:tcPr>
          <w:p w14:paraId="0D893D65" w14:textId="630A0DB0" w:rsidR="0071679D" w:rsidRPr="00626F5E" w:rsidRDefault="05061E6D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5061E6D">
              <w:rPr>
                <w:i/>
                <w:iCs/>
                <w:color w:val="808080" w:themeColor="text1" w:themeTint="7F"/>
                <w:sz w:val="22"/>
                <w:szCs w:val="22"/>
              </w:rPr>
              <w:t>Combination open end/ring spanner</w:t>
            </w:r>
          </w:p>
        </w:tc>
        <w:tc>
          <w:tcPr>
            <w:tcW w:w="3897" w:type="dxa"/>
            <w:vAlign w:val="top"/>
          </w:tcPr>
          <w:p w14:paraId="592B9F3E" w14:textId="0F7DE8FB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Two different spanners in one</w:t>
            </w:r>
          </w:p>
        </w:tc>
      </w:tr>
      <w:tr w:rsidR="0071679D" w:rsidRPr="00C35BBF" w14:paraId="3A7DA218" w14:textId="77777777" w:rsidTr="0A0937AF">
        <w:trPr>
          <w:trHeight w:val="590"/>
        </w:trPr>
        <w:tc>
          <w:tcPr>
            <w:tcW w:w="1720" w:type="dxa"/>
            <w:vAlign w:val="top"/>
          </w:tcPr>
          <w:p w14:paraId="0CC65A66" w14:textId="77777777" w:rsidR="0071679D" w:rsidRPr="003C2DCB" w:rsidRDefault="0071679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3450" w:type="dxa"/>
            <w:vAlign w:val="top"/>
          </w:tcPr>
          <w:p w14:paraId="3086B294" w14:textId="7C010D67" w:rsidR="0071679D" w:rsidRPr="00626F5E" w:rsidRDefault="0071679D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26F5E">
              <w:rPr>
                <w:i/>
                <w:color w:val="808080" w:themeColor="background1" w:themeShade="80"/>
                <w:sz w:val="22"/>
                <w:szCs w:val="22"/>
              </w:rPr>
              <w:t>Adjustable wrench (Shifter)</w:t>
            </w:r>
          </w:p>
        </w:tc>
        <w:tc>
          <w:tcPr>
            <w:tcW w:w="3897" w:type="dxa"/>
            <w:vAlign w:val="top"/>
          </w:tcPr>
          <w:p w14:paraId="45004216" w14:textId="055DD112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Convenient irregular size adjustment</w:t>
            </w:r>
          </w:p>
        </w:tc>
      </w:tr>
      <w:tr w:rsidR="0071679D" w:rsidRPr="00C35BBF" w14:paraId="296EF1A8" w14:textId="77777777" w:rsidTr="0A0937AF">
        <w:trPr>
          <w:trHeight w:val="590"/>
        </w:trPr>
        <w:tc>
          <w:tcPr>
            <w:tcW w:w="1720" w:type="dxa"/>
            <w:vAlign w:val="top"/>
          </w:tcPr>
          <w:p w14:paraId="00C053C1" w14:textId="77777777" w:rsidR="0071679D" w:rsidRPr="003C2DCB" w:rsidRDefault="0071679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F</w:t>
            </w:r>
          </w:p>
        </w:tc>
        <w:tc>
          <w:tcPr>
            <w:tcW w:w="3450" w:type="dxa"/>
            <w:vAlign w:val="top"/>
          </w:tcPr>
          <w:p w14:paraId="6D59CF34" w14:textId="32462523" w:rsidR="0071679D" w:rsidRPr="00626F5E" w:rsidRDefault="00DD620A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Extension bar</w:t>
            </w:r>
          </w:p>
        </w:tc>
        <w:tc>
          <w:tcPr>
            <w:tcW w:w="3897" w:type="dxa"/>
            <w:vAlign w:val="top"/>
          </w:tcPr>
          <w:p w14:paraId="39DB59DB" w14:textId="57B72757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Socket access in tight areas</w:t>
            </w:r>
          </w:p>
        </w:tc>
      </w:tr>
      <w:tr w:rsidR="0071679D" w:rsidRPr="00C35BBF" w14:paraId="0AC90D77" w14:textId="77777777" w:rsidTr="0A0937AF">
        <w:trPr>
          <w:trHeight w:val="605"/>
        </w:trPr>
        <w:tc>
          <w:tcPr>
            <w:tcW w:w="1720" w:type="dxa"/>
            <w:vAlign w:val="top"/>
          </w:tcPr>
          <w:p w14:paraId="2039917A" w14:textId="77777777" w:rsidR="0071679D" w:rsidRPr="003C2DCB" w:rsidRDefault="0071679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3450" w:type="dxa"/>
            <w:vAlign w:val="top"/>
          </w:tcPr>
          <w:p w14:paraId="5B8EA7D2" w14:textId="34C54279" w:rsidR="0071679D" w:rsidRPr="00626F5E" w:rsidRDefault="00DD620A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Podge spanner</w:t>
            </w:r>
          </w:p>
        </w:tc>
        <w:tc>
          <w:tcPr>
            <w:tcW w:w="3897" w:type="dxa"/>
            <w:vAlign w:val="top"/>
          </w:tcPr>
          <w:p w14:paraId="0C7550F3" w14:textId="6186FAFA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Align and tighten bolts</w:t>
            </w:r>
          </w:p>
        </w:tc>
      </w:tr>
      <w:tr w:rsidR="0071679D" w:rsidRPr="00C35BBF" w14:paraId="0F0B4173" w14:textId="77777777" w:rsidTr="0A0937AF">
        <w:trPr>
          <w:trHeight w:val="590"/>
        </w:trPr>
        <w:tc>
          <w:tcPr>
            <w:tcW w:w="1720" w:type="dxa"/>
            <w:vAlign w:val="top"/>
          </w:tcPr>
          <w:p w14:paraId="5E165077" w14:textId="77777777" w:rsidR="0071679D" w:rsidRPr="003C2DCB" w:rsidRDefault="0071679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H</w:t>
            </w:r>
          </w:p>
        </w:tc>
        <w:tc>
          <w:tcPr>
            <w:tcW w:w="3450" w:type="dxa"/>
            <w:vAlign w:val="top"/>
          </w:tcPr>
          <w:p w14:paraId="1919D4F4" w14:textId="3F4203B7" w:rsidR="0071679D" w:rsidRPr="00626F5E" w:rsidRDefault="00DD620A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Speed brace</w:t>
            </w:r>
          </w:p>
        </w:tc>
        <w:tc>
          <w:tcPr>
            <w:tcW w:w="3897" w:type="dxa"/>
            <w:vAlign w:val="top"/>
          </w:tcPr>
          <w:p w14:paraId="0A842956" w14:textId="4810C4C2" w:rsidR="05061E6D" w:rsidRDefault="0A0937AF" w:rsidP="05061E6D">
            <w:pPr>
              <w:pStyle w:val="Body"/>
              <w:rPr>
                <w:i/>
                <w:iCs/>
                <w:color w:val="808080" w:themeColor="text1" w:themeTint="7F"/>
                <w:sz w:val="22"/>
                <w:szCs w:val="22"/>
              </w:rPr>
            </w:pPr>
            <w:r w:rsidRPr="0A0937AF">
              <w:rPr>
                <w:i/>
                <w:iCs/>
                <w:color w:val="808080" w:themeColor="text1" w:themeTint="7F"/>
                <w:sz w:val="22"/>
                <w:szCs w:val="22"/>
              </w:rPr>
              <w:t>Fast removal/replacement of fixings</w:t>
            </w:r>
          </w:p>
        </w:tc>
      </w:tr>
      <w:tr w:rsidR="0071679D" w:rsidRPr="00C35BBF" w14:paraId="24EF3224" w14:textId="77777777" w:rsidTr="0A0937AF">
        <w:trPr>
          <w:trHeight w:val="590"/>
        </w:trPr>
        <w:tc>
          <w:tcPr>
            <w:tcW w:w="1720" w:type="dxa"/>
            <w:vAlign w:val="top"/>
          </w:tcPr>
          <w:p w14:paraId="3DDAA415" w14:textId="77777777" w:rsidR="0071679D" w:rsidRPr="003C2DCB" w:rsidRDefault="0071679D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J</w:t>
            </w:r>
          </w:p>
        </w:tc>
        <w:tc>
          <w:tcPr>
            <w:tcW w:w="3450" w:type="dxa"/>
            <w:vAlign w:val="top"/>
          </w:tcPr>
          <w:p w14:paraId="07D5822A" w14:textId="0A2B423D" w:rsidR="0071679D" w:rsidRPr="00626F5E" w:rsidRDefault="006058BF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Universal joint</w:t>
            </w:r>
          </w:p>
        </w:tc>
        <w:tc>
          <w:tcPr>
            <w:tcW w:w="3897" w:type="dxa"/>
            <w:vAlign w:val="top"/>
          </w:tcPr>
          <w:p w14:paraId="3BBA6E2B" w14:textId="3FABF06B" w:rsidR="05061E6D" w:rsidRDefault="05061E6D" w:rsidP="05061E6D">
            <w:pPr>
              <w:pStyle w:val="Body"/>
            </w:pPr>
            <w:r w:rsidRPr="05061E6D">
              <w:rPr>
                <w:rFonts w:ascii="Calibri" w:eastAsia="Calibri" w:hAnsi="Calibri" w:cs="Calibri"/>
                <w:i/>
                <w:iCs/>
                <w:color w:val="808080" w:themeColor="text1" w:themeTint="7F"/>
                <w:sz w:val="22"/>
                <w:szCs w:val="22"/>
              </w:rPr>
              <w:t>Tighten/loosen fixings in hard to reach areas</w:t>
            </w:r>
          </w:p>
        </w:tc>
      </w:tr>
    </w:tbl>
    <w:p w14:paraId="1234C857" w14:textId="40CAE581" w:rsidR="007D1208" w:rsidRDefault="007D1208" w:rsidP="006058BF">
      <w:pPr>
        <w:pStyle w:val="Body"/>
        <w:rPr>
          <w:sz w:val="22"/>
          <w:szCs w:val="22"/>
        </w:rPr>
      </w:pPr>
    </w:p>
    <w:p w14:paraId="271A157E" w14:textId="243D8B90" w:rsidR="05061E6D" w:rsidRDefault="50805D62" w:rsidP="05061E6D">
      <w:pPr>
        <w:pStyle w:val="Body"/>
        <w:numPr>
          <w:ilvl w:val="0"/>
          <w:numId w:val="29"/>
        </w:numPr>
        <w:rPr>
          <w:sz w:val="22"/>
          <w:szCs w:val="22"/>
        </w:rPr>
      </w:pPr>
      <w:r w:rsidRPr="50805D62">
        <w:rPr>
          <w:sz w:val="22"/>
          <w:szCs w:val="22"/>
        </w:rPr>
        <w:lastRenderedPageBreak/>
        <w:t>(RK1) Using the images of tools in the diagram complete the table below by indicating the correct tool name to its respective letter and its application in general engineering.</w:t>
      </w:r>
    </w:p>
    <w:p w14:paraId="00DBB048" w14:textId="40256C90" w:rsidR="006058BF" w:rsidRPr="006058BF" w:rsidRDefault="006058BF" w:rsidP="006058BF">
      <w:pPr>
        <w:pStyle w:val="Body"/>
        <w:tabs>
          <w:tab w:val="clear" w:pos="284"/>
          <w:tab w:val="left" w:pos="1425"/>
        </w:tabs>
        <w:rPr>
          <w:sz w:val="22"/>
          <w:szCs w:val="22"/>
        </w:rPr>
      </w:pPr>
      <w:r w:rsidRPr="006058BF">
        <w:rPr>
          <w:noProof/>
          <w:sz w:val="22"/>
          <w:szCs w:val="22"/>
          <w:lang w:eastAsia="en-AU"/>
        </w:rPr>
        <w:drawing>
          <wp:inline distT="0" distB="0" distL="0" distR="0" wp14:anchorId="799008AD" wp14:editId="0A5CD826">
            <wp:extent cx="5759450" cy="3228835"/>
            <wp:effectExtent l="0" t="0" r="0" b="0"/>
            <wp:docPr id="18" name="Picture 18" descr="C:\Users\tbaldwin9.000\Documents\SkillsPoint TB\MEM18001C Use hand tools\pictures\Capture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baldwin9.000\Documents\SkillsPoint TB\MEM18001C Use hand tools\pictures\Capture 4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22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95907" w14:textId="71602F90" w:rsidR="001B6BED" w:rsidRDefault="006058BF" w:rsidP="00595676">
      <w:pPr>
        <w:pStyle w:val="Body"/>
        <w:ind w:left="360"/>
        <w:rPr>
          <w:sz w:val="22"/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D620A">
        <w:rPr>
          <w:sz w:val="20"/>
        </w:rPr>
        <w:t>© TAFE NSW 2019</w:t>
      </w:r>
    </w:p>
    <w:p w14:paraId="380A4217" w14:textId="3D7A9F83" w:rsidR="00E840C7" w:rsidRPr="00E6428C" w:rsidRDefault="00E840C7" w:rsidP="00E840C7">
      <w:pPr>
        <w:pStyle w:val="Caption"/>
        <w:keepNext/>
      </w:pPr>
      <w:r>
        <w:t xml:space="preserve">Table </w:t>
      </w:r>
      <w:r w:rsidR="00527F47">
        <w:rPr>
          <w:noProof/>
        </w:rPr>
        <w:t>4</w:t>
      </w:r>
      <w:r>
        <w:rPr>
          <w:noProof/>
        </w:rPr>
        <w:t xml:space="preserve"> 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720"/>
        <w:gridCol w:w="2550"/>
        <w:gridCol w:w="4797"/>
      </w:tblGrid>
      <w:tr w:rsidR="00E840C7" w:rsidRPr="006C0771" w14:paraId="45DDD690" w14:textId="77777777" w:rsidTr="50805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</w:trPr>
        <w:tc>
          <w:tcPr>
            <w:tcW w:w="1720" w:type="dxa"/>
          </w:tcPr>
          <w:p w14:paraId="7C963DB9" w14:textId="0E7224AC" w:rsidR="00E840C7" w:rsidRPr="006C0771" w:rsidRDefault="00E840C7" w:rsidP="00885CC8">
            <w:pPr>
              <w:pStyle w:val="Body"/>
              <w:rPr>
                <w:sz w:val="22"/>
                <w:szCs w:val="22"/>
              </w:rPr>
            </w:pPr>
            <w:r>
              <w:rPr>
                <w:lang w:eastAsia="en-AU"/>
              </w:rPr>
              <w:tab/>
            </w:r>
            <w:r w:rsidR="00885CC8">
              <w:rPr>
                <w:sz w:val="22"/>
                <w:szCs w:val="22"/>
              </w:rPr>
              <w:t>Image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0" w:type="dxa"/>
          </w:tcPr>
          <w:p w14:paraId="2ACAEC74" w14:textId="77777777" w:rsidR="00E840C7" w:rsidRPr="006C0771" w:rsidRDefault="00E840C7" w:rsidP="00BB259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Tool Name </w:t>
            </w:r>
          </w:p>
        </w:tc>
        <w:tc>
          <w:tcPr>
            <w:tcW w:w="4797" w:type="dxa"/>
          </w:tcPr>
          <w:p w14:paraId="3B1F7D4E" w14:textId="43685EE6" w:rsidR="05061E6D" w:rsidRDefault="0A0937AF" w:rsidP="05061E6D">
            <w:pPr>
              <w:pStyle w:val="Body"/>
              <w:rPr>
                <w:sz w:val="22"/>
                <w:szCs w:val="22"/>
              </w:rPr>
            </w:pPr>
            <w:r w:rsidRPr="0A0937AF">
              <w:rPr>
                <w:sz w:val="22"/>
                <w:szCs w:val="22"/>
              </w:rPr>
              <w:t>Application</w:t>
            </w:r>
          </w:p>
        </w:tc>
      </w:tr>
      <w:tr w:rsidR="00E840C7" w:rsidRPr="00C35BBF" w14:paraId="062C7113" w14:textId="77777777" w:rsidTr="50805D62">
        <w:trPr>
          <w:trHeight w:val="561"/>
        </w:trPr>
        <w:tc>
          <w:tcPr>
            <w:tcW w:w="1720" w:type="dxa"/>
            <w:vAlign w:val="top"/>
          </w:tcPr>
          <w:p w14:paraId="6A7D2388" w14:textId="77777777" w:rsidR="00E840C7" w:rsidRPr="003C2DCB" w:rsidRDefault="00E840C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550" w:type="dxa"/>
            <w:vAlign w:val="top"/>
          </w:tcPr>
          <w:p w14:paraId="7298E5C2" w14:textId="14DE7BE1" w:rsidR="00E840C7" w:rsidRPr="00626F5E" w:rsidRDefault="0A0937AF" w:rsidP="0A0937AF">
            <w:pPr>
              <w:pStyle w:val="Body"/>
              <w:rPr>
                <w:i/>
                <w:iCs/>
                <w:color w:val="7F7F7F" w:themeColor="background1" w:themeShade="7F"/>
                <w:sz w:val="22"/>
                <w:szCs w:val="22"/>
              </w:rPr>
            </w:pPr>
            <w:r w:rsidRPr="0A0937AF">
              <w:rPr>
                <w:i/>
                <w:iCs/>
                <w:color w:val="7F7F7F" w:themeColor="background1" w:themeShade="7F"/>
                <w:sz w:val="22"/>
                <w:szCs w:val="22"/>
              </w:rPr>
              <w:t xml:space="preserve">Plug or Bottoming tap </w:t>
            </w:r>
          </w:p>
          <w:p w14:paraId="23356886" w14:textId="77777777" w:rsidR="00E840C7" w:rsidRPr="00626F5E" w:rsidRDefault="0A0937AF" w:rsidP="0A0937AF">
            <w:pPr>
              <w:pStyle w:val="Body"/>
              <w:rPr>
                <w:i/>
                <w:iCs/>
                <w:color w:val="7F7F7F" w:themeColor="background1" w:themeShade="7F"/>
                <w:sz w:val="22"/>
                <w:szCs w:val="22"/>
              </w:rPr>
            </w:pPr>
            <w:r w:rsidRPr="0A0937AF">
              <w:rPr>
                <w:i/>
                <w:iCs/>
                <w:color w:val="7F7F7F" w:themeColor="background1" w:themeShade="7F"/>
                <w:sz w:val="22"/>
                <w:szCs w:val="22"/>
              </w:rPr>
              <w:t>Intermediate tap</w:t>
            </w:r>
          </w:p>
          <w:p w14:paraId="5DC914B6" w14:textId="52748A74" w:rsidR="00E840C7" w:rsidRPr="00E840C7" w:rsidRDefault="0A0937AF" w:rsidP="0A0937AF">
            <w:pPr>
              <w:pStyle w:val="Body"/>
              <w:rPr>
                <w:i/>
                <w:iCs/>
                <w:color w:val="7F7F7F" w:themeColor="background1" w:themeShade="7F"/>
                <w:sz w:val="22"/>
                <w:szCs w:val="22"/>
              </w:rPr>
            </w:pPr>
            <w:r w:rsidRPr="0A0937AF">
              <w:rPr>
                <w:i/>
                <w:iCs/>
                <w:color w:val="7F7F7F" w:themeColor="background1" w:themeShade="7F"/>
                <w:sz w:val="22"/>
                <w:szCs w:val="22"/>
              </w:rPr>
              <w:t>Tapered tap</w:t>
            </w:r>
          </w:p>
        </w:tc>
        <w:tc>
          <w:tcPr>
            <w:tcW w:w="4797" w:type="dxa"/>
            <w:vAlign w:val="top"/>
          </w:tcPr>
          <w:p w14:paraId="0E59FFB7" w14:textId="4A4A1A83" w:rsidR="05061E6D" w:rsidRDefault="0A0937AF" w:rsidP="0A0937AF">
            <w:pPr>
              <w:pStyle w:val="Body"/>
              <w:rPr>
                <w:i/>
                <w:iCs/>
                <w:color w:val="7F7F7F" w:themeColor="background1" w:themeShade="7F"/>
                <w:sz w:val="22"/>
                <w:szCs w:val="22"/>
              </w:rPr>
            </w:pPr>
            <w:bookmarkStart w:id="3" w:name="_GoBack"/>
            <w:r w:rsidRPr="0A0937AF">
              <w:rPr>
                <w:i/>
                <w:iCs/>
                <w:color w:val="7F7F7F" w:themeColor="background1" w:themeShade="7F"/>
                <w:sz w:val="22"/>
                <w:szCs w:val="22"/>
              </w:rPr>
              <w:t>Tapping threaded holes</w:t>
            </w:r>
            <w:bookmarkEnd w:id="3"/>
          </w:p>
        </w:tc>
      </w:tr>
      <w:tr w:rsidR="00E840C7" w:rsidRPr="00C35BBF" w14:paraId="433C6ADF" w14:textId="77777777" w:rsidTr="50805D62">
        <w:trPr>
          <w:trHeight w:val="590"/>
        </w:trPr>
        <w:tc>
          <w:tcPr>
            <w:tcW w:w="1720" w:type="dxa"/>
            <w:vAlign w:val="top"/>
          </w:tcPr>
          <w:p w14:paraId="71FA890A" w14:textId="77777777" w:rsidR="00E840C7" w:rsidRPr="003C2DCB" w:rsidRDefault="00E840C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2550" w:type="dxa"/>
            <w:vAlign w:val="top"/>
          </w:tcPr>
          <w:p w14:paraId="33684C1B" w14:textId="0641E699" w:rsidR="00E840C7" w:rsidRPr="00626F5E" w:rsidRDefault="006058BF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Tap wrench</w:t>
            </w:r>
          </w:p>
        </w:tc>
        <w:tc>
          <w:tcPr>
            <w:tcW w:w="4797" w:type="dxa"/>
            <w:vAlign w:val="top"/>
          </w:tcPr>
          <w:p w14:paraId="52144C15" w14:textId="128EC12B" w:rsidR="05061E6D" w:rsidRDefault="0A0937AF" w:rsidP="0A0937AF">
            <w:pPr>
              <w:pStyle w:val="Body"/>
              <w:rPr>
                <w:i/>
                <w:iCs/>
                <w:color w:val="7F7F7F" w:themeColor="background1" w:themeShade="7F"/>
                <w:sz w:val="22"/>
                <w:szCs w:val="22"/>
              </w:rPr>
            </w:pPr>
            <w:r w:rsidRPr="0A0937AF">
              <w:rPr>
                <w:i/>
                <w:iCs/>
                <w:color w:val="7F7F7F" w:themeColor="background1" w:themeShade="7F"/>
                <w:sz w:val="22"/>
                <w:szCs w:val="22"/>
              </w:rPr>
              <w:t>Driving taps to tap threaded holes</w:t>
            </w:r>
          </w:p>
        </w:tc>
      </w:tr>
      <w:tr w:rsidR="00E840C7" w:rsidRPr="00C35BBF" w14:paraId="24D83647" w14:textId="77777777" w:rsidTr="50805D62">
        <w:trPr>
          <w:trHeight w:val="590"/>
        </w:trPr>
        <w:tc>
          <w:tcPr>
            <w:tcW w:w="1720" w:type="dxa"/>
            <w:vAlign w:val="top"/>
          </w:tcPr>
          <w:p w14:paraId="7FDCB64A" w14:textId="77777777" w:rsidR="00E840C7" w:rsidRPr="003C2DCB" w:rsidRDefault="00E840C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2550" w:type="dxa"/>
            <w:vAlign w:val="top"/>
          </w:tcPr>
          <w:p w14:paraId="514A2773" w14:textId="6FA2D7C7" w:rsidR="00E840C7" w:rsidRPr="00626F5E" w:rsidRDefault="006058BF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Stock</w:t>
            </w:r>
            <w:r w:rsidR="00E840C7" w:rsidRPr="00626F5E">
              <w:rPr>
                <w:i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4797" w:type="dxa"/>
            <w:vAlign w:val="top"/>
          </w:tcPr>
          <w:p w14:paraId="487B1052" w14:textId="028A1F36" w:rsidR="05061E6D" w:rsidRDefault="50805D62" w:rsidP="50805D62">
            <w:pPr>
              <w:pStyle w:val="Body"/>
              <w:rPr>
                <w:i/>
                <w:iCs/>
                <w:color w:val="7F7F7F" w:themeColor="background1" w:themeShade="7F"/>
                <w:sz w:val="22"/>
                <w:szCs w:val="22"/>
              </w:rPr>
            </w:pPr>
            <w:r w:rsidRPr="50805D62">
              <w:rPr>
                <w:i/>
                <w:iCs/>
                <w:color w:val="7F7F7F" w:themeColor="background1" w:themeShade="7F"/>
                <w:sz w:val="22"/>
                <w:szCs w:val="22"/>
              </w:rPr>
              <w:t>Driving dies to make/repair external threads</w:t>
            </w:r>
          </w:p>
        </w:tc>
      </w:tr>
      <w:tr w:rsidR="00E840C7" w:rsidRPr="00C35BBF" w14:paraId="63F8B2B4" w14:textId="77777777" w:rsidTr="50805D62">
        <w:trPr>
          <w:trHeight w:val="590"/>
        </w:trPr>
        <w:tc>
          <w:tcPr>
            <w:tcW w:w="1720" w:type="dxa"/>
            <w:vAlign w:val="top"/>
          </w:tcPr>
          <w:p w14:paraId="15A710EC" w14:textId="77777777" w:rsidR="00E840C7" w:rsidRPr="003C2DCB" w:rsidRDefault="00E840C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2550" w:type="dxa"/>
            <w:vAlign w:val="top"/>
          </w:tcPr>
          <w:p w14:paraId="4540DA04" w14:textId="4A1ADC9C" w:rsidR="00E840C7" w:rsidRPr="00626F5E" w:rsidRDefault="006058BF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T Wrench</w:t>
            </w:r>
          </w:p>
        </w:tc>
        <w:tc>
          <w:tcPr>
            <w:tcW w:w="4797" w:type="dxa"/>
            <w:vAlign w:val="top"/>
          </w:tcPr>
          <w:p w14:paraId="27F9952C" w14:textId="3511F9B7" w:rsidR="05061E6D" w:rsidRDefault="50805D62" w:rsidP="50805D62">
            <w:pPr>
              <w:pStyle w:val="Body"/>
              <w:rPr>
                <w:i/>
                <w:iCs/>
                <w:color w:val="7F7F7F" w:themeColor="background1" w:themeShade="7F"/>
                <w:sz w:val="22"/>
                <w:szCs w:val="22"/>
              </w:rPr>
            </w:pPr>
            <w:r w:rsidRPr="50805D62">
              <w:rPr>
                <w:i/>
                <w:iCs/>
                <w:color w:val="7F7F7F" w:themeColor="background1" w:themeShade="7F"/>
                <w:sz w:val="22"/>
                <w:szCs w:val="22"/>
              </w:rPr>
              <w:t>Driving small taps</w:t>
            </w:r>
          </w:p>
        </w:tc>
      </w:tr>
      <w:tr w:rsidR="00E840C7" w:rsidRPr="00C35BBF" w14:paraId="1A58225D" w14:textId="77777777" w:rsidTr="50805D62">
        <w:trPr>
          <w:trHeight w:val="590"/>
        </w:trPr>
        <w:tc>
          <w:tcPr>
            <w:tcW w:w="1720" w:type="dxa"/>
            <w:vAlign w:val="top"/>
          </w:tcPr>
          <w:p w14:paraId="56EC88C4" w14:textId="77777777" w:rsidR="00E840C7" w:rsidRPr="003C2DCB" w:rsidRDefault="00E840C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2550" w:type="dxa"/>
            <w:vAlign w:val="top"/>
          </w:tcPr>
          <w:p w14:paraId="4B47BE30" w14:textId="5FD40258" w:rsidR="00E840C7" w:rsidRPr="00626F5E" w:rsidRDefault="006058BF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Pin punch</w:t>
            </w:r>
          </w:p>
        </w:tc>
        <w:tc>
          <w:tcPr>
            <w:tcW w:w="4797" w:type="dxa"/>
            <w:vAlign w:val="top"/>
          </w:tcPr>
          <w:p w14:paraId="2E589683" w14:textId="124A7254" w:rsidR="05061E6D" w:rsidRDefault="50805D62" w:rsidP="50805D62">
            <w:pPr>
              <w:pStyle w:val="Body"/>
              <w:rPr>
                <w:i/>
                <w:iCs/>
                <w:color w:val="7F7F7F" w:themeColor="background1" w:themeShade="7F"/>
                <w:sz w:val="22"/>
                <w:szCs w:val="22"/>
              </w:rPr>
            </w:pPr>
            <w:r w:rsidRPr="50805D62">
              <w:rPr>
                <w:i/>
                <w:iCs/>
                <w:color w:val="7F7F7F" w:themeColor="background1" w:themeShade="7F"/>
                <w:sz w:val="22"/>
                <w:szCs w:val="22"/>
              </w:rPr>
              <w:t>Remove/replace cotter and roll pins</w:t>
            </w:r>
          </w:p>
        </w:tc>
      </w:tr>
      <w:tr w:rsidR="00E840C7" w:rsidRPr="00C35BBF" w14:paraId="28E17838" w14:textId="77777777" w:rsidTr="50805D62">
        <w:trPr>
          <w:trHeight w:val="590"/>
        </w:trPr>
        <w:tc>
          <w:tcPr>
            <w:tcW w:w="1720" w:type="dxa"/>
            <w:vAlign w:val="top"/>
          </w:tcPr>
          <w:p w14:paraId="422B04FB" w14:textId="77777777" w:rsidR="00E840C7" w:rsidRPr="003C2DCB" w:rsidRDefault="00E840C7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 w:rsidRPr="003C2DCB">
              <w:rPr>
                <w:b/>
                <w:sz w:val="22"/>
                <w:szCs w:val="22"/>
              </w:rPr>
              <w:t>F</w:t>
            </w:r>
          </w:p>
        </w:tc>
        <w:tc>
          <w:tcPr>
            <w:tcW w:w="2550" w:type="dxa"/>
            <w:vAlign w:val="top"/>
          </w:tcPr>
          <w:p w14:paraId="076AD7B2" w14:textId="1A505DC4" w:rsidR="00E840C7" w:rsidRPr="00626F5E" w:rsidRDefault="006058BF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Flat/straight</w:t>
            </w:r>
          </w:p>
        </w:tc>
        <w:tc>
          <w:tcPr>
            <w:tcW w:w="4797" w:type="dxa"/>
            <w:vAlign w:val="top"/>
          </w:tcPr>
          <w:p w14:paraId="62CC0ED4" w14:textId="6ACEF5CA" w:rsidR="05061E6D" w:rsidRDefault="50805D62" w:rsidP="50805D62">
            <w:pPr>
              <w:pStyle w:val="Body"/>
              <w:rPr>
                <w:i/>
                <w:iCs/>
                <w:color w:val="7F7F7F" w:themeColor="background1" w:themeShade="7F"/>
                <w:sz w:val="22"/>
                <w:szCs w:val="22"/>
              </w:rPr>
            </w:pPr>
            <w:r w:rsidRPr="50805D62">
              <w:rPr>
                <w:i/>
                <w:iCs/>
                <w:color w:val="7F7F7F" w:themeColor="background1" w:themeShade="7F"/>
                <w:sz w:val="22"/>
                <w:szCs w:val="22"/>
              </w:rPr>
              <w:t>Remove/replace flat head screws</w:t>
            </w:r>
          </w:p>
        </w:tc>
      </w:tr>
      <w:tr w:rsidR="006058BF" w:rsidRPr="00C35BBF" w14:paraId="4DCBE7FC" w14:textId="77777777" w:rsidTr="50805D62">
        <w:trPr>
          <w:trHeight w:val="590"/>
        </w:trPr>
        <w:tc>
          <w:tcPr>
            <w:tcW w:w="1720" w:type="dxa"/>
            <w:vAlign w:val="top"/>
          </w:tcPr>
          <w:p w14:paraId="0D3E9E9B" w14:textId="0ED3696C" w:rsidR="006058BF" w:rsidRPr="003C2DCB" w:rsidRDefault="006058BF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</w:t>
            </w:r>
          </w:p>
        </w:tc>
        <w:tc>
          <w:tcPr>
            <w:tcW w:w="2550" w:type="dxa"/>
            <w:vAlign w:val="top"/>
          </w:tcPr>
          <w:p w14:paraId="36574A58" w14:textId="57D7F87C" w:rsidR="006058BF" w:rsidRPr="00626F5E" w:rsidRDefault="006058BF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Phillips</w:t>
            </w:r>
          </w:p>
        </w:tc>
        <w:tc>
          <w:tcPr>
            <w:tcW w:w="4797" w:type="dxa"/>
            <w:vAlign w:val="top"/>
          </w:tcPr>
          <w:p w14:paraId="2099FD11" w14:textId="350B855F" w:rsidR="05061E6D" w:rsidRDefault="50805D62" w:rsidP="50805D62">
            <w:pPr>
              <w:pStyle w:val="Body"/>
              <w:rPr>
                <w:i/>
                <w:iCs/>
                <w:color w:val="7F7F7F" w:themeColor="background1" w:themeShade="7F"/>
                <w:sz w:val="22"/>
                <w:szCs w:val="22"/>
              </w:rPr>
            </w:pPr>
            <w:r w:rsidRPr="50805D62">
              <w:rPr>
                <w:i/>
                <w:iCs/>
                <w:color w:val="7F7F7F" w:themeColor="background1" w:themeShade="7F"/>
                <w:sz w:val="22"/>
                <w:szCs w:val="22"/>
              </w:rPr>
              <w:t>Remove/replace Phillips head screws</w:t>
            </w:r>
          </w:p>
        </w:tc>
      </w:tr>
      <w:tr w:rsidR="006058BF" w:rsidRPr="00C35BBF" w14:paraId="37FEE9FC" w14:textId="77777777" w:rsidTr="50805D62">
        <w:trPr>
          <w:trHeight w:val="590"/>
        </w:trPr>
        <w:tc>
          <w:tcPr>
            <w:tcW w:w="1720" w:type="dxa"/>
            <w:vAlign w:val="top"/>
          </w:tcPr>
          <w:p w14:paraId="79B19E7D" w14:textId="4291D115" w:rsidR="006058BF" w:rsidRPr="003C2DCB" w:rsidRDefault="006058BF" w:rsidP="00BB2597">
            <w:pPr>
              <w:pStyle w:val="Bod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2550" w:type="dxa"/>
            <w:vAlign w:val="top"/>
          </w:tcPr>
          <w:p w14:paraId="2E1A0A03" w14:textId="25E26BE1" w:rsidR="006058BF" w:rsidRPr="00626F5E" w:rsidRDefault="006058BF" w:rsidP="00BB259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Torx</w:t>
            </w:r>
          </w:p>
        </w:tc>
        <w:tc>
          <w:tcPr>
            <w:tcW w:w="4797" w:type="dxa"/>
            <w:vAlign w:val="top"/>
          </w:tcPr>
          <w:p w14:paraId="1374BA64" w14:textId="31F1490F" w:rsidR="05061E6D" w:rsidRDefault="50805D62" w:rsidP="50805D62">
            <w:pPr>
              <w:pStyle w:val="Body"/>
              <w:rPr>
                <w:i/>
                <w:iCs/>
                <w:color w:val="7F7F7F" w:themeColor="background1" w:themeShade="7F"/>
                <w:sz w:val="22"/>
                <w:szCs w:val="22"/>
              </w:rPr>
            </w:pPr>
            <w:r w:rsidRPr="50805D62">
              <w:rPr>
                <w:i/>
                <w:iCs/>
                <w:color w:val="7F7F7F" w:themeColor="background1" w:themeShade="7F"/>
                <w:sz w:val="22"/>
                <w:szCs w:val="22"/>
              </w:rPr>
              <w:t>Remove/replace Torx head screws</w:t>
            </w:r>
          </w:p>
        </w:tc>
      </w:tr>
    </w:tbl>
    <w:p w14:paraId="44E7C07C" w14:textId="62D67986" w:rsidR="00A12A07" w:rsidRDefault="00A12A07" w:rsidP="006058BF">
      <w:pPr>
        <w:pStyle w:val="Body"/>
        <w:rPr>
          <w:sz w:val="22"/>
          <w:szCs w:val="22"/>
        </w:rPr>
      </w:pPr>
    </w:p>
    <w:p w14:paraId="3949E8F6" w14:textId="1FEC40A3" w:rsidR="00595676" w:rsidRDefault="50805D62" w:rsidP="50805D62">
      <w:pPr>
        <w:pStyle w:val="Body"/>
        <w:numPr>
          <w:ilvl w:val="0"/>
          <w:numId w:val="29"/>
        </w:numPr>
        <w:rPr>
          <w:sz w:val="22"/>
          <w:szCs w:val="22"/>
        </w:rPr>
      </w:pPr>
      <w:r w:rsidRPr="50805D62">
        <w:rPr>
          <w:sz w:val="22"/>
          <w:szCs w:val="22"/>
        </w:rPr>
        <w:lastRenderedPageBreak/>
        <w:t>(RK2, RS5) Following the example shown for tin snips in the table below, match the fault/ defect to the most appropriate action /remedy.</w:t>
      </w:r>
    </w:p>
    <w:p w14:paraId="141CF437" w14:textId="26A8D81B" w:rsidR="002D4DCE" w:rsidRPr="002D4DCE" w:rsidRDefault="00476A61" w:rsidP="006058BF">
      <w:pPr>
        <w:pStyle w:val="Caption"/>
        <w:keepNext/>
      </w:pPr>
      <w:r>
        <w:t xml:space="preserve">Table </w:t>
      </w:r>
      <w:r w:rsidR="00527F47">
        <w:t>5</w:t>
      </w:r>
      <w:r>
        <w:t xml:space="preserve"> Short Answer</w:t>
      </w:r>
      <w:r w:rsidR="00527F47">
        <w:t>/ matching</w:t>
      </w:r>
    </w:p>
    <w:tbl>
      <w:tblPr>
        <w:tblStyle w:val="TableGrid"/>
        <w:tblW w:w="10103" w:type="dxa"/>
        <w:tblInd w:w="-474" w:type="dxa"/>
        <w:tblLook w:val="04A0" w:firstRow="1" w:lastRow="0" w:firstColumn="1" w:lastColumn="0" w:noHBand="0" w:noVBand="1"/>
      </w:tblPr>
      <w:tblGrid>
        <w:gridCol w:w="1883"/>
        <w:gridCol w:w="4420"/>
        <w:gridCol w:w="3800"/>
      </w:tblGrid>
      <w:tr w:rsidR="00207447" w14:paraId="701E5DD4" w14:textId="6FA7885D" w:rsidTr="002074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6"/>
        </w:trPr>
        <w:tc>
          <w:tcPr>
            <w:tcW w:w="1883" w:type="dxa"/>
          </w:tcPr>
          <w:p w14:paraId="5AED51C7" w14:textId="77777777" w:rsidR="00207447" w:rsidRDefault="00207447" w:rsidP="00DD4849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 Tool</w:t>
            </w:r>
          </w:p>
        </w:tc>
        <w:tc>
          <w:tcPr>
            <w:tcW w:w="4420" w:type="dxa"/>
          </w:tcPr>
          <w:p w14:paraId="5D67324E" w14:textId="7A2AC016" w:rsidR="00207447" w:rsidRDefault="00207447" w:rsidP="00DD4849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Faults/Defects</w:t>
            </w:r>
          </w:p>
        </w:tc>
        <w:tc>
          <w:tcPr>
            <w:tcW w:w="3800" w:type="dxa"/>
          </w:tcPr>
          <w:p w14:paraId="3F994ED0" w14:textId="70C6E9D6" w:rsidR="00207447" w:rsidRDefault="00207447" w:rsidP="00DD4849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Action /Remedy</w:t>
            </w:r>
          </w:p>
        </w:tc>
      </w:tr>
      <w:tr w:rsidR="00207447" w14:paraId="55EEBD19" w14:textId="173C73C9" w:rsidTr="00207447">
        <w:trPr>
          <w:trHeight w:val="2243"/>
        </w:trPr>
        <w:tc>
          <w:tcPr>
            <w:tcW w:w="1883" w:type="dxa"/>
            <w:vAlign w:val="top"/>
          </w:tcPr>
          <w:p w14:paraId="58028D64" w14:textId="64ECBEA9" w:rsidR="00207447" w:rsidRPr="00DD4849" w:rsidRDefault="00207447" w:rsidP="00BB2597">
            <w:pPr>
              <w:pStyle w:val="Body"/>
              <w:rPr>
                <w:b/>
                <w:sz w:val="22"/>
                <w:szCs w:val="22"/>
              </w:rPr>
            </w:pPr>
            <w:r w:rsidRPr="00DD4849">
              <w:rPr>
                <w:b/>
                <w:sz w:val="22"/>
                <w:szCs w:val="22"/>
              </w:rPr>
              <w:t>Tin snips</w:t>
            </w:r>
          </w:p>
          <w:p w14:paraId="5104A8BF" w14:textId="77777777" w:rsidR="00207447" w:rsidRPr="00DD4849" w:rsidRDefault="00207447" w:rsidP="00BB2597">
            <w:pPr>
              <w:pStyle w:val="Body"/>
              <w:rPr>
                <w:sz w:val="22"/>
                <w:szCs w:val="22"/>
              </w:rPr>
            </w:pPr>
            <w:r w:rsidRPr="00DD4849">
              <w:rPr>
                <w:sz w:val="22"/>
                <w:szCs w:val="22"/>
              </w:rPr>
              <w:t>(example)</w:t>
            </w:r>
          </w:p>
          <w:p w14:paraId="05440C1F" w14:textId="77777777" w:rsidR="00207447" w:rsidRDefault="00207447" w:rsidP="00BB2597">
            <w:pPr>
              <w:pStyle w:val="Body"/>
              <w:rPr>
                <w:b/>
                <w:sz w:val="22"/>
                <w:szCs w:val="22"/>
              </w:rPr>
            </w:pPr>
          </w:p>
          <w:p w14:paraId="74F72D6F" w14:textId="7A865484" w:rsidR="00207447" w:rsidRPr="00EA0530" w:rsidRDefault="00207447" w:rsidP="00BB2597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4420" w:type="dxa"/>
            <w:vAlign w:val="top"/>
          </w:tcPr>
          <w:p w14:paraId="5B41480D" w14:textId="4475FA16" w:rsidR="00207447" w:rsidRPr="00207447" w:rsidRDefault="00207447" w:rsidP="00207447">
            <w:pPr>
              <w:pStyle w:val="Body"/>
              <w:numPr>
                <w:ilvl w:val="0"/>
                <w:numId w:val="31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43621F37" wp14:editId="13FE77F6">
                      <wp:simplePos x="0" y="0"/>
                      <wp:positionH relativeFrom="column">
                        <wp:posOffset>1583231</wp:posOffset>
                      </wp:positionH>
                      <wp:positionV relativeFrom="paragraph">
                        <wp:posOffset>244736</wp:posOffset>
                      </wp:positionV>
                      <wp:extent cx="1413638" cy="330414"/>
                      <wp:effectExtent l="0" t="0" r="34290" b="317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13638" cy="33041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415A8844">
                    <v:line id="Straight Connector 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from="124.65pt,19.25pt" to="235.95pt,45.25pt" w14:anchorId="4958D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"/>
                  </w:pict>
                </mc:Fallback>
              </mc:AlternateContent>
            </w:r>
            <w:r>
              <w:rPr>
                <w:sz w:val="22"/>
                <w:szCs w:val="22"/>
              </w:rPr>
              <w:t>Blunt blades not producing clean cut</w:t>
            </w:r>
          </w:p>
          <w:p w14:paraId="5BBF7119" w14:textId="78A6D98C" w:rsidR="00207447" w:rsidRPr="00DD4849" w:rsidRDefault="00207447" w:rsidP="00207447">
            <w:pPr>
              <w:pStyle w:val="Body"/>
              <w:numPr>
                <w:ilvl w:val="0"/>
                <w:numId w:val="31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Handles damaged</w:t>
            </w:r>
          </w:p>
        </w:tc>
        <w:tc>
          <w:tcPr>
            <w:tcW w:w="3800" w:type="dxa"/>
            <w:vAlign w:val="top"/>
          </w:tcPr>
          <w:p w14:paraId="1D84474D" w14:textId="7D0802D8" w:rsidR="00207447" w:rsidRDefault="005F0EB1" w:rsidP="002D4DCE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F143818" wp14:editId="3247E8DC">
                      <wp:simplePos x="0" y="0"/>
                      <wp:positionH relativeFrom="column">
                        <wp:posOffset>-224545</wp:posOffset>
                      </wp:positionH>
                      <wp:positionV relativeFrom="paragraph">
                        <wp:posOffset>175580</wp:posOffset>
                      </wp:positionV>
                      <wp:extent cx="414586" cy="276625"/>
                      <wp:effectExtent l="0" t="0" r="24130" b="2857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4586" cy="2766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4B11E611">
                    <v:line id="Straight Connector 5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from="-17.7pt,13.85pt" to="14.95pt,35.65pt" w14:anchorId="10BA80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"/>
                  </w:pict>
                </mc:Fallback>
              </mc:AlternateContent>
            </w:r>
            <w:r w:rsidR="00207447">
              <w:rPr>
                <w:sz w:val="22"/>
                <w:szCs w:val="22"/>
              </w:rPr>
              <w:t>Dispose of tool</w:t>
            </w:r>
          </w:p>
          <w:p w14:paraId="6F370E13" w14:textId="6695C9A2" w:rsidR="00207447" w:rsidRDefault="00207447" w:rsidP="002D4DCE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Sharpen</w:t>
            </w:r>
            <w:r w:rsidR="00D216EB">
              <w:rPr>
                <w:sz w:val="22"/>
                <w:szCs w:val="22"/>
              </w:rPr>
              <w:t xml:space="preserve"> and adjust blades</w:t>
            </w:r>
            <w:r>
              <w:rPr>
                <w:sz w:val="22"/>
                <w:szCs w:val="22"/>
              </w:rPr>
              <w:t xml:space="preserve"> if possible</w:t>
            </w:r>
          </w:p>
          <w:p w14:paraId="5CC5015A" w14:textId="4ECB1F4D" w:rsidR="005F0EB1" w:rsidRDefault="005F0EB1" w:rsidP="002D4DCE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Tape handle to prevent injury</w:t>
            </w:r>
          </w:p>
          <w:p w14:paraId="50BB67E3" w14:textId="570E43FE" w:rsidR="00207447" w:rsidRDefault="00207447" w:rsidP="004C141A">
            <w:pPr>
              <w:pStyle w:val="Body"/>
              <w:ind w:left="720"/>
              <w:rPr>
                <w:sz w:val="22"/>
                <w:szCs w:val="22"/>
              </w:rPr>
            </w:pPr>
          </w:p>
        </w:tc>
      </w:tr>
      <w:tr w:rsidR="00207447" w14:paraId="5CAC0DAE" w14:textId="1FFAB64F" w:rsidTr="00207447">
        <w:trPr>
          <w:trHeight w:val="1944"/>
        </w:trPr>
        <w:tc>
          <w:tcPr>
            <w:tcW w:w="1883" w:type="dxa"/>
            <w:vAlign w:val="top"/>
          </w:tcPr>
          <w:p w14:paraId="42D94E96" w14:textId="77777777" w:rsidR="00207447" w:rsidRPr="00DD4849" w:rsidRDefault="00207447" w:rsidP="00BB2597">
            <w:pPr>
              <w:pStyle w:val="Body"/>
              <w:rPr>
                <w:b/>
                <w:sz w:val="22"/>
                <w:szCs w:val="22"/>
              </w:rPr>
            </w:pPr>
            <w:r w:rsidRPr="00DD4849">
              <w:rPr>
                <w:b/>
                <w:sz w:val="22"/>
                <w:szCs w:val="22"/>
              </w:rPr>
              <w:t>Hammer</w:t>
            </w:r>
          </w:p>
        </w:tc>
        <w:tc>
          <w:tcPr>
            <w:tcW w:w="4420" w:type="dxa"/>
            <w:vAlign w:val="top"/>
          </w:tcPr>
          <w:p w14:paraId="32DBEA2D" w14:textId="78C1B6D3" w:rsidR="00207447" w:rsidRDefault="00207447" w:rsidP="00207447">
            <w:pPr>
              <w:pStyle w:val="Body"/>
              <w:numPr>
                <w:ilvl w:val="0"/>
                <w:numId w:val="32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3A8FBBCE" wp14:editId="114BC2BC">
                      <wp:simplePos x="0" y="0"/>
                      <wp:positionH relativeFrom="column">
                        <wp:posOffset>1652387</wp:posOffset>
                      </wp:positionH>
                      <wp:positionV relativeFrom="paragraph">
                        <wp:posOffset>151103</wp:posOffset>
                      </wp:positionV>
                      <wp:extent cx="1352390" cy="7684"/>
                      <wp:effectExtent l="0" t="0" r="19685" b="3048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2390" cy="768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E3279C2">
                    <v:line id="Straight Connector 8" style="position:absolute;flip:y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from="130.1pt,11.9pt" to="236.6pt,12.5pt" w14:anchorId="299CBD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"/>
                  </w:pict>
                </mc:Fallback>
              </mc:AlternateContent>
            </w:r>
            <w:r>
              <w:rPr>
                <w:sz w:val="22"/>
                <w:szCs w:val="22"/>
              </w:rPr>
              <w:t>Loose hammer head</w:t>
            </w:r>
          </w:p>
          <w:p w14:paraId="39B392B2" w14:textId="3596ABA9" w:rsidR="00207447" w:rsidRDefault="005F0EB1" w:rsidP="00207447">
            <w:pPr>
              <w:pStyle w:val="Body"/>
              <w:numPr>
                <w:ilvl w:val="0"/>
                <w:numId w:val="32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color w:val="FF0000"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7522BEA7" wp14:editId="62EFE33C">
                      <wp:simplePos x="0" y="0"/>
                      <wp:positionH relativeFrom="column">
                        <wp:posOffset>1752280</wp:posOffset>
                      </wp:positionH>
                      <wp:positionV relativeFrom="paragraph">
                        <wp:posOffset>118750</wp:posOffset>
                      </wp:positionV>
                      <wp:extent cx="1221382" cy="384202"/>
                      <wp:effectExtent l="0" t="0" r="36195" b="34925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21382" cy="38420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7B7F3A05">
                    <v:line id="Straight Connector 10" style="position:absolute;flip:y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from="137.95pt,9.35pt" to="234.1pt,39.6pt" w14:anchorId="4D624C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"/>
                  </w:pict>
                </mc:Fallback>
              </mc:AlternateContent>
            </w:r>
            <w:r w:rsidR="00207447">
              <w:rPr>
                <w:sz w:val="22"/>
                <w:szCs w:val="22"/>
              </w:rPr>
              <w:t>Split hammer handle</w:t>
            </w:r>
          </w:p>
          <w:p w14:paraId="72D0D779" w14:textId="47EBA145" w:rsidR="00207447" w:rsidRPr="00DD4849" w:rsidRDefault="00207447" w:rsidP="00207447">
            <w:pPr>
              <w:pStyle w:val="Body"/>
              <w:numPr>
                <w:ilvl w:val="0"/>
                <w:numId w:val="32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Chipped hammer face</w:t>
            </w:r>
          </w:p>
        </w:tc>
        <w:tc>
          <w:tcPr>
            <w:tcW w:w="3800" w:type="dxa"/>
            <w:vAlign w:val="top"/>
          </w:tcPr>
          <w:p w14:paraId="2E3667DD" w14:textId="2059B2A4" w:rsidR="00207447" w:rsidRDefault="005F0EB1" w:rsidP="00207447">
            <w:pPr>
              <w:pStyle w:val="Body"/>
              <w:numPr>
                <w:ilvl w:val="0"/>
                <w:numId w:val="36"/>
              </w:numPr>
              <w:spacing w:line="480" w:lineRule="auto"/>
              <w:rPr>
                <w:sz w:val="22"/>
                <w:szCs w:val="22"/>
              </w:rPr>
            </w:pPr>
            <w:r w:rsidRPr="00207447">
              <w:rPr>
                <w:noProof/>
                <w:color w:val="FF0000"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089976F6" wp14:editId="35B6937F">
                      <wp:simplePos x="0" y="0"/>
                      <wp:positionH relativeFrom="column">
                        <wp:posOffset>-1092840</wp:posOffset>
                      </wp:positionH>
                      <wp:positionV relativeFrom="paragraph">
                        <wp:posOffset>596778</wp:posOffset>
                      </wp:positionV>
                      <wp:extent cx="1259413" cy="799140"/>
                      <wp:effectExtent l="0" t="0" r="36195" b="2032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413" cy="7991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618C9659">
                    <v:line id="Straight Connector 9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from="-86.05pt,47pt" to="13.1pt,109.9pt" w14:anchorId="66E15A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"/>
                  </w:pict>
                </mc:Fallback>
              </mc:AlternateContent>
            </w:r>
            <w:r w:rsidR="00207447">
              <w:rPr>
                <w:sz w:val="22"/>
                <w:szCs w:val="22"/>
              </w:rPr>
              <w:t>Resecure with wedges</w:t>
            </w:r>
          </w:p>
          <w:p w14:paraId="2C26F481" w14:textId="57B19F3D" w:rsidR="005F0EB1" w:rsidRDefault="005F0EB1" w:rsidP="00207447">
            <w:pPr>
              <w:pStyle w:val="Body"/>
              <w:numPr>
                <w:ilvl w:val="0"/>
                <w:numId w:val="36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Dispose of tool</w:t>
            </w:r>
          </w:p>
          <w:p w14:paraId="5632EA87" w14:textId="150D34E7" w:rsidR="00207447" w:rsidRDefault="005F0EB1" w:rsidP="00207447">
            <w:pPr>
              <w:pStyle w:val="Body"/>
              <w:numPr>
                <w:ilvl w:val="0"/>
                <w:numId w:val="36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Tape handle to prevent injury</w:t>
            </w:r>
          </w:p>
          <w:p w14:paraId="18BF0104" w14:textId="22AE44A1" w:rsidR="005F0EB1" w:rsidRDefault="005F0EB1" w:rsidP="00207447">
            <w:pPr>
              <w:pStyle w:val="Body"/>
              <w:numPr>
                <w:ilvl w:val="0"/>
                <w:numId w:val="36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Replace hammer handle</w:t>
            </w:r>
          </w:p>
          <w:p w14:paraId="05DD970C" w14:textId="7F87D1C2" w:rsidR="00207447" w:rsidRPr="002B11E8" w:rsidRDefault="005F0EB1" w:rsidP="00207447">
            <w:pPr>
              <w:pStyle w:val="Body"/>
              <w:numPr>
                <w:ilvl w:val="0"/>
                <w:numId w:val="36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 with caution</w:t>
            </w:r>
          </w:p>
        </w:tc>
      </w:tr>
      <w:tr w:rsidR="00207447" w14:paraId="78DB1334" w14:textId="3C5FCE99" w:rsidTr="00207447">
        <w:trPr>
          <w:trHeight w:val="2099"/>
        </w:trPr>
        <w:tc>
          <w:tcPr>
            <w:tcW w:w="1883" w:type="dxa"/>
            <w:vAlign w:val="top"/>
          </w:tcPr>
          <w:p w14:paraId="4F95A141" w14:textId="77777777" w:rsidR="00207447" w:rsidRPr="00DD4849" w:rsidRDefault="00207447" w:rsidP="00BB2597">
            <w:pPr>
              <w:pStyle w:val="Body"/>
              <w:rPr>
                <w:b/>
                <w:sz w:val="22"/>
                <w:szCs w:val="22"/>
              </w:rPr>
            </w:pPr>
            <w:r w:rsidRPr="00DD4849">
              <w:rPr>
                <w:b/>
                <w:sz w:val="22"/>
                <w:szCs w:val="22"/>
              </w:rPr>
              <w:t>Centre punch</w:t>
            </w:r>
          </w:p>
        </w:tc>
        <w:tc>
          <w:tcPr>
            <w:tcW w:w="4420" w:type="dxa"/>
            <w:vAlign w:val="top"/>
          </w:tcPr>
          <w:p w14:paraId="01E54AE2" w14:textId="44758E0A" w:rsidR="00207447" w:rsidRDefault="00207447" w:rsidP="00207447">
            <w:pPr>
              <w:pStyle w:val="Body"/>
              <w:numPr>
                <w:ilvl w:val="0"/>
                <w:numId w:val="33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6CD6F9A9" wp14:editId="2876E51A">
                      <wp:simplePos x="0" y="0"/>
                      <wp:positionH relativeFrom="column">
                        <wp:posOffset>1053032</wp:posOffset>
                      </wp:positionH>
                      <wp:positionV relativeFrom="paragraph">
                        <wp:posOffset>200094</wp:posOffset>
                      </wp:positionV>
                      <wp:extent cx="1920853" cy="822192"/>
                      <wp:effectExtent l="0" t="0" r="22860" b="3556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20853" cy="82219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FA1E701">
                    <v:line id="Straight Connector 13" style="position:absolute;flip:y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from="82.9pt,15.75pt" to="234.15pt,80.5pt" w14:anchorId="2FA86F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"/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6882DE0D" wp14:editId="1044413C">
                      <wp:simplePos x="0" y="0"/>
                      <wp:positionH relativeFrom="column">
                        <wp:posOffset>1575547</wp:posOffset>
                      </wp:positionH>
                      <wp:positionV relativeFrom="paragraph">
                        <wp:posOffset>177042</wp:posOffset>
                      </wp:positionV>
                      <wp:extent cx="1421194" cy="799140"/>
                      <wp:effectExtent l="0" t="0" r="26670" b="2032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1194" cy="7991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047FB82">
                    <v:line id="Straight Connector 11" style="position:absolute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from="124.05pt,13.95pt" to="235.95pt,76.85pt" w14:anchorId="4643E5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"/>
                  </w:pict>
                </mc:Fallback>
              </mc:AlternateContent>
            </w:r>
            <w:r>
              <w:rPr>
                <w:sz w:val="22"/>
                <w:szCs w:val="22"/>
              </w:rPr>
              <w:t>Mushroomed head</w:t>
            </w:r>
          </w:p>
          <w:p w14:paraId="54766138" w14:textId="4F8B70B1" w:rsidR="00207447" w:rsidRDefault="00207447" w:rsidP="00207447">
            <w:pPr>
              <w:pStyle w:val="Body"/>
              <w:numPr>
                <w:ilvl w:val="0"/>
                <w:numId w:val="33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336F0B45" wp14:editId="7D32DA98">
                      <wp:simplePos x="0" y="0"/>
                      <wp:positionH relativeFrom="column">
                        <wp:posOffset>1175976</wp:posOffset>
                      </wp:positionH>
                      <wp:positionV relativeFrom="paragraph">
                        <wp:posOffset>106269</wp:posOffset>
                      </wp:positionV>
                      <wp:extent cx="1797909" cy="0"/>
                      <wp:effectExtent l="0" t="0" r="31115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7909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52FE8425">
                    <v:line id="Straight Connector 12" style="position:absolute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from="92.6pt,8.35pt" to="234.15pt,8.35pt" w14:anchorId="77971C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"/>
                  </w:pict>
                </mc:Fallback>
              </mc:AlternateContent>
            </w:r>
            <w:r>
              <w:rPr>
                <w:sz w:val="22"/>
                <w:szCs w:val="22"/>
              </w:rPr>
              <w:t>Blunt point</w:t>
            </w:r>
          </w:p>
          <w:p w14:paraId="737694E0" w14:textId="6529975A" w:rsidR="00207447" w:rsidRPr="00DD4849" w:rsidRDefault="00207447" w:rsidP="00207447">
            <w:pPr>
              <w:pStyle w:val="Body"/>
              <w:numPr>
                <w:ilvl w:val="0"/>
                <w:numId w:val="33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Bent body</w:t>
            </w:r>
          </w:p>
        </w:tc>
        <w:tc>
          <w:tcPr>
            <w:tcW w:w="3800" w:type="dxa"/>
            <w:vAlign w:val="top"/>
          </w:tcPr>
          <w:p w14:paraId="11A51994" w14:textId="79EBF18D" w:rsidR="00207447" w:rsidRDefault="00207447" w:rsidP="00207447">
            <w:pPr>
              <w:pStyle w:val="Body"/>
              <w:numPr>
                <w:ilvl w:val="0"/>
                <w:numId w:val="37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Dispose of tool</w:t>
            </w:r>
          </w:p>
          <w:p w14:paraId="05D2F379" w14:textId="17D67B9A" w:rsidR="00207447" w:rsidRDefault="00207447" w:rsidP="00207447">
            <w:pPr>
              <w:pStyle w:val="Body"/>
              <w:numPr>
                <w:ilvl w:val="0"/>
                <w:numId w:val="37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Resharpen to correct angle</w:t>
            </w:r>
          </w:p>
          <w:p w14:paraId="583EF8FB" w14:textId="77777777" w:rsidR="00207447" w:rsidRDefault="00207447" w:rsidP="00207447">
            <w:pPr>
              <w:pStyle w:val="Body"/>
              <w:numPr>
                <w:ilvl w:val="0"/>
                <w:numId w:val="37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Grind head of punch</w:t>
            </w:r>
          </w:p>
          <w:p w14:paraId="7487C0FA" w14:textId="326E065B" w:rsidR="00207447" w:rsidRPr="002B11E8" w:rsidRDefault="00207447" w:rsidP="00207447">
            <w:pPr>
              <w:pStyle w:val="Body"/>
              <w:numPr>
                <w:ilvl w:val="0"/>
                <w:numId w:val="37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Straighten punch</w:t>
            </w:r>
            <w:r w:rsidR="005F0EB1">
              <w:rPr>
                <w:sz w:val="22"/>
                <w:szCs w:val="22"/>
              </w:rPr>
              <w:t xml:space="preserve"> in a press</w:t>
            </w:r>
          </w:p>
        </w:tc>
      </w:tr>
      <w:tr w:rsidR="00207447" w14:paraId="0B62E71A" w14:textId="7FDE50C5" w:rsidTr="00207447">
        <w:trPr>
          <w:trHeight w:val="1416"/>
        </w:trPr>
        <w:tc>
          <w:tcPr>
            <w:tcW w:w="1883" w:type="dxa"/>
            <w:vAlign w:val="top"/>
          </w:tcPr>
          <w:p w14:paraId="077CA62F" w14:textId="77777777" w:rsidR="00207447" w:rsidRPr="00DD4849" w:rsidRDefault="00207447" w:rsidP="00BB2597">
            <w:pPr>
              <w:pStyle w:val="Body"/>
              <w:rPr>
                <w:b/>
                <w:sz w:val="22"/>
                <w:szCs w:val="22"/>
              </w:rPr>
            </w:pPr>
            <w:r w:rsidRPr="00DD4849">
              <w:rPr>
                <w:b/>
                <w:sz w:val="22"/>
                <w:szCs w:val="22"/>
              </w:rPr>
              <w:t>File</w:t>
            </w:r>
          </w:p>
        </w:tc>
        <w:tc>
          <w:tcPr>
            <w:tcW w:w="4420" w:type="dxa"/>
            <w:vAlign w:val="top"/>
          </w:tcPr>
          <w:p w14:paraId="776AECFE" w14:textId="563F8A37" w:rsidR="00207447" w:rsidRDefault="00F30A5D" w:rsidP="00207447">
            <w:pPr>
              <w:pStyle w:val="Body"/>
              <w:numPr>
                <w:ilvl w:val="0"/>
                <w:numId w:val="34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5EA64A01" wp14:editId="6F0F85B3">
                      <wp:simplePos x="0" y="0"/>
                      <wp:positionH relativeFrom="column">
                        <wp:posOffset>1183660</wp:posOffset>
                      </wp:positionH>
                      <wp:positionV relativeFrom="paragraph">
                        <wp:posOffset>164839</wp:posOffset>
                      </wp:positionV>
                      <wp:extent cx="1790001" cy="0"/>
                      <wp:effectExtent l="0" t="0" r="20320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000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74B72890">
                    <v:line id="Straight Connector 14" style="position:absolute;z-index:251658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from="93.2pt,13pt" to="234.15pt,13pt" w14:anchorId="0DCE71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"/>
                  </w:pict>
                </mc:Fallback>
              </mc:AlternateContent>
            </w:r>
            <w:r w:rsidR="00207447">
              <w:rPr>
                <w:sz w:val="22"/>
                <w:szCs w:val="22"/>
              </w:rPr>
              <w:t>Split handle</w:t>
            </w:r>
          </w:p>
          <w:p w14:paraId="5C12CAAD" w14:textId="196D7EF3" w:rsidR="00207447" w:rsidRDefault="00F30A5D" w:rsidP="00207447">
            <w:pPr>
              <w:pStyle w:val="Body"/>
              <w:numPr>
                <w:ilvl w:val="0"/>
                <w:numId w:val="34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18ABE302" wp14:editId="28D499A5">
                      <wp:simplePos x="0" y="0"/>
                      <wp:positionH relativeFrom="column">
                        <wp:posOffset>1444919</wp:posOffset>
                      </wp:positionH>
                      <wp:positionV relativeFrom="paragraph">
                        <wp:posOffset>124802</wp:posOffset>
                      </wp:positionV>
                      <wp:extent cx="1550804" cy="368678"/>
                      <wp:effectExtent l="0" t="0" r="30480" b="317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0804" cy="36867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5A0BB342">
                    <v:line id="Straight Connector 15" style="position:absolute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from="113.75pt,9.85pt" to="235.85pt,38.9pt" w14:anchorId="784F13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"/>
                  </w:pict>
                </mc:Fallback>
              </mc:AlternateContent>
            </w:r>
            <w:r w:rsidR="00207447">
              <w:rPr>
                <w:sz w:val="22"/>
                <w:szCs w:val="22"/>
              </w:rPr>
              <w:t>Cracked file face</w:t>
            </w:r>
          </w:p>
          <w:p w14:paraId="30BEBC82" w14:textId="6BB958D0" w:rsidR="00207447" w:rsidRPr="00DD4849" w:rsidRDefault="00207447" w:rsidP="002B11E8">
            <w:pPr>
              <w:pStyle w:val="Body"/>
              <w:ind w:left="720"/>
              <w:rPr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3800" w:type="dxa"/>
            <w:vAlign w:val="top"/>
          </w:tcPr>
          <w:p w14:paraId="29EDB063" w14:textId="36E03B75" w:rsidR="00207447" w:rsidRDefault="00207447" w:rsidP="00207447">
            <w:pPr>
              <w:pStyle w:val="Body"/>
              <w:numPr>
                <w:ilvl w:val="0"/>
                <w:numId w:val="38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Replace handle</w:t>
            </w:r>
          </w:p>
          <w:p w14:paraId="5355C966" w14:textId="4D1F1CE4" w:rsidR="005F0EB1" w:rsidRDefault="005F0EB1" w:rsidP="00207447">
            <w:pPr>
              <w:pStyle w:val="Body"/>
              <w:numPr>
                <w:ilvl w:val="0"/>
                <w:numId w:val="38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 with caution</w:t>
            </w:r>
          </w:p>
          <w:p w14:paraId="1EDDA49C" w14:textId="6E045A22" w:rsidR="00207447" w:rsidRDefault="00207447" w:rsidP="00207447">
            <w:pPr>
              <w:pStyle w:val="Body"/>
              <w:numPr>
                <w:ilvl w:val="0"/>
                <w:numId w:val="38"/>
              </w:num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Dispose of file</w:t>
            </w:r>
          </w:p>
          <w:p w14:paraId="7179B1E4" w14:textId="44429092" w:rsidR="00207447" w:rsidRDefault="00207447" w:rsidP="002B11E8">
            <w:pPr>
              <w:pStyle w:val="Body"/>
              <w:ind w:left="360"/>
              <w:rPr>
                <w:sz w:val="22"/>
                <w:szCs w:val="22"/>
              </w:rPr>
            </w:pPr>
          </w:p>
        </w:tc>
      </w:tr>
    </w:tbl>
    <w:p w14:paraId="6B72DCA8" w14:textId="19B8795C" w:rsidR="003358A7" w:rsidRDefault="003358A7" w:rsidP="00595676">
      <w:pPr>
        <w:pStyle w:val="Body"/>
        <w:rPr>
          <w:sz w:val="22"/>
          <w:szCs w:val="22"/>
        </w:rPr>
      </w:pPr>
    </w:p>
    <w:p w14:paraId="20086055" w14:textId="5FCA568F" w:rsidR="008A6043" w:rsidRDefault="50805D62" w:rsidP="50805D62">
      <w:pPr>
        <w:pStyle w:val="Body"/>
        <w:numPr>
          <w:ilvl w:val="0"/>
          <w:numId w:val="29"/>
        </w:numPr>
        <w:rPr>
          <w:sz w:val="22"/>
          <w:szCs w:val="22"/>
        </w:rPr>
      </w:pPr>
      <w:r w:rsidRPr="50805D62">
        <w:rPr>
          <w:sz w:val="22"/>
          <w:szCs w:val="22"/>
        </w:rPr>
        <w:lastRenderedPageBreak/>
        <w:t>(RK5) (PC1.6) (RS7) Following the example shown for tin snips in the table below, check the correct storage requirements in the column with possible responses:</w:t>
      </w:r>
    </w:p>
    <w:p w14:paraId="5815ECD3" w14:textId="2B2F0A66" w:rsidR="00527F47" w:rsidRPr="000309A5" w:rsidRDefault="00527F47" w:rsidP="002D4DCE">
      <w:pPr>
        <w:pStyle w:val="Caption"/>
        <w:keepNext/>
        <w:ind w:left="142"/>
      </w:pPr>
      <w:r>
        <w:t>Table 6 Short Answer check box</w:t>
      </w:r>
    </w:p>
    <w:tbl>
      <w:tblPr>
        <w:tblStyle w:val="TableGrid"/>
        <w:tblW w:w="8771" w:type="dxa"/>
        <w:tblInd w:w="289" w:type="dxa"/>
        <w:tblLook w:val="04A0" w:firstRow="1" w:lastRow="0" w:firstColumn="1" w:lastColumn="0" w:noHBand="0" w:noVBand="1"/>
      </w:tblPr>
      <w:tblGrid>
        <w:gridCol w:w="1769"/>
        <w:gridCol w:w="3670"/>
        <w:gridCol w:w="3332"/>
      </w:tblGrid>
      <w:tr w:rsidR="00C070A1" w14:paraId="31B323AB" w14:textId="19A18CE1" w:rsidTr="33B754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69" w:type="dxa"/>
          </w:tcPr>
          <w:p w14:paraId="7E48CAA6" w14:textId="77777777" w:rsidR="00C070A1" w:rsidRDefault="00C070A1" w:rsidP="007A0F0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 Tool</w:t>
            </w:r>
          </w:p>
        </w:tc>
        <w:tc>
          <w:tcPr>
            <w:tcW w:w="3670" w:type="dxa"/>
          </w:tcPr>
          <w:p w14:paraId="49934461" w14:textId="459CF7D3" w:rsidR="00C070A1" w:rsidRDefault="33B754AF" w:rsidP="33B754AF">
            <w:pPr>
              <w:pStyle w:val="Body"/>
              <w:rPr>
                <w:sz w:val="22"/>
                <w:szCs w:val="22"/>
              </w:rPr>
            </w:pPr>
            <w:r w:rsidRPr="33B754AF">
              <w:rPr>
                <w:sz w:val="22"/>
                <w:szCs w:val="22"/>
              </w:rPr>
              <w:t xml:space="preserve"> Choose from list for  appropriate  tool storage  solutions </w:t>
            </w:r>
          </w:p>
        </w:tc>
        <w:tc>
          <w:tcPr>
            <w:tcW w:w="3332" w:type="dxa"/>
          </w:tcPr>
          <w:p w14:paraId="65A64E55" w14:textId="556CF2D7" w:rsidR="00C070A1" w:rsidRDefault="00C070A1" w:rsidP="00C070A1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 X in the box for appropriate Storage </w:t>
            </w:r>
          </w:p>
        </w:tc>
      </w:tr>
      <w:tr w:rsidR="00C070A1" w14:paraId="77922712" w14:textId="39B65AF0" w:rsidTr="33B754AF">
        <w:trPr>
          <w:trHeight w:val="4508"/>
        </w:trPr>
        <w:tc>
          <w:tcPr>
            <w:tcW w:w="1769" w:type="dxa"/>
            <w:vAlign w:val="top"/>
          </w:tcPr>
          <w:p w14:paraId="406C1636" w14:textId="77777777" w:rsidR="00C070A1" w:rsidRPr="00A67EE9" w:rsidRDefault="00C070A1" w:rsidP="007A0F09">
            <w:pPr>
              <w:pStyle w:val="Body"/>
              <w:rPr>
                <w:b/>
                <w:sz w:val="22"/>
                <w:szCs w:val="22"/>
              </w:rPr>
            </w:pPr>
            <w:r w:rsidRPr="00A67EE9">
              <w:rPr>
                <w:b/>
                <w:sz w:val="22"/>
                <w:szCs w:val="22"/>
              </w:rPr>
              <w:t>Tin snips</w:t>
            </w:r>
          </w:p>
          <w:p w14:paraId="0D9CED36" w14:textId="77777777" w:rsidR="00C070A1" w:rsidRPr="00A67EE9" w:rsidRDefault="00C070A1" w:rsidP="007A0F09">
            <w:pPr>
              <w:pStyle w:val="Body"/>
              <w:rPr>
                <w:sz w:val="22"/>
                <w:szCs w:val="22"/>
              </w:rPr>
            </w:pPr>
            <w:r w:rsidRPr="00A67EE9">
              <w:rPr>
                <w:sz w:val="22"/>
                <w:szCs w:val="22"/>
              </w:rPr>
              <w:t>(example)</w:t>
            </w:r>
          </w:p>
        </w:tc>
        <w:tc>
          <w:tcPr>
            <w:tcW w:w="3670" w:type="dxa"/>
            <w:vAlign w:val="top"/>
          </w:tcPr>
          <w:p w14:paraId="5844F10E" w14:textId="46C5A353" w:rsidR="00C070A1" w:rsidRPr="00F93BB9" w:rsidRDefault="00C070A1" w:rsidP="002D4DCE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F93BB9">
              <w:rPr>
                <w:sz w:val="22"/>
                <w:szCs w:val="22"/>
              </w:rPr>
              <w:t>Toolbox</w:t>
            </w:r>
            <w:r>
              <w:rPr>
                <w:sz w:val="22"/>
                <w:szCs w:val="22"/>
              </w:rPr>
              <w:t xml:space="preserve"> or shadow board</w:t>
            </w:r>
          </w:p>
          <w:p w14:paraId="67E08804" w14:textId="79FD6370" w:rsidR="00C070A1" w:rsidRPr="00F93BB9" w:rsidRDefault="00C070A1" w:rsidP="002D4DCE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F93BB9">
              <w:rPr>
                <w:sz w:val="22"/>
                <w:szCs w:val="22"/>
              </w:rPr>
              <w:t>Engage safety lock to keep jaws closed</w:t>
            </w:r>
          </w:p>
          <w:p w14:paraId="2BCEEACE" w14:textId="7D1AA027" w:rsidR="00C070A1" w:rsidRPr="00F93BB9" w:rsidRDefault="00C070A1" w:rsidP="002D4DCE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F93BB9">
              <w:rPr>
                <w:sz w:val="22"/>
                <w:szCs w:val="22"/>
              </w:rPr>
              <w:t>Check for damage and repair or dispose of if required</w:t>
            </w:r>
          </w:p>
          <w:p w14:paraId="3C12A326" w14:textId="3BCBACA0" w:rsidR="00C070A1" w:rsidRPr="00F93BB9" w:rsidRDefault="00C070A1" w:rsidP="002D4DCE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F93BB9">
              <w:rPr>
                <w:sz w:val="22"/>
                <w:szCs w:val="22"/>
              </w:rPr>
              <w:t>inform supervisor item has been stored</w:t>
            </w:r>
          </w:p>
          <w:p w14:paraId="115EA950" w14:textId="56DCED88" w:rsidR="00C070A1" w:rsidRPr="002D4DCE" w:rsidRDefault="00C070A1" w:rsidP="002D4DCE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F93BB9">
              <w:rPr>
                <w:sz w:val="22"/>
                <w:szCs w:val="22"/>
              </w:rPr>
              <w:t>Wipe blade with oiled cloth to prevent corrosion</w:t>
            </w:r>
          </w:p>
        </w:tc>
        <w:tc>
          <w:tcPr>
            <w:tcW w:w="3332" w:type="dxa"/>
            <w:vAlign w:val="top"/>
          </w:tcPr>
          <w:sdt>
            <w:sdtPr>
              <w:rPr>
                <w:noProof/>
                <w:sz w:val="22"/>
                <w:szCs w:val="22"/>
                <w:lang w:eastAsia="en-AU"/>
              </w:rPr>
              <w:id w:val="-1121069482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23CB7FA8" w14:textId="68B7D0FE" w:rsidR="0055200E" w:rsidRDefault="00A5303C" w:rsidP="0004575A">
                <w:pPr>
                  <w:pStyle w:val="Body"/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8073828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5E20E877" w14:textId="1EB67D6D" w:rsidR="0055200E" w:rsidRPr="0055200E" w:rsidRDefault="0004575A" w:rsidP="0004575A">
                <w:pPr>
                  <w:jc w:val="center"/>
                  <w:rPr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p w14:paraId="4FCE6DE1" w14:textId="77777777" w:rsidR="0055200E" w:rsidRPr="0055200E" w:rsidRDefault="0055200E" w:rsidP="0004575A">
            <w:pPr>
              <w:jc w:val="center"/>
              <w:rPr>
                <w:lang w:eastAsia="en-AU"/>
              </w:rPr>
            </w:pPr>
          </w:p>
          <w:sdt>
            <w:sdtPr>
              <w:rPr>
                <w:noProof/>
                <w:sz w:val="22"/>
                <w:szCs w:val="22"/>
                <w:lang w:eastAsia="en-AU"/>
              </w:rPr>
              <w:id w:val="-216751401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314B4CA7" w14:textId="2F499837" w:rsidR="0055200E" w:rsidRDefault="0004575A" w:rsidP="0004575A">
                <w:pPr>
                  <w:spacing w:line="480" w:lineRule="auto"/>
                  <w:jc w:val="center"/>
                  <w:rPr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10291766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DCDA2A" w14:textId="28AFBEC1" w:rsidR="0055200E" w:rsidRDefault="0055200E" w:rsidP="00A5303C">
                <w:pPr>
                  <w:spacing w:line="480" w:lineRule="auto"/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207026765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4FBDAA5" w14:textId="27A7B770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p w14:paraId="26BC2C9A" w14:textId="732F0320" w:rsidR="0055200E" w:rsidRPr="0055200E" w:rsidRDefault="0055200E" w:rsidP="0055200E">
            <w:pPr>
              <w:rPr>
                <w:lang w:eastAsia="en-AU"/>
              </w:rPr>
            </w:pPr>
          </w:p>
        </w:tc>
      </w:tr>
      <w:tr w:rsidR="00C070A1" w14:paraId="5AFACCE7" w14:textId="45DF299D" w:rsidTr="33B754AF">
        <w:trPr>
          <w:trHeight w:val="2645"/>
        </w:trPr>
        <w:tc>
          <w:tcPr>
            <w:tcW w:w="1769" w:type="dxa"/>
            <w:vAlign w:val="top"/>
          </w:tcPr>
          <w:p w14:paraId="3CF1C28B" w14:textId="77777777" w:rsidR="00C070A1" w:rsidRPr="00A67EE9" w:rsidRDefault="00C070A1" w:rsidP="007A0F09">
            <w:pPr>
              <w:pStyle w:val="Body"/>
              <w:rPr>
                <w:b/>
                <w:sz w:val="22"/>
                <w:szCs w:val="22"/>
              </w:rPr>
            </w:pPr>
            <w:r w:rsidRPr="00A67EE9">
              <w:rPr>
                <w:b/>
                <w:sz w:val="22"/>
                <w:szCs w:val="22"/>
              </w:rPr>
              <w:t>File</w:t>
            </w:r>
          </w:p>
        </w:tc>
        <w:tc>
          <w:tcPr>
            <w:tcW w:w="3670" w:type="dxa"/>
            <w:vAlign w:val="top"/>
          </w:tcPr>
          <w:p w14:paraId="21C122A5" w14:textId="567220EE" w:rsidR="00C070A1" w:rsidRPr="0055200E" w:rsidRDefault="00C070A1" w:rsidP="002D4DCE">
            <w:pPr>
              <w:pStyle w:val="Body"/>
              <w:numPr>
                <w:ilvl w:val="0"/>
                <w:numId w:val="26"/>
              </w:numPr>
              <w:spacing w:line="240" w:lineRule="auto"/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Shadow board</w:t>
            </w:r>
          </w:p>
          <w:p w14:paraId="095AC6BF" w14:textId="3BA8EBDE" w:rsidR="00C070A1" w:rsidRPr="0055200E" w:rsidRDefault="00C070A1" w:rsidP="002D4DCE">
            <w:pPr>
              <w:pStyle w:val="Body"/>
              <w:numPr>
                <w:ilvl w:val="0"/>
                <w:numId w:val="26"/>
              </w:numPr>
              <w:spacing w:line="240" w:lineRule="auto"/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 xml:space="preserve">Remove handle </w:t>
            </w:r>
          </w:p>
          <w:p w14:paraId="7A8746B4" w14:textId="3BC44F3E" w:rsidR="00C070A1" w:rsidRPr="0055200E" w:rsidRDefault="00C070A1" w:rsidP="002D4DCE">
            <w:pPr>
              <w:pStyle w:val="Body"/>
              <w:numPr>
                <w:ilvl w:val="0"/>
                <w:numId w:val="26"/>
              </w:numPr>
              <w:spacing w:line="240" w:lineRule="auto"/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Keep files separate not in a draw with other files</w:t>
            </w:r>
          </w:p>
          <w:p w14:paraId="32B065DF" w14:textId="5EB5E760" w:rsidR="00C070A1" w:rsidRPr="0055200E" w:rsidRDefault="00C070A1" w:rsidP="002D4DCE">
            <w:pPr>
              <w:pStyle w:val="Body"/>
              <w:numPr>
                <w:ilvl w:val="0"/>
                <w:numId w:val="26"/>
              </w:numPr>
              <w:spacing w:line="240" w:lineRule="auto"/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 xml:space="preserve">Clean pinning’s from file </w:t>
            </w:r>
          </w:p>
          <w:p w14:paraId="3440E6DE" w14:textId="77777777" w:rsidR="00C070A1" w:rsidRPr="0055200E" w:rsidRDefault="00C070A1" w:rsidP="002D4DCE">
            <w:pPr>
              <w:pStyle w:val="Body"/>
              <w:numPr>
                <w:ilvl w:val="0"/>
                <w:numId w:val="26"/>
              </w:numPr>
              <w:spacing w:line="240" w:lineRule="auto"/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Keep away from moisture</w:t>
            </w:r>
          </w:p>
          <w:p w14:paraId="38E597BC" w14:textId="77777777" w:rsidR="00C070A1" w:rsidRPr="007531AE" w:rsidRDefault="00C070A1" w:rsidP="007A0F09">
            <w:pPr>
              <w:pStyle w:val="Body"/>
              <w:spacing w:line="240" w:lineRule="auto"/>
              <w:rPr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3332" w:type="dxa"/>
            <w:vAlign w:val="top"/>
          </w:tcPr>
          <w:sdt>
            <w:sdtPr>
              <w:rPr>
                <w:noProof/>
                <w:sz w:val="22"/>
                <w:szCs w:val="22"/>
                <w:lang w:eastAsia="en-AU"/>
              </w:rPr>
              <w:id w:val="-925799602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6D4A65D6" w14:textId="44DEB86C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5425946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A1A96CD" w14:textId="77777777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1251965824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442EF227" w14:textId="12F024F3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2052367865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08C4D0BF" w14:textId="0D8B1E85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24168564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4503862" w14:textId="73621166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p w14:paraId="1D4C3CCF" w14:textId="77777777" w:rsidR="00C070A1" w:rsidRDefault="00C070A1" w:rsidP="0055200E">
            <w:pPr>
              <w:pStyle w:val="Body"/>
              <w:spacing w:line="240" w:lineRule="auto"/>
              <w:rPr>
                <w:noProof/>
                <w:sz w:val="22"/>
                <w:szCs w:val="22"/>
                <w:lang w:eastAsia="en-AU"/>
              </w:rPr>
            </w:pPr>
          </w:p>
        </w:tc>
      </w:tr>
      <w:tr w:rsidR="00C070A1" w14:paraId="3DF6110A" w14:textId="07CFB072" w:rsidTr="33B754AF">
        <w:tc>
          <w:tcPr>
            <w:tcW w:w="1769" w:type="dxa"/>
            <w:vAlign w:val="top"/>
          </w:tcPr>
          <w:p w14:paraId="6293B04E" w14:textId="77777777" w:rsidR="00C070A1" w:rsidRPr="00A67EE9" w:rsidRDefault="00C070A1" w:rsidP="007A0F09">
            <w:pPr>
              <w:pStyle w:val="Body"/>
              <w:rPr>
                <w:b/>
                <w:sz w:val="22"/>
                <w:szCs w:val="22"/>
              </w:rPr>
            </w:pPr>
            <w:r w:rsidRPr="00A67EE9">
              <w:rPr>
                <w:b/>
                <w:sz w:val="22"/>
                <w:szCs w:val="22"/>
              </w:rPr>
              <w:t>Hacksaw</w:t>
            </w:r>
          </w:p>
        </w:tc>
        <w:tc>
          <w:tcPr>
            <w:tcW w:w="3670" w:type="dxa"/>
            <w:vAlign w:val="top"/>
          </w:tcPr>
          <w:p w14:paraId="56DF79E0" w14:textId="03C60C22" w:rsidR="00C070A1" w:rsidRPr="0055200E" w:rsidRDefault="00C070A1" w:rsidP="002D4DCE">
            <w:pPr>
              <w:pStyle w:val="Body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Tool box or shadow board</w:t>
            </w:r>
          </w:p>
          <w:p w14:paraId="56536289" w14:textId="58AC146D" w:rsidR="00C070A1" w:rsidRPr="0055200E" w:rsidRDefault="00C070A1" w:rsidP="002D4DCE">
            <w:pPr>
              <w:pStyle w:val="Body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Shadow board</w:t>
            </w:r>
          </w:p>
          <w:p w14:paraId="57F80BA4" w14:textId="793046B2" w:rsidR="00C070A1" w:rsidRPr="0055200E" w:rsidRDefault="00C070A1" w:rsidP="002D4DCE">
            <w:pPr>
              <w:pStyle w:val="Body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Replace blunt or damaged blades</w:t>
            </w:r>
          </w:p>
          <w:p w14:paraId="61E385AB" w14:textId="77777777" w:rsidR="00C070A1" w:rsidRPr="0055200E" w:rsidRDefault="00C070A1" w:rsidP="002D4DCE">
            <w:pPr>
              <w:pStyle w:val="Body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Loosen blade tension nut</w:t>
            </w:r>
          </w:p>
          <w:p w14:paraId="708BCAF5" w14:textId="20594D16" w:rsidR="00C070A1" w:rsidRPr="0014704D" w:rsidRDefault="00C070A1" w:rsidP="002D4DCE">
            <w:pPr>
              <w:pStyle w:val="Body"/>
              <w:numPr>
                <w:ilvl w:val="0"/>
                <w:numId w:val="28"/>
              </w:numPr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55200E">
              <w:rPr>
                <w:sz w:val="22"/>
                <w:szCs w:val="22"/>
              </w:rPr>
              <w:t>Tighten blade tension nut</w:t>
            </w:r>
          </w:p>
        </w:tc>
        <w:tc>
          <w:tcPr>
            <w:tcW w:w="3332" w:type="dxa"/>
            <w:vAlign w:val="top"/>
          </w:tcPr>
          <w:sdt>
            <w:sdtPr>
              <w:rPr>
                <w:noProof/>
                <w:sz w:val="22"/>
                <w:szCs w:val="22"/>
                <w:lang w:eastAsia="en-AU"/>
              </w:rPr>
              <w:id w:val="1636985632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F7E2DD2" w14:textId="391A3412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372127722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30217F4D" w14:textId="6EA941AA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-1209642391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05BF5E1" w14:textId="50DE5726" w:rsidR="0004575A" w:rsidRDefault="0004575A" w:rsidP="0004575A">
                <w:pPr>
                  <w:spacing w:line="240" w:lineRule="auto"/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p w14:paraId="16BF0C33" w14:textId="77777777" w:rsidR="00C070A1" w:rsidRDefault="00C070A1" w:rsidP="0004575A">
            <w:pPr>
              <w:pStyle w:val="Body"/>
              <w:spacing w:line="240" w:lineRule="auto"/>
              <w:rPr>
                <w:noProof/>
                <w:sz w:val="22"/>
                <w:szCs w:val="22"/>
                <w:lang w:eastAsia="en-AU"/>
              </w:rPr>
            </w:pPr>
          </w:p>
          <w:sdt>
            <w:sdtPr>
              <w:rPr>
                <w:noProof/>
                <w:sz w:val="22"/>
                <w:szCs w:val="22"/>
                <w:lang w:eastAsia="en-AU"/>
              </w:rPr>
              <w:id w:val="208564236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16E18E00" w14:textId="7814CBBD" w:rsidR="0004575A" w:rsidRDefault="0004575A" w:rsidP="0004575A">
                <w:pPr>
                  <w:spacing w:line="240" w:lineRule="auto"/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☒</w:t>
                </w:r>
              </w:p>
            </w:sdtContent>
          </w:sdt>
          <w:sdt>
            <w:sdtPr>
              <w:rPr>
                <w:noProof/>
                <w:sz w:val="22"/>
                <w:szCs w:val="22"/>
                <w:lang w:eastAsia="en-AU"/>
              </w:rPr>
              <w:id w:val="2001324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F950C3" w14:textId="77777777" w:rsidR="0004575A" w:rsidRDefault="0004575A" w:rsidP="0004575A">
                <w:pPr>
                  <w:jc w:val="center"/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45B0AEED" w14:textId="584629D1" w:rsidR="0004575A" w:rsidRDefault="0004575A" w:rsidP="0055200E">
            <w:pPr>
              <w:pStyle w:val="Body"/>
              <w:rPr>
                <w:noProof/>
                <w:sz w:val="22"/>
                <w:szCs w:val="22"/>
                <w:lang w:eastAsia="en-AU"/>
              </w:rPr>
            </w:pPr>
          </w:p>
        </w:tc>
      </w:tr>
    </w:tbl>
    <w:p w14:paraId="67D5808A" w14:textId="5D6F4833" w:rsidR="00D84984" w:rsidRDefault="00D84984" w:rsidP="008A6043">
      <w:pPr>
        <w:pStyle w:val="Body"/>
        <w:ind w:left="720"/>
        <w:rPr>
          <w:sz w:val="22"/>
          <w:szCs w:val="22"/>
        </w:rPr>
      </w:pPr>
    </w:p>
    <w:p w14:paraId="2E51F26D" w14:textId="77777777" w:rsidR="00C070A1" w:rsidRDefault="00C070A1" w:rsidP="008A6043">
      <w:pPr>
        <w:pStyle w:val="Body"/>
        <w:ind w:left="720"/>
        <w:rPr>
          <w:sz w:val="22"/>
          <w:szCs w:val="22"/>
        </w:rPr>
        <w:sectPr w:rsidR="00C070A1" w:rsidSect="00B27F13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1131B295" w14:textId="59410461" w:rsidR="00D84984" w:rsidRDefault="00D84984" w:rsidP="008A6043">
      <w:pPr>
        <w:pStyle w:val="Body"/>
        <w:ind w:left="720"/>
        <w:rPr>
          <w:sz w:val="22"/>
          <w:szCs w:val="22"/>
        </w:rPr>
      </w:pPr>
    </w:p>
    <w:p w14:paraId="6307823A" w14:textId="77777777" w:rsidR="00D84984" w:rsidRDefault="00D84984" w:rsidP="008A6043">
      <w:pPr>
        <w:pStyle w:val="Body"/>
        <w:ind w:left="720"/>
        <w:rPr>
          <w:sz w:val="22"/>
          <w:szCs w:val="22"/>
        </w:rPr>
      </w:pPr>
    </w:p>
    <w:p w14:paraId="52822C83" w14:textId="10C4C742" w:rsidR="004D0147" w:rsidRPr="00FF3127" w:rsidRDefault="50805D62" w:rsidP="50805D62">
      <w:pPr>
        <w:pStyle w:val="Body"/>
        <w:numPr>
          <w:ilvl w:val="0"/>
          <w:numId w:val="30"/>
        </w:numPr>
        <w:rPr>
          <w:sz w:val="22"/>
          <w:szCs w:val="22"/>
        </w:rPr>
      </w:pPr>
      <w:r w:rsidRPr="50805D62">
        <w:rPr>
          <w:sz w:val="22"/>
          <w:szCs w:val="22"/>
        </w:rPr>
        <w:t>(RK6) (PC1.3) Briefly explain how you would get tools up an elevated work platform or scaffolding which is accessed by a ladder:</w:t>
      </w:r>
    </w:p>
    <w:p w14:paraId="66F28BF5" w14:textId="53F03C6A" w:rsidR="004D0147" w:rsidRPr="00A462DA" w:rsidRDefault="00A462DA" w:rsidP="004D014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  <w:szCs w:val="24"/>
        </w:rPr>
      </w:pPr>
      <w:r w:rsidRPr="00A462DA">
        <w:rPr>
          <w:i/>
          <w:color w:val="808080" w:themeColor="background1" w:themeShade="80"/>
          <w:szCs w:val="24"/>
        </w:rPr>
        <w:t xml:space="preserve">Do not carry tools in hands when climbing a ladder. Tools should be raised or lowered using a bucket and handline </w:t>
      </w:r>
    </w:p>
    <w:p w14:paraId="01F02534" w14:textId="77777777" w:rsidR="004D0147" w:rsidRPr="00AC09FA" w:rsidRDefault="004D0147" w:rsidP="004D014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4CFDE48" w14:textId="77777777" w:rsidR="004D0147" w:rsidRPr="008740B8" w:rsidRDefault="004D0147" w:rsidP="004D0147"/>
    <w:p w14:paraId="63E00659" w14:textId="665C824F" w:rsidR="004D0147" w:rsidRPr="00FF3127" w:rsidRDefault="006032AA" w:rsidP="50805D62">
      <w:pPr>
        <w:pStyle w:val="Body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(RK6, RK8) (PC1.3)</w:t>
      </w:r>
      <w:r w:rsidR="004F3993">
        <w:rPr>
          <w:sz w:val="22"/>
          <w:szCs w:val="22"/>
        </w:rPr>
        <w:t xml:space="preserve"> When working on a scaffolding or aloft, what should we do with the tools when we aren’t using them and give a reason why</w:t>
      </w:r>
      <w:r w:rsidR="00D90391" w:rsidRPr="00FF3127">
        <w:rPr>
          <w:sz w:val="22"/>
          <w:szCs w:val="22"/>
        </w:rPr>
        <w:t>:</w:t>
      </w:r>
      <w:r w:rsidR="003D4E36" w:rsidRPr="00FF3127">
        <w:rPr>
          <w:sz w:val="22"/>
          <w:szCs w:val="22"/>
        </w:rPr>
        <w:tab/>
      </w:r>
    </w:p>
    <w:p w14:paraId="24606EE2" w14:textId="7F3A1D8E" w:rsidR="004D0147" w:rsidRPr="00D90391" w:rsidRDefault="003D4E36" w:rsidP="004D014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  <w:sz w:val="22"/>
          <w:szCs w:val="22"/>
        </w:rPr>
      </w:pPr>
      <w:r w:rsidRPr="00D90391">
        <w:rPr>
          <w:i/>
          <w:color w:val="808080" w:themeColor="background1" w:themeShade="80"/>
        </w:rPr>
        <w:t xml:space="preserve">Tools should be stored securely and not left lying around as they may be </w:t>
      </w:r>
      <w:r w:rsidR="000828EC">
        <w:rPr>
          <w:i/>
          <w:color w:val="808080" w:themeColor="background1" w:themeShade="80"/>
        </w:rPr>
        <w:t>knocked</w:t>
      </w:r>
      <w:r w:rsidRPr="00D90391">
        <w:rPr>
          <w:i/>
          <w:color w:val="808080" w:themeColor="background1" w:themeShade="80"/>
        </w:rPr>
        <w:t xml:space="preserve"> and fall leading to a safety hazard to those working below</w:t>
      </w:r>
    </w:p>
    <w:p w14:paraId="228A92D2" w14:textId="77777777" w:rsidR="004D0147" w:rsidRPr="00AC09FA" w:rsidRDefault="004D0147" w:rsidP="004D014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3137BA4" w14:textId="16B92DF7" w:rsidR="004D0147" w:rsidRDefault="004D0147" w:rsidP="004D0147"/>
    <w:p w14:paraId="59250BEF" w14:textId="1A05664D" w:rsidR="00D90391" w:rsidRDefault="004F3993" w:rsidP="00F35848">
      <w:pPr>
        <w:pStyle w:val="ListParagraph"/>
        <w:numPr>
          <w:ilvl w:val="0"/>
          <w:numId w:val="30"/>
        </w:numPr>
      </w:pPr>
      <w:r>
        <w:rPr>
          <w:sz w:val="22"/>
          <w:szCs w:val="22"/>
        </w:rPr>
        <w:t>(RK3, RK6, RK8) PC1.4</w:t>
      </w:r>
      <w:r w:rsidR="50805D62" w:rsidRPr="50805D62">
        <w:rPr>
          <w:sz w:val="22"/>
          <w:szCs w:val="22"/>
        </w:rPr>
        <w:t>) A tool is found to be damaged and unsafe to use and is to be placed “out of service”. What information is required on the “out of service tag”?</w:t>
      </w:r>
    </w:p>
    <w:p w14:paraId="770C3A1F" w14:textId="77777777" w:rsidR="00B63E7B" w:rsidRDefault="00B63E7B" w:rsidP="00B63E7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Place an out of service tag on the tool listing</w:t>
      </w:r>
    </w:p>
    <w:p w14:paraId="478C8E6D" w14:textId="77777777" w:rsidR="00B63E7B" w:rsidRDefault="00B63E7B" w:rsidP="00B63E7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* Name</w:t>
      </w:r>
    </w:p>
    <w:p w14:paraId="689E737E" w14:textId="20E9CE10" w:rsidR="00B63E7B" w:rsidRDefault="00B63E7B" w:rsidP="00B63E7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*Date</w:t>
      </w:r>
    </w:p>
    <w:p w14:paraId="4493095D" w14:textId="40A085A0" w:rsidR="00B63E7B" w:rsidRDefault="00B63E7B" w:rsidP="00B63E7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* </w:t>
      </w:r>
      <w:r w:rsidR="00FA7CE9">
        <w:rPr>
          <w:i/>
          <w:color w:val="808080" w:themeColor="background1" w:themeShade="80"/>
        </w:rPr>
        <w:t>Description of F</w:t>
      </w:r>
      <w:r>
        <w:rPr>
          <w:i/>
          <w:color w:val="808080" w:themeColor="background1" w:themeShade="80"/>
        </w:rPr>
        <w:t>ault or damage</w:t>
      </w:r>
    </w:p>
    <w:p w14:paraId="17072509" w14:textId="020E0714" w:rsidR="00B63E7B" w:rsidRPr="00D90391" w:rsidRDefault="00C6697F" w:rsidP="00B63E7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  <w:sz w:val="22"/>
          <w:szCs w:val="22"/>
        </w:rPr>
      </w:pPr>
      <w:r>
        <w:rPr>
          <w:i/>
          <w:color w:val="808080" w:themeColor="background1" w:themeShade="80"/>
        </w:rPr>
        <w:t>N</w:t>
      </w:r>
      <w:r w:rsidR="00B63E7B">
        <w:rPr>
          <w:i/>
          <w:color w:val="808080" w:themeColor="background1" w:themeShade="80"/>
        </w:rPr>
        <w:t xml:space="preserve">otify the supervisor of the </w:t>
      </w:r>
      <w:r>
        <w:rPr>
          <w:i/>
          <w:color w:val="808080" w:themeColor="background1" w:themeShade="80"/>
        </w:rPr>
        <w:t xml:space="preserve">unsafe </w:t>
      </w:r>
      <w:r w:rsidR="00B63E7B">
        <w:rPr>
          <w:i/>
          <w:color w:val="808080" w:themeColor="background1" w:themeShade="80"/>
        </w:rPr>
        <w:t>tool damage.</w:t>
      </w:r>
    </w:p>
    <w:p w14:paraId="08248C49" w14:textId="77777777" w:rsidR="00B63E7B" w:rsidRPr="00AC09FA" w:rsidRDefault="00B63E7B" w:rsidP="00B63E7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1BAA170" w14:textId="77777777" w:rsidR="00B63E7B" w:rsidRDefault="00B63E7B" w:rsidP="004D0147"/>
    <w:sectPr w:rsidR="00B63E7B" w:rsidSect="00B27F13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CC7BF" w14:textId="77777777" w:rsidR="00885CC8" w:rsidRDefault="00885CC8">
      <w:pPr>
        <w:spacing w:before="0" w:after="0" w:line="240" w:lineRule="auto"/>
      </w:pPr>
      <w:r>
        <w:separator/>
      </w:r>
    </w:p>
  </w:endnote>
  <w:endnote w:type="continuationSeparator" w:id="0">
    <w:p w14:paraId="05BB6C24" w14:textId="77777777" w:rsidR="00885CC8" w:rsidRDefault="00885CC8">
      <w:pPr>
        <w:spacing w:before="0" w:after="0" w:line="240" w:lineRule="auto"/>
      </w:pPr>
      <w:r>
        <w:continuationSeparator/>
      </w:r>
    </w:p>
  </w:endnote>
  <w:endnote w:type="continuationNotice" w:id="1">
    <w:p w14:paraId="1431115D" w14:textId="77777777" w:rsidR="00885CC8" w:rsidRDefault="00885CC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BF3EB" w14:textId="77777777" w:rsidR="00885CC8" w:rsidRPr="004820C4" w:rsidRDefault="00885CC8" w:rsidP="00B27F13">
    <w:pPr>
      <w:pStyle w:val="Footer-DocumentTitleLeft"/>
    </w:pPr>
  </w:p>
  <w:p w14:paraId="11E98492" w14:textId="77777777" w:rsidR="00885CC8" w:rsidRDefault="00885CC8" w:rsidP="00B27F13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468F94CE" w14:textId="77777777" w:rsidR="00885CC8" w:rsidRPr="0006452B" w:rsidRDefault="00885CC8" w:rsidP="00B27F13"/>
  <w:p w14:paraId="0D4C6C6B" w14:textId="77777777" w:rsidR="00885CC8" w:rsidRDefault="00885CC8" w:rsidP="00B27F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EA7C0" w14:textId="6A9EE87D" w:rsidR="00885CC8" w:rsidRDefault="00885CC8" w:rsidP="005C55C5">
    <w:pPr>
      <w:pStyle w:val="Bodyfooter"/>
      <w:tabs>
        <w:tab w:val="left" w:pos="3255"/>
      </w:tabs>
    </w:pPr>
    <w:r w:rsidRPr="008D467A">
      <w:t>Document title</w:t>
    </w:r>
    <w:r>
      <w:t xml:space="preserve">: </w:t>
    </w:r>
    <w:sdt>
      <w:sdtPr>
        <w:alias w:val="Title"/>
        <w:id w:val="-1635013972"/>
        <w:placeholder>
          <w:docPart w:val="05D17F34CE54431B95CF0569603981A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t>MEM18001C_MG_Kn_1of3</w:t>
        </w:r>
      </w:sdtContent>
    </w:sdt>
    <w:r w:rsidRPr="008D467A">
      <w:tab/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AD78BF">
      <w:rPr>
        <w:noProof/>
      </w:rPr>
      <w:t>16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AD78BF">
      <w:rPr>
        <w:noProof/>
      </w:rPr>
      <w:t>19</w:t>
    </w:r>
    <w:r>
      <w:rPr>
        <w:noProof/>
      </w:rPr>
      <w:fldChar w:fldCharType="end"/>
    </w:r>
  </w:p>
  <w:p w14:paraId="2B51676F" w14:textId="4B18AD22" w:rsidR="00885CC8" w:rsidRDefault="00885CC8" w:rsidP="005C55C5">
    <w:pPr>
      <w:pStyle w:val="Bodyfooter"/>
      <w:tabs>
        <w:tab w:val="left" w:pos="3255"/>
      </w:tabs>
      <w:rPr>
        <w:noProof/>
      </w:rPr>
    </w:pPr>
    <w:r>
      <w:t>Resource ID: MRS_18_02_</w:t>
    </w:r>
    <w:r w:rsidRPr="001016CE">
      <w:t xml:space="preserve"> </w:t>
    </w:r>
    <w:sdt>
      <w:sdtPr>
        <w:alias w:val="Title"/>
        <w:id w:val="1257556566"/>
        <w:placeholder>
          <w:docPart w:val="E49516D5FB7C4080B802F6BB5037C96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t>MEM18001C_MG_Kn_1of3</w:t>
        </w:r>
      </w:sdtContent>
    </w:sdt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30A10" w14:textId="43B7BA20" w:rsidR="00885CC8" w:rsidRPr="008D467A" w:rsidRDefault="00885CC8" w:rsidP="00B27F13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7F55FB93" w14:textId="77777777" w:rsidR="00885CC8" w:rsidRPr="008948B1" w:rsidRDefault="00885CC8" w:rsidP="00B27F13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20A12898" w14:textId="77777777" w:rsidR="00885CC8" w:rsidRPr="00AA3155" w:rsidRDefault="00885CC8" w:rsidP="00B27F13">
    <w:pPr>
      <w:pStyle w:val="Footer"/>
    </w:pPr>
  </w:p>
  <w:p w14:paraId="619F222A" w14:textId="77777777" w:rsidR="00885CC8" w:rsidRDefault="00885CC8" w:rsidP="00B27F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AB5BA" w14:textId="77777777" w:rsidR="00885CC8" w:rsidRDefault="00885CC8">
      <w:pPr>
        <w:spacing w:before="0" w:after="0" w:line="240" w:lineRule="auto"/>
      </w:pPr>
      <w:r>
        <w:separator/>
      </w:r>
    </w:p>
  </w:footnote>
  <w:footnote w:type="continuationSeparator" w:id="0">
    <w:p w14:paraId="7123A4AC" w14:textId="77777777" w:rsidR="00885CC8" w:rsidRDefault="00885CC8">
      <w:pPr>
        <w:spacing w:before="0" w:after="0" w:line="240" w:lineRule="auto"/>
      </w:pPr>
      <w:r>
        <w:continuationSeparator/>
      </w:r>
    </w:p>
  </w:footnote>
  <w:footnote w:type="continuationNotice" w:id="1">
    <w:p w14:paraId="38695DDD" w14:textId="77777777" w:rsidR="00885CC8" w:rsidRDefault="00885CC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3602F" w14:textId="77777777" w:rsidR="00885CC8" w:rsidRDefault="00885CC8" w:rsidP="00B27F13"/>
  <w:p w14:paraId="31ADDD1E" w14:textId="77777777" w:rsidR="00885CC8" w:rsidRDefault="00885CC8" w:rsidP="00B27F1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28549" w14:textId="77777777" w:rsidR="00885CC8" w:rsidRDefault="00885CC8" w:rsidP="00B27F13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02FC30CE" wp14:editId="1FE90550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923DD" w14:textId="77777777" w:rsidR="00885CC8" w:rsidRDefault="00885CC8" w:rsidP="00B27F13">
    <w:pPr>
      <w:pStyle w:val="Header"/>
    </w:pPr>
  </w:p>
  <w:p w14:paraId="24A1B69E" w14:textId="77777777" w:rsidR="00885CC8" w:rsidRDefault="00885CC8" w:rsidP="00B27F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73F3"/>
    <w:multiLevelType w:val="hybridMultilevel"/>
    <w:tmpl w:val="72C8EF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670E2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922F8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F66B1"/>
    <w:multiLevelType w:val="hybridMultilevel"/>
    <w:tmpl w:val="1534F00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07F4C"/>
    <w:multiLevelType w:val="hybridMultilevel"/>
    <w:tmpl w:val="95D6B16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523D5"/>
    <w:multiLevelType w:val="hybridMultilevel"/>
    <w:tmpl w:val="20D88518"/>
    <w:lvl w:ilvl="0" w:tplc="4FC80DE2">
      <w:start w:val="11"/>
      <w:numFmt w:val="decimal"/>
      <w:lvlText w:val="%1."/>
      <w:lvlJc w:val="left"/>
      <w:pPr>
        <w:ind w:left="502" w:hanging="360"/>
      </w:pPr>
      <w:rPr>
        <w:rFonts w:hint="default"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B509D"/>
    <w:multiLevelType w:val="hybridMultilevel"/>
    <w:tmpl w:val="C7D6E560"/>
    <w:lvl w:ilvl="0" w:tplc="F3BC147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86E9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780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808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0FF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E07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C044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80C0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F87E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62661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83538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F6C2F"/>
    <w:multiLevelType w:val="hybridMultilevel"/>
    <w:tmpl w:val="F2B486DC"/>
    <w:lvl w:ilvl="0" w:tplc="502C2E0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E5613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42E30"/>
    <w:multiLevelType w:val="hybridMultilevel"/>
    <w:tmpl w:val="99DC065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80AC6"/>
    <w:multiLevelType w:val="hybridMultilevel"/>
    <w:tmpl w:val="CBB6B1EE"/>
    <w:lvl w:ilvl="0" w:tplc="97BEC1C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428BC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86DAF"/>
    <w:multiLevelType w:val="hybridMultilevel"/>
    <w:tmpl w:val="56847DD0"/>
    <w:lvl w:ilvl="0" w:tplc="FFFFFFF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615FA"/>
    <w:multiLevelType w:val="hybridMultilevel"/>
    <w:tmpl w:val="F2DA347E"/>
    <w:lvl w:ilvl="0" w:tplc="1B9EC88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749291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2E9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FAA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84A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224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268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FEB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54E9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F354E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E90B09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9" w15:restartNumberingAfterBreak="0">
    <w:nsid w:val="31264159"/>
    <w:multiLevelType w:val="hybridMultilevel"/>
    <w:tmpl w:val="667C43EC"/>
    <w:lvl w:ilvl="0" w:tplc="8662C94C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3CAD676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BAA46FC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AB94D112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4E26008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82E6204A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23BAE118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A105D68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EB6C43F8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3AD3DEC"/>
    <w:multiLevelType w:val="hybridMultilevel"/>
    <w:tmpl w:val="37A0660C"/>
    <w:lvl w:ilvl="0" w:tplc="243A482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768C56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D6E9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1C2E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686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7A8E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88E9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C852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7229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CA0971"/>
    <w:multiLevelType w:val="hybridMultilevel"/>
    <w:tmpl w:val="0D84E2F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90E45"/>
    <w:multiLevelType w:val="hybridMultilevel"/>
    <w:tmpl w:val="5CF6E274"/>
    <w:lvl w:ilvl="0" w:tplc="02827A6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9215A"/>
    <w:multiLevelType w:val="hybridMultilevel"/>
    <w:tmpl w:val="B32E97F4"/>
    <w:lvl w:ilvl="0" w:tplc="DADE1284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0F5DFD"/>
    <w:multiLevelType w:val="hybridMultilevel"/>
    <w:tmpl w:val="EFB452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36E07"/>
    <w:multiLevelType w:val="hybridMultilevel"/>
    <w:tmpl w:val="EC505158"/>
    <w:lvl w:ilvl="0" w:tplc="81BC9C74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514DC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A54EA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C5D8C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41123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0002B1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D60F43"/>
    <w:multiLevelType w:val="hybridMultilevel"/>
    <w:tmpl w:val="626097FC"/>
    <w:lvl w:ilvl="0" w:tplc="075E16C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2B3FAE"/>
    <w:multiLevelType w:val="hybridMultilevel"/>
    <w:tmpl w:val="A89618B0"/>
    <w:lvl w:ilvl="0" w:tplc="B282D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4E431A" w:tentative="1">
      <w:start w:val="1"/>
      <w:numFmt w:val="lowerLetter"/>
      <w:lvlText w:val="%2."/>
      <w:lvlJc w:val="left"/>
      <w:pPr>
        <w:ind w:left="1440" w:hanging="360"/>
      </w:pPr>
    </w:lvl>
    <w:lvl w:ilvl="2" w:tplc="92E024F4" w:tentative="1">
      <w:start w:val="1"/>
      <w:numFmt w:val="lowerRoman"/>
      <w:lvlText w:val="%3."/>
      <w:lvlJc w:val="right"/>
      <w:pPr>
        <w:ind w:left="2160" w:hanging="180"/>
      </w:pPr>
    </w:lvl>
    <w:lvl w:ilvl="3" w:tplc="0FC8C130" w:tentative="1">
      <w:start w:val="1"/>
      <w:numFmt w:val="decimal"/>
      <w:lvlText w:val="%4."/>
      <w:lvlJc w:val="left"/>
      <w:pPr>
        <w:ind w:left="2880" w:hanging="360"/>
      </w:pPr>
    </w:lvl>
    <w:lvl w:ilvl="4" w:tplc="D124E508" w:tentative="1">
      <w:start w:val="1"/>
      <w:numFmt w:val="lowerLetter"/>
      <w:lvlText w:val="%5."/>
      <w:lvlJc w:val="left"/>
      <w:pPr>
        <w:ind w:left="3600" w:hanging="360"/>
      </w:pPr>
    </w:lvl>
    <w:lvl w:ilvl="5" w:tplc="21680B10" w:tentative="1">
      <w:start w:val="1"/>
      <w:numFmt w:val="lowerRoman"/>
      <w:lvlText w:val="%6."/>
      <w:lvlJc w:val="right"/>
      <w:pPr>
        <w:ind w:left="4320" w:hanging="180"/>
      </w:pPr>
    </w:lvl>
    <w:lvl w:ilvl="6" w:tplc="AFF491FC" w:tentative="1">
      <w:start w:val="1"/>
      <w:numFmt w:val="decimal"/>
      <w:lvlText w:val="%7."/>
      <w:lvlJc w:val="left"/>
      <w:pPr>
        <w:ind w:left="5040" w:hanging="360"/>
      </w:pPr>
    </w:lvl>
    <w:lvl w:ilvl="7" w:tplc="0F8A5C10" w:tentative="1">
      <w:start w:val="1"/>
      <w:numFmt w:val="lowerLetter"/>
      <w:lvlText w:val="%8."/>
      <w:lvlJc w:val="left"/>
      <w:pPr>
        <w:ind w:left="5760" w:hanging="360"/>
      </w:pPr>
    </w:lvl>
    <w:lvl w:ilvl="8" w:tplc="615ED1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75D9D"/>
    <w:multiLevelType w:val="hybridMultilevel"/>
    <w:tmpl w:val="795C2BC6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E6E67A1"/>
    <w:multiLevelType w:val="hybridMultilevel"/>
    <w:tmpl w:val="F0E657A4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271D9C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83CAE"/>
    <w:multiLevelType w:val="hybridMultilevel"/>
    <w:tmpl w:val="B8065B60"/>
    <w:lvl w:ilvl="0" w:tplc="C812DFC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2E14B6"/>
    <w:multiLevelType w:val="hybridMultilevel"/>
    <w:tmpl w:val="4232E4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A32F34A" w:tentative="1">
      <w:start w:val="1"/>
      <w:numFmt w:val="lowerLetter"/>
      <w:lvlText w:val="%2."/>
      <w:lvlJc w:val="left"/>
      <w:pPr>
        <w:ind w:left="1440" w:hanging="360"/>
      </w:pPr>
    </w:lvl>
    <w:lvl w:ilvl="2" w:tplc="F83EEC7A" w:tentative="1">
      <w:start w:val="1"/>
      <w:numFmt w:val="lowerRoman"/>
      <w:lvlText w:val="%3."/>
      <w:lvlJc w:val="right"/>
      <w:pPr>
        <w:ind w:left="2160" w:hanging="180"/>
      </w:pPr>
    </w:lvl>
    <w:lvl w:ilvl="3" w:tplc="AFB651B8" w:tentative="1">
      <w:start w:val="1"/>
      <w:numFmt w:val="decimal"/>
      <w:lvlText w:val="%4."/>
      <w:lvlJc w:val="left"/>
      <w:pPr>
        <w:ind w:left="2880" w:hanging="360"/>
      </w:pPr>
    </w:lvl>
    <w:lvl w:ilvl="4" w:tplc="95CC2564" w:tentative="1">
      <w:start w:val="1"/>
      <w:numFmt w:val="lowerLetter"/>
      <w:lvlText w:val="%5."/>
      <w:lvlJc w:val="left"/>
      <w:pPr>
        <w:ind w:left="3600" w:hanging="360"/>
      </w:pPr>
    </w:lvl>
    <w:lvl w:ilvl="5" w:tplc="D51AC1DA" w:tentative="1">
      <w:start w:val="1"/>
      <w:numFmt w:val="lowerRoman"/>
      <w:lvlText w:val="%6."/>
      <w:lvlJc w:val="right"/>
      <w:pPr>
        <w:ind w:left="4320" w:hanging="180"/>
      </w:pPr>
    </w:lvl>
    <w:lvl w:ilvl="6" w:tplc="753E5884" w:tentative="1">
      <w:start w:val="1"/>
      <w:numFmt w:val="decimal"/>
      <w:lvlText w:val="%7."/>
      <w:lvlJc w:val="left"/>
      <w:pPr>
        <w:ind w:left="5040" w:hanging="360"/>
      </w:pPr>
    </w:lvl>
    <w:lvl w:ilvl="7" w:tplc="1CC298CE" w:tentative="1">
      <w:start w:val="1"/>
      <w:numFmt w:val="lowerLetter"/>
      <w:lvlText w:val="%8."/>
      <w:lvlJc w:val="left"/>
      <w:pPr>
        <w:ind w:left="5760" w:hanging="360"/>
      </w:pPr>
    </w:lvl>
    <w:lvl w:ilvl="8" w:tplc="A0B6FF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A1EC9"/>
    <w:multiLevelType w:val="hybridMultilevel"/>
    <w:tmpl w:val="6B0C15AA"/>
    <w:lvl w:ilvl="0" w:tplc="CE38E3EC">
      <w:start w:val="1"/>
      <w:numFmt w:val="lowerLetter"/>
      <w:lvlText w:val="%1)"/>
      <w:lvlJc w:val="left"/>
      <w:pPr>
        <w:ind w:left="720" w:hanging="360"/>
      </w:pPr>
    </w:lvl>
    <w:lvl w:ilvl="1" w:tplc="9586A00A" w:tentative="1">
      <w:start w:val="1"/>
      <w:numFmt w:val="lowerLetter"/>
      <w:lvlText w:val="%2."/>
      <w:lvlJc w:val="left"/>
      <w:pPr>
        <w:ind w:left="1440" w:hanging="360"/>
      </w:pPr>
    </w:lvl>
    <w:lvl w:ilvl="2" w:tplc="148A631A" w:tentative="1">
      <w:start w:val="1"/>
      <w:numFmt w:val="lowerRoman"/>
      <w:lvlText w:val="%3."/>
      <w:lvlJc w:val="right"/>
      <w:pPr>
        <w:ind w:left="2160" w:hanging="180"/>
      </w:pPr>
    </w:lvl>
    <w:lvl w:ilvl="3" w:tplc="30408F6E" w:tentative="1">
      <w:start w:val="1"/>
      <w:numFmt w:val="decimal"/>
      <w:lvlText w:val="%4."/>
      <w:lvlJc w:val="left"/>
      <w:pPr>
        <w:ind w:left="2880" w:hanging="360"/>
      </w:pPr>
    </w:lvl>
    <w:lvl w:ilvl="4" w:tplc="D77A0682" w:tentative="1">
      <w:start w:val="1"/>
      <w:numFmt w:val="lowerLetter"/>
      <w:lvlText w:val="%5."/>
      <w:lvlJc w:val="left"/>
      <w:pPr>
        <w:ind w:left="3600" w:hanging="360"/>
      </w:pPr>
    </w:lvl>
    <w:lvl w:ilvl="5" w:tplc="ED9AC096" w:tentative="1">
      <w:start w:val="1"/>
      <w:numFmt w:val="lowerRoman"/>
      <w:lvlText w:val="%6."/>
      <w:lvlJc w:val="right"/>
      <w:pPr>
        <w:ind w:left="4320" w:hanging="180"/>
      </w:pPr>
    </w:lvl>
    <w:lvl w:ilvl="6" w:tplc="EC7E5634" w:tentative="1">
      <w:start w:val="1"/>
      <w:numFmt w:val="decimal"/>
      <w:lvlText w:val="%7."/>
      <w:lvlJc w:val="left"/>
      <w:pPr>
        <w:ind w:left="5040" w:hanging="360"/>
      </w:pPr>
    </w:lvl>
    <w:lvl w:ilvl="7" w:tplc="81D445DA" w:tentative="1">
      <w:start w:val="1"/>
      <w:numFmt w:val="lowerLetter"/>
      <w:lvlText w:val="%8."/>
      <w:lvlJc w:val="left"/>
      <w:pPr>
        <w:ind w:left="5760" w:hanging="360"/>
      </w:pPr>
    </w:lvl>
    <w:lvl w:ilvl="8" w:tplc="2C2AD2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15"/>
  </w:num>
  <w:num w:numId="4">
    <w:abstractNumId w:val="20"/>
  </w:num>
  <w:num w:numId="5">
    <w:abstractNumId w:val="37"/>
  </w:num>
  <w:num w:numId="6">
    <w:abstractNumId w:val="32"/>
  </w:num>
  <w:num w:numId="7">
    <w:abstractNumId w:val="19"/>
  </w:num>
  <w:num w:numId="8">
    <w:abstractNumId w:val="17"/>
  </w:num>
  <w:num w:numId="9">
    <w:abstractNumId w:val="7"/>
  </w:num>
  <w:num w:numId="10">
    <w:abstractNumId w:val="29"/>
  </w:num>
  <w:num w:numId="11">
    <w:abstractNumId w:val="2"/>
  </w:num>
  <w:num w:numId="12">
    <w:abstractNumId w:val="35"/>
  </w:num>
  <w:num w:numId="13">
    <w:abstractNumId w:val="16"/>
  </w:num>
  <w:num w:numId="14">
    <w:abstractNumId w:val="38"/>
  </w:num>
  <w:num w:numId="15">
    <w:abstractNumId w:val="26"/>
  </w:num>
  <w:num w:numId="16">
    <w:abstractNumId w:val="8"/>
  </w:num>
  <w:num w:numId="17">
    <w:abstractNumId w:val="28"/>
  </w:num>
  <w:num w:numId="18">
    <w:abstractNumId w:val="1"/>
  </w:num>
  <w:num w:numId="19">
    <w:abstractNumId w:val="30"/>
  </w:num>
  <w:num w:numId="20">
    <w:abstractNumId w:val="13"/>
  </w:num>
  <w:num w:numId="21">
    <w:abstractNumId w:val="10"/>
  </w:num>
  <w:num w:numId="22">
    <w:abstractNumId w:val="34"/>
  </w:num>
  <w:num w:numId="23">
    <w:abstractNumId w:val="27"/>
  </w:num>
  <w:num w:numId="24">
    <w:abstractNumId w:val="33"/>
  </w:num>
  <w:num w:numId="25">
    <w:abstractNumId w:val="31"/>
  </w:num>
  <w:num w:numId="26">
    <w:abstractNumId w:val="11"/>
  </w:num>
  <w:num w:numId="27">
    <w:abstractNumId w:val="4"/>
  </w:num>
  <w:num w:numId="28">
    <w:abstractNumId w:val="23"/>
  </w:num>
  <w:num w:numId="29">
    <w:abstractNumId w:val="14"/>
  </w:num>
  <w:num w:numId="30">
    <w:abstractNumId w:val="5"/>
  </w:num>
  <w:num w:numId="31">
    <w:abstractNumId w:val="36"/>
  </w:num>
  <w:num w:numId="32">
    <w:abstractNumId w:val="9"/>
  </w:num>
  <w:num w:numId="33">
    <w:abstractNumId w:val="22"/>
  </w:num>
  <w:num w:numId="34">
    <w:abstractNumId w:val="12"/>
  </w:num>
  <w:num w:numId="35">
    <w:abstractNumId w:val="21"/>
  </w:num>
  <w:num w:numId="36">
    <w:abstractNumId w:val="0"/>
  </w:num>
  <w:num w:numId="37">
    <w:abstractNumId w:val="24"/>
  </w:num>
  <w:num w:numId="38">
    <w:abstractNumId w:val="3"/>
  </w:num>
  <w:num w:numId="39">
    <w:abstractNumId w:val="2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DEC"/>
    <w:rsid w:val="00013B67"/>
    <w:rsid w:val="000265A3"/>
    <w:rsid w:val="000309A5"/>
    <w:rsid w:val="00030DEC"/>
    <w:rsid w:val="000405D1"/>
    <w:rsid w:val="0004575A"/>
    <w:rsid w:val="00054B13"/>
    <w:rsid w:val="00066016"/>
    <w:rsid w:val="00072107"/>
    <w:rsid w:val="00077785"/>
    <w:rsid w:val="000828EC"/>
    <w:rsid w:val="000A088B"/>
    <w:rsid w:val="000A3C63"/>
    <w:rsid w:val="000B24E3"/>
    <w:rsid w:val="000B6626"/>
    <w:rsid w:val="000C6221"/>
    <w:rsid w:val="000D3F93"/>
    <w:rsid w:val="000E45AF"/>
    <w:rsid w:val="000F385C"/>
    <w:rsid w:val="001016CE"/>
    <w:rsid w:val="0011283B"/>
    <w:rsid w:val="001145A4"/>
    <w:rsid w:val="001159F4"/>
    <w:rsid w:val="00126573"/>
    <w:rsid w:val="0013264C"/>
    <w:rsid w:val="00133F74"/>
    <w:rsid w:val="00141358"/>
    <w:rsid w:val="0014704D"/>
    <w:rsid w:val="00157A23"/>
    <w:rsid w:val="0016369F"/>
    <w:rsid w:val="00172316"/>
    <w:rsid w:val="00172926"/>
    <w:rsid w:val="001773FF"/>
    <w:rsid w:val="00180B0F"/>
    <w:rsid w:val="00186559"/>
    <w:rsid w:val="00186E6F"/>
    <w:rsid w:val="001943FA"/>
    <w:rsid w:val="001A07F5"/>
    <w:rsid w:val="001B6BED"/>
    <w:rsid w:val="001C4D4C"/>
    <w:rsid w:val="001D0DF5"/>
    <w:rsid w:val="001D1BFA"/>
    <w:rsid w:val="001E2B81"/>
    <w:rsid w:val="001E54B9"/>
    <w:rsid w:val="001F64D9"/>
    <w:rsid w:val="001F6C17"/>
    <w:rsid w:val="00207447"/>
    <w:rsid w:val="00212ED9"/>
    <w:rsid w:val="00217361"/>
    <w:rsid w:val="00223AAA"/>
    <w:rsid w:val="00226751"/>
    <w:rsid w:val="00256298"/>
    <w:rsid w:val="00256FFC"/>
    <w:rsid w:val="00257C08"/>
    <w:rsid w:val="00263786"/>
    <w:rsid w:val="00265A11"/>
    <w:rsid w:val="00273100"/>
    <w:rsid w:val="0028066F"/>
    <w:rsid w:val="002814F3"/>
    <w:rsid w:val="002863EE"/>
    <w:rsid w:val="00291F52"/>
    <w:rsid w:val="002B11E8"/>
    <w:rsid w:val="002D4DCE"/>
    <w:rsid w:val="002D65E7"/>
    <w:rsid w:val="002F291D"/>
    <w:rsid w:val="002F324E"/>
    <w:rsid w:val="002F602B"/>
    <w:rsid w:val="003064ED"/>
    <w:rsid w:val="00306E22"/>
    <w:rsid w:val="00310CAF"/>
    <w:rsid w:val="00312EDE"/>
    <w:rsid w:val="00322A1B"/>
    <w:rsid w:val="003345D6"/>
    <w:rsid w:val="003358A7"/>
    <w:rsid w:val="00361E99"/>
    <w:rsid w:val="003676ED"/>
    <w:rsid w:val="00380E22"/>
    <w:rsid w:val="003A1B68"/>
    <w:rsid w:val="003C3329"/>
    <w:rsid w:val="003D4E29"/>
    <w:rsid w:val="003D4E36"/>
    <w:rsid w:val="003E4FBD"/>
    <w:rsid w:val="003F01C3"/>
    <w:rsid w:val="003F5C01"/>
    <w:rsid w:val="004008EC"/>
    <w:rsid w:val="004049B9"/>
    <w:rsid w:val="00407A2F"/>
    <w:rsid w:val="004174B4"/>
    <w:rsid w:val="00432996"/>
    <w:rsid w:val="004338F2"/>
    <w:rsid w:val="004528DF"/>
    <w:rsid w:val="0045296D"/>
    <w:rsid w:val="004552DD"/>
    <w:rsid w:val="00457650"/>
    <w:rsid w:val="00476A61"/>
    <w:rsid w:val="0048300F"/>
    <w:rsid w:val="004B0F47"/>
    <w:rsid w:val="004B4ADB"/>
    <w:rsid w:val="004B7F48"/>
    <w:rsid w:val="004C141A"/>
    <w:rsid w:val="004C5B1F"/>
    <w:rsid w:val="004C5EFE"/>
    <w:rsid w:val="004D0147"/>
    <w:rsid w:val="004D129B"/>
    <w:rsid w:val="004D1835"/>
    <w:rsid w:val="004D6208"/>
    <w:rsid w:val="004F3993"/>
    <w:rsid w:val="004F65F7"/>
    <w:rsid w:val="0050173C"/>
    <w:rsid w:val="0050706A"/>
    <w:rsid w:val="00511DA1"/>
    <w:rsid w:val="00511DCC"/>
    <w:rsid w:val="00513A06"/>
    <w:rsid w:val="00514901"/>
    <w:rsid w:val="00515F6C"/>
    <w:rsid w:val="00520116"/>
    <w:rsid w:val="00527F47"/>
    <w:rsid w:val="0053446A"/>
    <w:rsid w:val="00537E89"/>
    <w:rsid w:val="00543531"/>
    <w:rsid w:val="0055200E"/>
    <w:rsid w:val="00553A03"/>
    <w:rsid w:val="00567C6E"/>
    <w:rsid w:val="00577281"/>
    <w:rsid w:val="00586CEA"/>
    <w:rsid w:val="00592079"/>
    <w:rsid w:val="00595676"/>
    <w:rsid w:val="005A6C91"/>
    <w:rsid w:val="005B0943"/>
    <w:rsid w:val="005C4514"/>
    <w:rsid w:val="005C55C5"/>
    <w:rsid w:val="005C5C0E"/>
    <w:rsid w:val="005C67EE"/>
    <w:rsid w:val="005C698D"/>
    <w:rsid w:val="005D7EC3"/>
    <w:rsid w:val="005E0C25"/>
    <w:rsid w:val="005F0EB1"/>
    <w:rsid w:val="005F69AA"/>
    <w:rsid w:val="005F743F"/>
    <w:rsid w:val="006032AA"/>
    <w:rsid w:val="006058BF"/>
    <w:rsid w:val="00613BA0"/>
    <w:rsid w:val="00617E16"/>
    <w:rsid w:val="00626A41"/>
    <w:rsid w:val="00626F5E"/>
    <w:rsid w:val="006304F1"/>
    <w:rsid w:val="006338C4"/>
    <w:rsid w:val="00634628"/>
    <w:rsid w:val="006520B3"/>
    <w:rsid w:val="00652838"/>
    <w:rsid w:val="0065542E"/>
    <w:rsid w:val="006570FD"/>
    <w:rsid w:val="00663E18"/>
    <w:rsid w:val="00670128"/>
    <w:rsid w:val="006827EF"/>
    <w:rsid w:val="006843D1"/>
    <w:rsid w:val="00686E03"/>
    <w:rsid w:val="00692C18"/>
    <w:rsid w:val="006A02B0"/>
    <w:rsid w:val="006B6BBC"/>
    <w:rsid w:val="006C0771"/>
    <w:rsid w:val="006C0967"/>
    <w:rsid w:val="006C5135"/>
    <w:rsid w:val="006D6F8E"/>
    <w:rsid w:val="00706536"/>
    <w:rsid w:val="007105E3"/>
    <w:rsid w:val="00710C68"/>
    <w:rsid w:val="00710D88"/>
    <w:rsid w:val="0071679D"/>
    <w:rsid w:val="00720574"/>
    <w:rsid w:val="007205EA"/>
    <w:rsid w:val="00721341"/>
    <w:rsid w:val="0072179F"/>
    <w:rsid w:val="00735FC2"/>
    <w:rsid w:val="00741EF3"/>
    <w:rsid w:val="00747C8E"/>
    <w:rsid w:val="007531AE"/>
    <w:rsid w:val="00775DD6"/>
    <w:rsid w:val="00795927"/>
    <w:rsid w:val="00797B7D"/>
    <w:rsid w:val="007A0F09"/>
    <w:rsid w:val="007A111B"/>
    <w:rsid w:val="007A2378"/>
    <w:rsid w:val="007B5952"/>
    <w:rsid w:val="007B7F4D"/>
    <w:rsid w:val="007D1208"/>
    <w:rsid w:val="007D4928"/>
    <w:rsid w:val="007F282D"/>
    <w:rsid w:val="007F598F"/>
    <w:rsid w:val="00800B5F"/>
    <w:rsid w:val="0081621C"/>
    <w:rsid w:val="00833B1F"/>
    <w:rsid w:val="00833E99"/>
    <w:rsid w:val="00836A01"/>
    <w:rsid w:val="008432AB"/>
    <w:rsid w:val="00857981"/>
    <w:rsid w:val="0086741B"/>
    <w:rsid w:val="008740B8"/>
    <w:rsid w:val="0087675D"/>
    <w:rsid w:val="00882D84"/>
    <w:rsid w:val="00885CC8"/>
    <w:rsid w:val="0088721E"/>
    <w:rsid w:val="008902CD"/>
    <w:rsid w:val="00892BA5"/>
    <w:rsid w:val="0089378D"/>
    <w:rsid w:val="00896292"/>
    <w:rsid w:val="008A090E"/>
    <w:rsid w:val="008A0C1D"/>
    <w:rsid w:val="008A4933"/>
    <w:rsid w:val="008A6043"/>
    <w:rsid w:val="008B0674"/>
    <w:rsid w:val="008B214D"/>
    <w:rsid w:val="008B33A0"/>
    <w:rsid w:val="008C4DE3"/>
    <w:rsid w:val="008D04B4"/>
    <w:rsid w:val="008E2F2F"/>
    <w:rsid w:val="008E3266"/>
    <w:rsid w:val="008F10DD"/>
    <w:rsid w:val="008F17C6"/>
    <w:rsid w:val="008F74A9"/>
    <w:rsid w:val="0090132D"/>
    <w:rsid w:val="009061C7"/>
    <w:rsid w:val="00920101"/>
    <w:rsid w:val="00924DD9"/>
    <w:rsid w:val="00935421"/>
    <w:rsid w:val="00946538"/>
    <w:rsid w:val="0094664B"/>
    <w:rsid w:val="0096094C"/>
    <w:rsid w:val="0096683D"/>
    <w:rsid w:val="00975CC2"/>
    <w:rsid w:val="00992EF8"/>
    <w:rsid w:val="00994A9B"/>
    <w:rsid w:val="009A5D1A"/>
    <w:rsid w:val="009B2092"/>
    <w:rsid w:val="009B2801"/>
    <w:rsid w:val="009C4744"/>
    <w:rsid w:val="009C5029"/>
    <w:rsid w:val="009D4206"/>
    <w:rsid w:val="009F0F03"/>
    <w:rsid w:val="009F7C92"/>
    <w:rsid w:val="00A12322"/>
    <w:rsid w:val="00A1267C"/>
    <w:rsid w:val="00A12A07"/>
    <w:rsid w:val="00A1787B"/>
    <w:rsid w:val="00A24648"/>
    <w:rsid w:val="00A377F3"/>
    <w:rsid w:val="00A462DA"/>
    <w:rsid w:val="00A52B19"/>
    <w:rsid w:val="00A5303C"/>
    <w:rsid w:val="00A564A3"/>
    <w:rsid w:val="00A67EE9"/>
    <w:rsid w:val="00A72540"/>
    <w:rsid w:val="00A80E9A"/>
    <w:rsid w:val="00A829C7"/>
    <w:rsid w:val="00A82BF2"/>
    <w:rsid w:val="00A842A9"/>
    <w:rsid w:val="00A94C12"/>
    <w:rsid w:val="00AA0446"/>
    <w:rsid w:val="00AA6A64"/>
    <w:rsid w:val="00AB2BD9"/>
    <w:rsid w:val="00AB6035"/>
    <w:rsid w:val="00AB67F6"/>
    <w:rsid w:val="00AC107D"/>
    <w:rsid w:val="00AD36E3"/>
    <w:rsid w:val="00AD78BF"/>
    <w:rsid w:val="00AD7961"/>
    <w:rsid w:val="00AE1AC4"/>
    <w:rsid w:val="00AE3D1D"/>
    <w:rsid w:val="00AF38FA"/>
    <w:rsid w:val="00AF3ABD"/>
    <w:rsid w:val="00B140BC"/>
    <w:rsid w:val="00B16AB7"/>
    <w:rsid w:val="00B21ED0"/>
    <w:rsid w:val="00B2404D"/>
    <w:rsid w:val="00B27F13"/>
    <w:rsid w:val="00B30FDF"/>
    <w:rsid w:val="00B31772"/>
    <w:rsid w:val="00B32282"/>
    <w:rsid w:val="00B536E2"/>
    <w:rsid w:val="00B63E7B"/>
    <w:rsid w:val="00B654DC"/>
    <w:rsid w:val="00B75171"/>
    <w:rsid w:val="00B82041"/>
    <w:rsid w:val="00B95966"/>
    <w:rsid w:val="00B96D0E"/>
    <w:rsid w:val="00BB2597"/>
    <w:rsid w:val="00BB3DA0"/>
    <w:rsid w:val="00BC0889"/>
    <w:rsid w:val="00BF30EA"/>
    <w:rsid w:val="00C006D0"/>
    <w:rsid w:val="00C03F65"/>
    <w:rsid w:val="00C070A1"/>
    <w:rsid w:val="00C12666"/>
    <w:rsid w:val="00C15E51"/>
    <w:rsid w:val="00C32844"/>
    <w:rsid w:val="00C35784"/>
    <w:rsid w:val="00C35BBF"/>
    <w:rsid w:val="00C4354C"/>
    <w:rsid w:val="00C57A80"/>
    <w:rsid w:val="00C61246"/>
    <w:rsid w:val="00C62B04"/>
    <w:rsid w:val="00C65D2A"/>
    <w:rsid w:val="00C6697F"/>
    <w:rsid w:val="00C803A6"/>
    <w:rsid w:val="00C8178D"/>
    <w:rsid w:val="00C83305"/>
    <w:rsid w:val="00C85D79"/>
    <w:rsid w:val="00C92586"/>
    <w:rsid w:val="00C930F6"/>
    <w:rsid w:val="00C95A80"/>
    <w:rsid w:val="00CB27F1"/>
    <w:rsid w:val="00CB4C64"/>
    <w:rsid w:val="00CD1880"/>
    <w:rsid w:val="00CE32E4"/>
    <w:rsid w:val="00CF3EDD"/>
    <w:rsid w:val="00CF4516"/>
    <w:rsid w:val="00CF744B"/>
    <w:rsid w:val="00D0213A"/>
    <w:rsid w:val="00D023CF"/>
    <w:rsid w:val="00D12082"/>
    <w:rsid w:val="00D156A9"/>
    <w:rsid w:val="00D17D2D"/>
    <w:rsid w:val="00D216EB"/>
    <w:rsid w:val="00D23592"/>
    <w:rsid w:val="00D3576F"/>
    <w:rsid w:val="00D44444"/>
    <w:rsid w:val="00D47DD7"/>
    <w:rsid w:val="00D528D2"/>
    <w:rsid w:val="00D60F52"/>
    <w:rsid w:val="00D730EA"/>
    <w:rsid w:val="00D84984"/>
    <w:rsid w:val="00D86BD9"/>
    <w:rsid w:val="00D90391"/>
    <w:rsid w:val="00D90517"/>
    <w:rsid w:val="00D94FA2"/>
    <w:rsid w:val="00DA3C8A"/>
    <w:rsid w:val="00DB0592"/>
    <w:rsid w:val="00DB65E8"/>
    <w:rsid w:val="00DB69A1"/>
    <w:rsid w:val="00DB69D1"/>
    <w:rsid w:val="00DB6FB8"/>
    <w:rsid w:val="00DD21BF"/>
    <w:rsid w:val="00DD4849"/>
    <w:rsid w:val="00DD620A"/>
    <w:rsid w:val="00DF25FE"/>
    <w:rsid w:val="00DF673B"/>
    <w:rsid w:val="00E04073"/>
    <w:rsid w:val="00E06097"/>
    <w:rsid w:val="00E178D3"/>
    <w:rsid w:val="00E26296"/>
    <w:rsid w:val="00E40B64"/>
    <w:rsid w:val="00E437DB"/>
    <w:rsid w:val="00E43F7E"/>
    <w:rsid w:val="00E644D8"/>
    <w:rsid w:val="00E65CDA"/>
    <w:rsid w:val="00E840C7"/>
    <w:rsid w:val="00EA0530"/>
    <w:rsid w:val="00EA5383"/>
    <w:rsid w:val="00EB03D7"/>
    <w:rsid w:val="00EC287C"/>
    <w:rsid w:val="00ED35AA"/>
    <w:rsid w:val="00EE64A5"/>
    <w:rsid w:val="00EF0295"/>
    <w:rsid w:val="00F11FA6"/>
    <w:rsid w:val="00F233C1"/>
    <w:rsid w:val="00F27850"/>
    <w:rsid w:val="00F30A5D"/>
    <w:rsid w:val="00F351F0"/>
    <w:rsid w:val="00F35848"/>
    <w:rsid w:val="00F37657"/>
    <w:rsid w:val="00F459DB"/>
    <w:rsid w:val="00F47188"/>
    <w:rsid w:val="00F50416"/>
    <w:rsid w:val="00F623BF"/>
    <w:rsid w:val="00F64BBF"/>
    <w:rsid w:val="00F64EE8"/>
    <w:rsid w:val="00F903F1"/>
    <w:rsid w:val="00FA4F8B"/>
    <w:rsid w:val="00FA7CE9"/>
    <w:rsid w:val="00FB4FD9"/>
    <w:rsid w:val="00FB7736"/>
    <w:rsid w:val="00FC47C3"/>
    <w:rsid w:val="00FD0425"/>
    <w:rsid w:val="00FD12DD"/>
    <w:rsid w:val="00FD71A7"/>
    <w:rsid w:val="00FE1F64"/>
    <w:rsid w:val="00FE357A"/>
    <w:rsid w:val="00FF3127"/>
    <w:rsid w:val="00FF42F4"/>
    <w:rsid w:val="00FF7452"/>
    <w:rsid w:val="05061E6D"/>
    <w:rsid w:val="080C57C2"/>
    <w:rsid w:val="0A0937AF"/>
    <w:rsid w:val="11333D81"/>
    <w:rsid w:val="1FCC389E"/>
    <w:rsid w:val="33B754AF"/>
    <w:rsid w:val="50805D62"/>
    <w:rsid w:val="62E507D5"/>
    <w:rsid w:val="63DA5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97D8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C5EFE"/>
    <w:pPr>
      <w:tabs>
        <w:tab w:val="clear" w:pos="284"/>
      </w:tabs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42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png"/><Relationship Id="R5ae9888ba45f4ab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8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7.png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6.png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D17F34CE54431B95CF05696039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C6F87-06CA-409F-B52F-EAAB390A7243}"/>
      </w:docPartPr>
      <w:docPartBody>
        <w:p w:rsidR="00367AF6" w:rsidRDefault="00B5413D">
          <w:r w:rsidRPr="00D951B8">
            <w:rPr>
              <w:rStyle w:val="PlaceholderText"/>
            </w:rPr>
            <w:t>[Title]</w:t>
          </w:r>
        </w:p>
      </w:docPartBody>
    </w:docPart>
    <w:docPart>
      <w:docPartPr>
        <w:name w:val="E49516D5FB7C4080B802F6BB5037C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112613-6404-454E-9C86-6F93E4E056D5}"/>
      </w:docPartPr>
      <w:docPartBody>
        <w:p w:rsidR="003F5B95" w:rsidRDefault="008532E0" w:rsidP="008532E0">
          <w:pPr>
            <w:pStyle w:val="E49516D5FB7C4080B802F6BB5037C967"/>
          </w:pPr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13D"/>
    <w:rsid w:val="000838D2"/>
    <w:rsid w:val="000B76B7"/>
    <w:rsid w:val="000F74EE"/>
    <w:rsid w:val="00220B8B"/>
    <w:rsid w:val="002E5ACA"/>
    <w:rsid w:val="002F1BCA"/>
    <w:rsid w:val="00367AF6"/>
    <w:rsid w:val="003F5B95"/>
    <w:rsid w:val="004F1E4A"/>
    <w:rsid w:val="004F7D7E"/>
    <w:rsid w:val="005254BD"/>
    <w:rsid w:val="00527316"/>
    <w:rsid w:val="0052765E"/>
    <w:rsid w:val="005514BF"/>
    <w:rsid w:val="005E1F6F"/>
    <w:rsid w:val="006218FB"/>
    <w:rsid w:val="0062633A"/>
    <w:rsid w:val="00691516"/>
    <w:rsid w:val="008532E0"/>
    <w:rsid w:val="008A50F2"/>
    <w:rsid w:val="00B5413D"/>
    <w:rsid w:val="00BB175D"/>
    <w:rsid w:val="00C02172"/>
    <w:rsid w:val="00C31B1E"/>
    <w:rsid w:val="00C72494"/>
    <w:rsid w:val="00E8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15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32E0"/>
    <w:rPr>
      <w:color w:val="808080"/>
    </w:rPr>
  </w:style>
  <w:style w:type="paragraph" w:customStyle="1" w:styleId="E49516D5FB7C4080B802F6BB5037C967">
    <w:name w:val="E49516D5FB7C4080B802F6BB5037C967"/>
    <w:rsid w:val="00853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816040D-D51E-4100-BF60-CD58E089A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9C0A29-5EED-4F4E-9AF5-F4AFDA297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AF15CF-B6A4-468A-AF39-F28E55B5E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19</Pages>
  <Words>2398</Words>
  <Characters>13670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MEM18001C_MG_Kn_1of3</vt:lpstr>
    </vt:vector>
  </TitlesOfParts>
  <Company/>
  <LinksUpToDate>false</LinksUpToDate>
  <CharactersWithSpaces>16036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MEM18001C_MG_Kn_1of3</dc:title>
  <dc:creator/>
  <dc:description>The content in this document is copyright © TAFE NSW 2019.
Generated by the Document Automation for Training and Assessment system (developed by Marc Fearby).</dc:description>
  <cp:lastModifiedBy/>
  <cp:revision>8</cp:revision>
  <dcterms:created xsi:type="dcterms:W3CDTF">2019-09-18T01:26:00Z</dcterms:created>
  <dcterms:modified xsi:type="dcterms:W3CDTF">2019-10-16T01:12:00Z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  <property fmtid="{D5CDD505-2E9C-101B-9397-08002B2CF9AE}" pid="4" name="AuthorIds_UIVersion_4608">
    <vt:lpwstr>33</vt:lpwstr>
  </property>
  <property fmtid="{D5CDD505-2E9C-101B-9397-08002B2CF9AE}" pid="5" name="AuthorIds_UIVersion_5632">
    <vt:lpwstr>33</vt:lpwstr>
  </property>
  <property fmtid="{D5CDD505-2E9C-101B-9397-08002B2CF9AE}" pid="6" name="AuthorIds_UIVersion_1024">
    <vt:lpwstr>33</vt:lpwstr>
  </property>
</Properties>
</file>